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3343E" w14:textId="76F20672" w:rsidR="00FC63AF" w:rsidRPr="00210E42" w:rsidRDefault="00FC63AF" w:rsidP="00FC63AF">
      <w:pPr>
        <w:pStyle w:val="Pealkiri"/>
        <w:spacing w:line="240" w:lineRule="auto"/>
        <w:jc w:val="both"/>
        <w:sectPr w:rsidR="00FC63AF" w:rsidRPr="00210E42" w:rsidSect="000340DE">
          <w:headerReference w:type="default" r:id="rId11"/>
          <w:footerReference w:type="even" r:id="rId12"/>
          <w:footerReference w:type="default" r:id="rId13"/>
          <w:pgSz w:w="11907" w:h="16840" w:code="9"/>
          <w:pgMar w:top="851" w:right="737" w:bottom="851" w:left="1701" w:header="709" w:footer="709" w:gutter="0"/>
          <w:cols w:space="708"/>
          <w:titlePg/>
          <w:docGrid w:linePitch="360"/>
        </w:sectPr>
      </w:pPr>
    </w:p>
    <w:p w14:paraId="509806DD" w14:textId="77777777" w:rsidR="00FC63AF" w:rsidRPr="00210E42" w:rsidRDefault="00FC63AF" w:rsidP="00FC63AF">
      <w:pPr>
        <w:pStyle w:val="Pealkiri"/>
        <w:spacing w:line="240" w:lineRule="auto"/>
        <w:jc w:val="both"/>
        <w:rPr>
          <w:szCs w:val="22"/>
        </w:rPr>
      </w:pPr>
    </w:p>
    <w:p w14:paraId="0382BDA4" w14:textId="63D83A0F" w:rsidR="00C33822" w:rsidRPr="00C33822" w:rsidRDefault="2390EAF1" w:rsidP="00C338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803CA">
        <w:rPr>
          <w:rFonts w:ascii="Arial" w:hAnsi="Arial" w:cs="Arial"/>
          <w:b/>
          <w:bCs/>
          <w:sz w:val="22"/>
          <w:szCs w:val="22"/>
        </w:rPr>
        <w:t xml:space="preserve">Sotsiaalministri määruse </w:t>
      </w:r>
      <w:r w:rsidR="00982C80">
        <w:rPr>
          <w:rFonts w:ascii="Arial" w:hAnsi="Arial" w:cs="Arial"/>
          <w:b/>
          <w:bCs/>
          <w:sz w:val="22"/>
          <w:szCs w:val="22"/>
        </w:rPr>
        <w:t>„</w:t>
      </w:r>
      <w:r w:rsidR="00FC63AF" w:rsidRPr="00F803CA">
        <w:rPr>
          <w:rFonts w:ascii="Arial" w:hAnsi="Arial" w:cs="Arial"/>
          <w:b/>
          <w:bCs/>
          <w:sz w:val="22"/>
          <w:szCs w:val="22"/>
        </w:rPr>
        <w:t>Sotsiaal</w:t>
      </w:r>
      <w:r w:rsidR="007953C7" w:rsidRPr="00F803CA">
        <w:rPr>
          <w:rFonts w:ascii="Arial" w:hAnsi="Arial" w:cs="Arial"/>
          <w:b/>
          <w:bCs/>
          <w:sz w:val="22"/>
          <w:szCs w:val="22"/>
        </w:rPr>
        <w:t>kaitse</w:t>
      </w:r>
      <w:r w:rsidR="00FC63AF" w:rsidRPr="00F803CA">
        <w:rPr>
          <w:rFonts w:ascii="Arial" w:hAnsi="Arial" w:cs="Arial"/>
          <w:b/>
          <w:bCs/>
          <w:sz w:val="22"/>
          <w:szCs w:val="22"/>
        </w:rPr>
        <w:t xml:space="preserve">ministri </w:t>
      </w:r>
      <w:r w:rsidR="00C33822" w:rsidRPr="00F803CA">
        <w:rPr>
          <w:rFonts w:ascii="Arial" w:hAnsi="Arial" w:cs="Arial"/>
          <w:b/>
          <w:bCs/>
          <w:sz w:val="22"/>
          <w:szCs w:val="22"/>
        </w:rPr>
        <w:t>29.</w:t>
      </w:r>
      <w:r w:rsidR="00DB1677">
        <w:rPr>
          <w:rFonts w:ascii="Arial" w:hAnsi="Arial" w:cs="Arial"/>
          <w:b/>
          <w:bCs/>
          <w:sz w:val="22"/>
          <w:szCs w:val="22"/>
        </w:rPr>
        <w:t xml:space="preserve"> augusti </w:t>
      </w:r>
      <w:r w:rsidR="00C33822" w:rsidRPr="00F803CA">
        <w:rPr>
          <w:rFonts w:ascii="Arial" w:hAnsi="Arial" w:cs="Arial"/>
          <w:b/>
          <w:bCs/>
          <w:sz w:val="22"/>
          <w:szCs w:val="22"/>
        </w:rPr>
        <w:t>2023</w:t>
      </w:r>
      <w:r w:rsidR="00DB1677">
        <w:rPr>
          <w:rFonts w:ascii="Arial" w:hAnsi="Arial" w:cs="Arial"/>
          <w:b/>
          <w:bCs/>
          <w:sz w:val="22"/>
          <w:szCs w:val="22"/>
        </w:rPr>
        <w:t>. a</w:t>
      </w:r>
    </w:p>
    <w:p w14:paraId="734C2C0A" w14:textId="7FF06837" w:rsidR="00FC63AF" w:rsidRPr="00210E42" w:rsidRDefault="00FC63AF" w:rsidP="00F803C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4F0E4D4D">
        <w:rPr>
          <w:rFonts w:ascii="Arial" w:hAnsi="Arial" w:cs="Arial"/>
          <w:b/>
          <w:bCs/>
          <w:sz w:val="22"/>
          <w:szCs w:val="22"/>
        </w:rPr>
        <w:t>määruse</w:t>
      </w:r>
      <w:r w:rsidR="1A75FDA1" w:rsidRPr="4F0E4D4D">
        <w:rPr>
          <w:rFonts w:ascii="Arial" w:hAnsi="Arial" w:cs="Arial"/>
          <w:b/>
          <w:bCs/>
          <w:sz w:val="22"/>
          <w:szCs w:val="22"/>
        </w:rPr>
        <w:t xml:space="preserve"> nr </w:t>
      </w:r>
      <w:r w:rsidR="00C33822" w:rsidRPr="4F0E4D4D">
        <w:rPr>
          <w:rFonts w:ascii="Arial" w:hAnsi="Arial" w:cs="Arial"/>
          <w:b/>
          <w:bCs/>
          <w:sz w:val="22"/>
          <w:szCs w:val="22"/>
        </w:rPr>
        <w:t>48</w:t>
      </w:r>
      <w:r w:rsidRPr="4F0E4D4D">
        <w:rPr>
          <w:rFonts w:ascii="Arial" w:hAnsi="Arial" w:cs="Arial"/>
          <w:b/>
          <w:bCs/>
          <w:sz w:val="22"/>
          <w:szCs w:val="22"/>
        </w:rPr>
        <w:t xml:space="preserve"> „</w:t>
      </w:r>
      <w:proofErr w:type="spellStart"/>
      <w:r w:rsidRPr="4F0E4D4D">
        <w:rPr>
          <w:rFonts w:ascii="Arial" w:hAnsi="Arial" w:cs="Arial"/>
          <w:b/>
          <w:bCs/>
          <w:sz w:val="22"/>
          <w:szCs w:val="22"/>
        </w:rPr>
        <w:t>Inimkeskse</w:t>
      </w:r>
      <w:proofErr w:type="spellEnd"/>
      <w:r w:rsidRPr="4F0E4D4D">
        <w:rPr>
          <w:rFonts w:ascii="Arial" w:hAnsi="Arial" w:cs="Arial"/>
          <w:b/>
          <w:bCs/>
          <w:sz w:val="22"/>
          <w:szCs w:val="22"/>
        </w:rPr>
        <w:t xml:space="preserve"> hoolekande- ja tervishoiusüsteemi koordinatsioonimudeli rakendamine“ </w:t>
      </w:r>
      <w:r w:rsidR="116134DA" w:rsidRPr="4F0E4D4D">
        <w:rPr>
          <w:rFonts w:ascii="Arial" w:hAnsi="Arial" w:cs="Arial"/>
          <w:b/>
          <w:bCs/>
          <w:sz w:val="22"/>
          <w:szCs w:val="22"/>
        </w:rPr>
        <w:t>muutmi</w:t>
      </w:r>
      <w:r w:rsidR="007F0916" w:rsidRPr="4F0E4D4D">
        <w:rPr>
          <w:rFonts w:ascii="Arial" w:hAnsi="Arial" w:cs="Arial"/>
          <w:b/>
          <w:bCs/>
          <w:sz w:val="22"/>
          <w:szCs w:val="22"/>
        </w:rPr>
        <w:t>n</w:t>
      </w:r>
      <w:r w:rsidR="116134DA" w:rsidRPr="4F0E4D4D">
        <w:rPr>
          <w:rFonts w:ascii="Arial" w:hAnsi="Arial" w:cs="Arial"/>
          <w:b/>
          <w:bCs/>
          <w:sz w:val="22"/>
          <w:szCs w:val="22"/>
        </w:rPr>
        <w:t>e</w:t>
      </w:r>
      <w:r w:rsidR="007F0916" w:rsidRPr="4F0E4D4D">
        <w:rPr>
          <w:rFonts w:ascii="Arial" w:hAnsi="Arial" w:cs="Arial"/>
          <w:b/>
          <w:bCs/>
          <w:sz w:val="22"/>
          <w:szCs w:val="22"/>
        </w:rPr>
        <w:t>“</w:t>
      </w:r>
      <w:r w:rsidR="116134DA" w:rsidRPr="4F0E4D4D">
        <w:rPr>
          <w:rFonts w:ascii="Arial" w:hAnsi="Arial" w:cs="Arial"/>
          <w:b/>
          <w:bCs/>
          <w:sz w:val="22"/>
          <w:szCs w:val="22"/>
        </w:rPr>
        <w:t xml:space="preserve"> eelnõu </w:t>
      </w:r>
      <w:r w:rsidRPr="4F0E4D4D">
        <w:rPr>
          <w:rFonts w:ascii="Arial" w:hAnsi="Arial" w:cs="Arial"/>
          <w:b/>
          <w:bCs/>
          <w:sz w:val="22"/>
          <w:szCs w:val="22"/>
        </w:rPr>
        <w:t>seletuskiri</w:t>
      </w:r>
    </w:p>
    <w:p w14:paraId="4C428114" w14:textId="51E86E86" w:rsidR="00FC63AF" w:rsidRPr="00210E42" w:rsidRDefault="00FC63AF" w:rsidP="00FC63AF">
      <w:pPr>
        <w:tabs>
          <w:tab w:val="left" w:pos="3240"/>
        </w:tabs>
        <w:jc w:val="both"/>
        <w:rPr>
          <w:rFonts w:ascii="Arial" w:hAnsi="Arial" w:cs="Arial"/>
          <w:b/>
          <w:sz w:val="22"/>
          <w:szCs w:val="22"/>
          <w:lang w:eastAsia="et-EE"/>
        </w:rPr>
      </w:pPr>
    </w:p>
    <w:p w14:paraId="2E5EC970" w14:textId="77777777" w:rsidR="00FC63AF" w:rsidRPr="00210E42" w:rsidRDefault="00FC63AF" w:rsidP="00FC63AF">
      <w:pPr>
        <w:tabs>
          <w:tab w:val="left" w:pos="3240"/>
        </w:tabs>
        <w:jc w:val="both"/>
        <w:rPr>
          <w:rFonts w:ascii="Arial" w:hAnsi="Arial" w:cs="Arial"/>
          <w:sz w:val="22"/>
          <w:szCs w:val="22"/>
          <w:lang w:eastAsia="et-EE"/>
        </w:rPr>
        <w:sectPr w:rsidR="00FC63AF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formProt w:val="0"/>
          <w:titlePg/>
          <w:docGrid w:linePitch="360"/>
        </w:sectPr>
      </w:pPr>
    </w:p>
    <w:p w14:paraId="05629A1E" w14:textId="77777777" w:rsidR="00FC63AF" w:rsidRPr="00210E42" w:rsidRDefault="00FC63AF" w:rsidP="00FC63AF">
      <w:pPr>
        <w:tabs>
          <w:tab w:val="left" w:pos="3240"/>
        </w:tabs>
        <w:jc w:val="both"/>
        <w:rPr>
          <w:rFonts w:ascii="Arial" w:hAnsi="Arial" w:cs="Arial"/>
          <w:sz w:val="22"/>
          <w:szCs w:val="22"/>
          <w:lang w:eastAsia="et-EE"/>
        </w:rPr>
      </w:pPr>
    </w:p>
    <w:p w14:paraId="32BF2EDE" w14:textId="5CF462F1" w:rsidR="00FC63AF" w:rsidRPr="00210E42" w:rsidRDefault="00B428D5" w:rsidP="00FC63AF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1D52F880">
        <w:rPr>
          <w:rFonts w:ascii="Arial" w:hAnsi="Arial" w:cs="Arial"/>
          <w:b/>
          <w:bCs/>
          <w:sz w:val="22"/>
          <w:szCs w:val="22"/>
          <w:lang w:eastAsia="et-EE"/>
        </w:rPr>
        <w:t>1</w:t>
      </w:r>
      <w:r w:rsidR="00FC63AF" w:rsidRPr="00210E42">
        <w:rPr>
          <w:rFonts w:ascii="Arial" w:hAnsi="Arial" w:cs="Arial"/>
          <w:b/>
          <w:bCs/>
          <w:sz w:val="22"/>
          <w:szCs w:val="22"/>
          <w:lang w:eastAsia="et-EE"/>
        </w:rPr>
        <w:t>. Sissejuhatus</w:t>
      </w:r>
    </w:p>
    <w:p w14:paraId="6B75B670" w14:textId="77777777" w:rsidR="00FC63AF" w:rsidRPr="00210E42" w:rsidRDefault="00FC63AF" w:rsidP="00FC63AF">
      <w:pPr>
        <w:jc w:val="both"/>
        <w:rPr>
          <w:rFonts w:ascii="Arial" w:hAnsi="Arial" w:cs="Arial"/>
          <w:bCs/>
          <w:sz w:val="22"/>
          <w:szCs w:val="22"/>
          <w:lang w:eastAsia="et-EE"/>
        </w:rPr>
      </w:pPr>
    </w:p>
    <w:p w14:paraId="1DE4E4F2" w14:textId="07837F95" w:rsidR="00FC63AF" w:rsidRPr="00CD71A7" w:rsidRDefault="00CD71A7" w:rsidP="00CD71A7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1.1. </w:t>
      </w:r>
      <w:r w:rsidR="00FC63AF" w:rsidRPr="00CD71A7">
        <w:rPr>
          <w:rFonts w:ascii="Arial" w:hAnsi="Arial" w:cs="Arial"/>
          <w:b/>
          <w:bCs/>
          <w:sz w:val="22"/>
          <w:szCs w:val="22"/>
        </w:rPr>
        <w:t>Sisukokkuvõte</w:t>
      </w:r>
    </w:p>
    <w:p w14:paraId="712FCDEF" w14:textId="77777777" w:rsidR="00FC63AF" w:rsidRPr="00CD71A7" w:rsidRDefault="00FC63AF" w:rsidP="00FC63AF">
      <w:pPr>
        <w:jc w:val="both"/>
        <w:rPr>
          <w:rFonts w:ascii="Arial" w:hAnsi="Arial" w:cs="Arial"/>
          <w:sz w:val="22"/>
          <w:szCs w:val="22"/>
          <w:lang w:eastAsia="et-EE"/>
        </w:rPr>
      </w:pPr>
    </w:p>
    <w:p w14:paraId="7C534ED9" w14:textId="20915FA5" w:rsidR="00B33887" w:rsidRDefault="059440F8" w:rsidP="53877DD5">
      <w:pPr>
        <w:jc w:val="both"/>
        <w:rPr>
          <w:rFonts w:ascii="Arial" w:eastAsia="Arial" w:hAnsi="Arial" w:cs="Arial"/>
          <w:sz w:val="22"/>
          <w:szCs w:val="22"/>
        </w:rPr>
      </w:pPr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Muudatusega kohandatakse </w:t>
      </w:r>
      <w:r w:rsidR="288743EA" w:rsidRPr="53877DD5">
        <w:rPr>
          <w:rFonts w:ascii="Arial" w:eastAsia="Arial" w:hAnsi="Arial" w:cs="Arial"/>
          <w:color w:val="000000" w:themeColor="text1"/>
          <w:sz w:val="22"/>
          <w:szCs w:val="22"/>
        </w:rPr>
        <w:t>nõudeid t</w:t>
      </w:r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oetuse </w:t>
      </w:r>
      <w:r w:rsidR="288743EA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taotlejale ja partnerile. </w:t>
      </w:r>
      <w:r w:rsidR="002764D6">
        <w:rPr>
          <w:rFonts w:ascii="Arial" w:eastAsia="Arial" w:hAnsi="Arial" w:cs="Arial"/>
          <w:color w:val="000000" w:themeColor="text1"/>
          <w:sz w:val="22"/>
          <w:szCs w:val="22"/>
        </w:rPr>
        <w:t xml:space="preserve">Muudatuste </w:t>
      </w:r>
      <w:r w:rsidR="002764D6" w:rsidRPr="002764D6">
        <w:rPr>
          <w:rFonts w:ascii="Arial" w:eastAsia="Arial" w:hAnsi="Arial" w:cs="Arial"/>
          <w:color w:val="000000" w:themeColor="text1"/>
          <w:sz w:val="22"/>
          <w:szCs w:val="22"/>
        </w:rPr>
        <w:t xml:space="preserve">eesmärk on laiendada taotlejate ringi, täpsustada piirkondlikke osalemistingimusi ning tagada toetatavate tegevuste jätkusuutlik elluviimine erinevate piirkondade eripärasid arvestades. </w:t>
      </w:r>
      <w:r w:rsidR="00B54C5B">
        <w:rPr>
          <w:rFonts w:ascii="Arial" w:eastAsia="Arial" w:hAnsi="Arial" w:cs="Arial"/>
          <w:color w:val="000000" w:themeColor="text1"/>
          <w:sz w:val="22"/>
          <w:szCs w:val="22"/>
        </w:rPr>
        <w:t xml:space="preserve">Samuti </w:t>
      </w:r>
      <w:r w:rsidR="00B54C5B" w:rsidRPr="00B54C5B">
        <w:rPr>
          <w:rFonts w:ascii="Arial" w:eastAsia="Arial" w:hAnsi="Arial" w:cs="Arial"/>
          <w:color w:val="000000" w:themeColor="text1"/>
          <w:sz w:val="22"/>
          <w:szCs w:val="22"/>
        </w:rPr>
        <w:t>soovitakse tugevdada piirkondade võimekust koostööd teha ning luua eeldused integreeritud teenuste ühtlasemaks arenguks üle Eesti.</w:t>
      </w:r>
      <w:r w:rsidR="00B54C5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288743EA" w:rsidRPr="53877DD5">
        <w:rPr>
          <w:rFonts w:ascii="Arial" w:eastAsia="Arial" w:hAnsi="Arial" w:cs="Arial"/>
          <w:color w:val="000000" w:themeColor="text1"/>
          <w:sz w:val="22"/>
          <w:szCs w:val="22"/>
        </w:rPr>
        <w:t>Muudatus</w:t>
      </w:r>
      <w:r w:rsidR="00CC64FC">
        <w:rPr>
          <w:rFonts w:ascii="Arial" w:eastAsia="Arial" w:hAnsi="Arial" w:cs="Arial"/>
          <w:color w:val="000000" w:themeColor="text1"/>
          <w:sz w:val="22"/>
          <w:szCs w:val="22"/>
        </w:rPr>
        <w:t>ed</w:t>
      </w:r>
      <w:r w:rsidR="288743EA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B54C5B">
        <w:rPr>
          <w:rFonts w:ascii="Arial" w:eastAsia="Arial" w:hAnsi="Arial" w:cs="Arial"/>
          <w:color w:val="000000" w:themeColor="text1"/>
          <w:sz w:val="22"/>
          <w:szCs w:val="22"/>
        </w:rPr>
        <w:t>aitavad</w:t>
      </w:r>
      <w:r w:rsidR="019F5186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kaasata võimalikult </w:t>
      </w:r>
      <w:r w:rsidR="00B54C5B">
        <w:rPr>
          <w:rFonts w:ascii="Arial" w:eastAsia="Arial" w:hAnsi="Arial" w:cs="Arial"/>
          <w:color w:val="000000" w:themeColor="text1"/>
          <w:sz w:val="22"/>
          <w:szCs w:val="22"/>
        </w:rPr>
        <w:t>palju</w:t>
      </w:r>
      <w:r w:rsidR="019F5186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piirkondi </w:t>
      </w:r>
      <w:r w:rsidR="4F9EEEDB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üleriigilistesse </w:t>
      </w:r>
      <w:r w:rsidR="019F5186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sotsiaal- ja </w:t>
      </w:r>
      <w:r w:rsidR="0B19C5F3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tervishoiuvaldkonna integratsiooni </w:t>
      </w:r>
      <w:r w:rsidR="09EFCAEA" w:rsidRPr="53877DD5">
        <w:rPr>
          <w:rFonts w:ascii="Arial" w:eastAsia="Arial" w:hAnsi="Arial" w:cs="Arial"/>
          <w:color w:val="000000" w:themeColor="text1"/>
          <w:sz w:val="22"/>
          <w:szCs w:val="22"/>
        </w:rPr>
        <w:t>ettevalmistustesse</w:t>
      </w:r>
      <w:r w:rsidR="00DB1677">
        <w:rPr>
          <w:rFonts w:ascii="Arial" w:eastAsia="Arial" w:hAnsi="Arial" w:cs="Arial"/>
          <w:color w:val="000000" w:themeColor="text1"/>
          <w:sz w:val="22"/>
          <w:szCs w:val="22"/>
        </w:rPr>
        <w:t>,</w:t>
      </w:r>
      <w:r w:rsidR="09EFCAEA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B19C5F3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arvestades nende eripärasid. </w:t>
      </w:r>
      <w:r w:rsidR="3FC0154F" w:rsidRPr="53877DD5">
        <w:rPr>
          <w:rFonts w:ascii="Arial" w:eastAsia="Arial" w:hAnsi="Arial" w:cs="Arial"/>
          <w:sz w:val="22"/>
          <w:szCs w:val="22"/>
        </w:rPr>
        <w:t xml:space="preserve">Õendushaiglate kaasamine </w:t>
      </w:r>
      <w:r w:rsidR="00CC64FC">
        <w:rPr>
          <w:rFonts w:ascii="Arial" w:eastAsia="Arial" w:hAnsi="Arial" w:cs="Arial"/>
          <w:sz w:val="22"/>
          <w:szCs w:val="22"/>
        </w:rPr>
        <w:t>ning</w:t>
      </w:r>
      <w:r w:rsidR="3FC0154F" w:rsidRPr="53877DD5">
        <w:rPr>
          <w:rFonts w:ascii="Arial" w:eastAsia="Arial" w:hAnsi="Arial" w:cs="Arial"/>
          <w:sz w:val="22"/>
          <w:szCs w:val="22"/>
        </w:rPr>
        <w:t xml:space="preserve"> </w:t>
      </w:r>
      <w:r w:rsidR="00861D14">
        <w:rPr>
          <w:rFonts w:ascii="Arial" w:eastAsia="Arial" w:hAnsi="Arial" w:cs="Arial"/>
          <w:sz w:val="22"/>
          <w:szCs w:val="22"/>
        </w:rPr>
        <w:t>p</w:t>
      </w:r>
      <w:r w:rsidR="442A5C2F" w:rsidRPr="53877DD5">
        <w:rPr>
          <w:rFonts w:ascii="Arial" w:eastAsia="Arial" w:hAnsi="Arial" w:cs="Arial"/>
          <w:sz w:val="22"/>
          <w:szCs w:val="22"/>
        </w:rPr>
        <w:t xml:space="preserve">iirkondlike erisuste arvestamine Tartumaal ja Hiiumaal toetab teenustele </w:t>
      </w:r>
      <w:r w:rsidR="00F05901" w:rsidRPr="53877DD5">
        <w:rPr>
          <w:rFonts w:ascii="Arial" w:eastAsia="Arial" w:hAnsi="Arial" w:cs="Arial"/>
          <w:sz w:val="22"/>
          <w:szCs w:val="22"/>
        </w:rPr>
        <w:t>võrdsema</w:t>
      </w:r>
      <w:r w:rsidR="00F05901">
        <w:rPr>
          <w:rFonts w:ascii="Arial" w:eastAsia="Arial" w:hAnsi="Arial" w:cs="Arial"/>
          <w:sz w:val="22"/>
          <w:szCs w:val="22"/>
        </w:rPr>
        <w:t>t</w:t>
      </w:r>
      <w:r w:rsidR="00F05901" w:rsidRPr="53877DD5">
        <w:rPr>
          <w:rFonts w:ascii="Arial" w:eastAsia="Arial" w:hAnsi="Arial" w:cs="Arial"/>
          <w:sz w:val="22"/>
          <w:szCs w:val="22"/>
        </w:rPr>
        <w:t xml:space="preserve"> </w:t>
      </w:r>
      <w:r w:rsidR="00B54C5B">
        <w:rPr>
          <w:rFonts w:ascii="Arial" w:eastAsia="Arial" w:hAnsi="Arial" w:cs="Arial"/>
          <w:sz w:val="22"/>
          <w:szCs w:val="22"/>
        </w:rPr>
        <w:t>kättesaadavust</w:t>
      </w:r>
      <w:r w:rsidR="442A5C2F" w:rsidRPr="53877DD5">
        <w:rPr>
          <w:rFonts w:ascii="Arial" w:eastAsia="Arial" w:hAnsi="Arial" w:cs="Arial"/>
          <w:sz w:val="22"/>
          <w:szCs w:val="22"/>
        </w:rPr>
        <w:t xml:space="preserve"> </w:t>
      </w:r>
      <w:r w:rsidR="00DB1677">
        <w:rPr>
          <w:rFonts w:ascii="Arial" w:eastAsia="Arial" w:hAnsi="Arial" w:cs="Arial"/>
          <w:sz w:val="22"/>
          <w:szCs w:val="22"/>
        </w:rPr>
        <w:t>ja</w:t>
      </w:r>
      <w:r w:rsidR="442A5C2F" w:rsidRPr="53877DD5">
        <w:rPr>
          <w:rFonts w:ascii="Arial" w:eastAsia="Arial" w:hAnsi="Arial" w:cs="Arial"/>
          <w:sz w:val="22"/>
          <w:szCs w:val="22"/>
        </w:rPr>
        <w:t xml:space="preserve"> aitab ennetada piirkondlikku ebavõrdsust.</w:t>
      </w:r>
    </w:p>
    <w:p w14:paraId="09E6D5F4" w14:textId="77777777" w:rsidR="00B33887" w:rsidRDefault="00B33887" w:rsidP="53877DD5">
      <w:pPr>
        <w:jc w:val="both"/>
        <w:rPr>
          <w:rFonts w:ascii="Arial" w:eastAsia="Arial" w:hAnsi="Arial" w:cs="Arial"/>
          <w:sz w:val="22"/>
          <w:szCs w:val="22"/>
        </w:rPr>
      </w:pPr>
    </w:p>
    <w:p w14:paraId="0A1F6140" w14:textId="656353A6" w:rsidR="425B2AEC" w:rsidRDefault="5B84100A" w:rsidP="53877DD5">
      <w:pPr>
        <w:jc w:val="both"/>
        <w:rPr>
          <w:rFonts w:ascii="Arial" w:eastAsia="Arial" w:hAnsi="Arial" w:cs="Arial"/>
          <w:sz w:val="22"/>
          <w:szCs w:val="22"/>
        </w:rPr>
      </w:pPr>
      <w:r w:rsidRPr="53877DD5">
        <w:rPr>
          <w:rFonts w:ascii="Arial" w:eastAsia="Arial" w:hAnsi="Arial" w:cs="Arial"/>
          <w:sz w:val="22"/>
          <w:szCs w:val="22"/>
        </w:rPr>
        <w:t>Määruse</w:t>
      </w:r>
      <w:r w:rsidR="00460F3F">
        <w:rPr>
          <w:rFonts w:ascii="Arial" w:eastAsia="Arial" w:hAnsi="Arial" w:cs="Arial"/>
          <w:sz w:val="22"/>
          <w:szCs w:val="22"/>
        </w:rPr>
        <w:t xml:space="preserve"> </w:t>
      </w:r>
      <w:r w:rsidRPr="53877DD5">
        <w:rPr>
          <w:rFonts w:ascii="Arial" w:eastAsia="Arial" w:hAnsi="Arial" w:cs="Arial"/>
          <w:sz w:val="22"/>
          <w:szCs w:val="22"/>
        </w:rPr>
        <w:t>muudatused ei suurenda halduskoormust ei taotlejatele</w:t>
      </w:r>
      <w:r w:rsidR="000C71DB">
        <w:rPr>
          <w:rFonts w:ascii="Arial" w:eastAsia="Arial" w:hAnsi="Arial" w:cs="Arial"/>
          <w:sz w:val="22"/>
          <w:szCs w:val="22"/>
        </w:rPr>
        <w:t>, toetuse saajatele</w:t>
      </w:r>
      <w:r w:rsidRPr="53877DD5">
        <w:rPr>
          <w:rFonts w:ascii="Arial" w:eastAsia="Arial" w:hAnsi="Arial" w:cs="Arial"/>
          <w:sz w:val="22"/>
          <w:szCs w:val="22"/>
        </w:rPr>
        <w:t xml:space="preserve"> ega partneritele</w:t>
      </w:r>
      <w:r w:rsidR="78481E64" w:rsidRPr="53877DD5">
        <w:rPr>
          <w:rFonts w:ascii="Arial" w:eastAsia="Arial" w:hAnsi="Arial" w:cs="Arial"/>
          <w:sz w:val="22"/>
          <w:szCs w:val="22"/>
        </w:rPr>
        <w:t>, samuti ei kaasne muudatustega täiendavaid haldusülesandeid ega vajadust muuta olemasolevaid menetlusprotsesse.</w:t>
      </w:r>
    </w:p>
    <w:p w14:paraId="2F693D48" w14:textId="77777777" w:rsidR="00F228BB" w:rsidRDefault="00F228BB" w:rsidP="425B2AEC">
      <w:pPr>
        <w:spacing w:line="259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0A5E68D6" w14:textId="34D9EEE1" w:rsidR="00FC63AF" w:rsidRPr="00210E42" w:rsidRDefault="00FC63AF" w:rsidP="00FC63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66F654CE">
        <w:rPr>
          <w:rFonts w:ascii="Arial" w:hAnsi="Arial" w:cs="Arial"/>
          <w:b/>
          <w:bCs/>
          <w:sz w:val="22"/>
          <w:szCs w:val="22"/>
        </w:rPr>
        <w:t xml:space="preserve">1.2. </w:t>
      </w:r>
      <w:r w:rsidR="736E550B" w:rsidRPr="66F654CE">
        <w:rPr>
          <w:rFonts w:ascii="Arial" w:hAnsi="Arial" w:cs="Arial"/>
          <w:b/>
          <w:bCs/>
          <w:sz w:val="22"/>
          <w:szCs w:val="22"/>
        </w:rPr>
        <w:t>E</w:t>
      </w:r>
      <w:r w:rsidR="006836C6" w:rsidRPr="66F654CE">
        <w:rPr>
          <w:rFonts w:ascii="Arial" w:hAnsi="Arial" w:cs="Arial"/>
          <w:b/>
          <w:bCs/>
          <w:sz w:val="22"/>
          <w:szCs w:val="22"/>
        </w:rPr>
        <w:t>e</w:t>
      </w:r>
      <w:r w:rsidR="736E550B" w:rsidRPr="66F654CE">
        <w:rPr>
          <w:rFonts w:ascii="Arial" w:hAnsi="Arial" w:cs="Arial"/>
          <w:b/>
          <w:bCs/>
          <w:sz w:val="22"/>
          <w:szCs w:val="22"/>
        </w:rPr>
        <w:t>lnõu</w:t>
      </w:r>
      <w:r w:rsidRPr="66F654CE">
        <w:rPr>
          <w:rFonts w:ascii="Arial" w:hAnsi="Arial" w:cs="Arial"/>
          <w:b/>
          <w:bCs/>
          <w:sz w:val="22"/>
          <w:szCs w:val="22"/>
        </w:rPr>
        <w:t xml:space="preserve"> ettevalmistaja</w:t>
      </w:r>
    </w:p>
    <w:p w14:paraId="62E87F21" w14:textId="77777777" w:rsidR="00FC63AF" w:rsidRPr="00210E42" w:rsidRDefault="00FC63AF" w:rsidP="00FC63AF">
      <w:pPr>
        <w:jc w:val="both"/>
        <w:rPr>
          <w:rFonts w:ascii="Arial" w:hAnsi="Arial" w:cs="Arial"/>
          <w:bCs/>
          <w:sz w:val="22"/>
          <w:szCs w:val="22"/>
        </w:rPr>
      </w:pPr>
    </w:p>
    <w:p w14:paraId="0C620755" w14:textId="77777777" w:rsidR="00FC63AF" w:rsidRPr="00210E42" w:rsidRDefault="00FC63AF" w:rsidP="00FC63AF">
      <w:pPr>
        <w:jc w:val="both"/>
        <w:rPr>
          <w:rFonts w:ascii="Arial" w:hAnsi="Arial" w:cs="Arial"/>
          <w:bCs/>
          <w:sz w:val="22"/>
          <w:szCs w:val="22"/>
        </w:rPr>
        <w:sectPr w:rsidR="00FC63AF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titlePg/>
          <w:docGrid w:linePitch="360"/>
        </w:sectPr>
      </w:pPr>
    </w:p>
    <w:p w14:paraId="15E2F80C" w14:textId="29E34D69" w:rsidR="00FC63AF" w:rsidRDefault="50D6A0FA" w:rsidP="00FC63AF">
      <w:pPr>
        <w:jc w:val="both"/>
        <w:rPr>
          <w:rFonts w:ascii="Arial" w:hAnsi="Arial" w:cs="Arial"/>
          <w:sz w:val="22"/>
          <w:szCs w:val="22"/>
        </w:rPr>
      </w:pPr>
      <w:r w:rsidRPr="522AE0DF">
        <w:rPr>
          <w:rFonts w:ascii="Arial" w:hAnsi="Arial" w:cs="Arial"/>
          <w:sz w:val="22"/>
          <w:szCs w:val="22"/>
        </w:rPr>
        <w:t>E</w:t>
      </w:r>
      <w:r w:rsidR="4F619B94" w:rsidRPr="522AE0DF">
        <w:rPr>
          <w:rFonts w:ascii="Arial" w:hAnsi="Arial" w:cs="Arial"/>
          <w:sz w:val="22"/>
          <w:szCs w:val="22"/>
        </w:rPr>
        <w:t>e</w:t>
      </w:r>
      <w:r w:rsidRPr="522AE0DF">
        <w:rPr>
          <w:rFonts w:ascii="Arial" w:hAnsi="Arial" w:cs="Arial"/>
          <w:sz w:val="22"/>
          <w:szCs w:val="22"/>
        </w:rPr>
        <w:t>lnõu</w:t>
      </w:r>
      <w:r w:rsidR="4F619B94" w:rsidRPr="522AE0DF">
        <w:rPr>
          <w:rFonts w:ascii="Arial" w:hAnsi="Arial" w:cs="Arial"/>
          <w:sz w:val="22"/>
          <w:szCs w:val="22"/>
        </w:rPr>
        <w:t xml:space="preserve"> ja seletuskirja on koostanud Sotsiaalministeeriumi </w:t>
      </w:r>
      <w:proofErr w:type="spellStart"/>
      <w:r w:rsidR="1579E1EB" w:rsidRPr="522AE0DF">
        <w:rPr>
          <w:rFonts w:ascii="Arial" w:eastAsia="Arial" w:hAnsi="Arial" w:cs="Arial"/>
          <w:sz w:val="22"/>
          <w:szCs w:val="22"/>
        </w:rPr>
        <w:t>välisvahendite</w:t>
      </w:r>
      <w:proofErr w:type="spellEnd"/>
      <w:r w:rsidR="1579E1EB" w:rsidRPr="522AE0DF">
        <w:rPr>
          <w:rFonts w:ascii="Arial" w:eastAsia="Arial" w:hAnsi="Arial" w:cs="Arial"/>
          <w:sz w:val="22"/>
          <w:szCs w:val="22"/>
        </w:rPr>
        <w:t xml:space="preserve"> osakonna nõunik Margot Maisalu (tel </w:t>
      </w:r>
      <w:r w:rsidR="3B79DCC4" w:rsidRPr="425B2AEC">
        <w:rPr>
          <w:rFonts w:ascii="Arial" w:eastAsia="Arial" w:hAnsi="Arial" w:cs="Arial"/>
          <w:sz w:val="22"/>
          <w:szCs w:val="22"/>
        </w:rPr>
        <w:t>5243</w:t>
      </w:r>
      <w:r w:rsidR="3B07C826" w:rsidRPr="425B2AEC">
        <w:rPr>
          <w:rFonts w:ascii="Arial" w:eastAsia="Arial" w:hAnsi="Arial" w:cs="Arial"/>
          <w:sz w:val="22"/>
          <w:szCs w:val="22"/>
        </w:rPr>
        <w:t xml:space="preserve"> </w:t>
      </w:r>
      <w:r w:rsidR="3B79DCC4" w:rsidRPr="425B2AEC">
        <w:rPr>
          <w:rFonts w:ascii="Arial" w:eastAsia="Arial" w:hAnsi="Arial" w:cs="Arial"/>
          <w:sz w:val="22"/>
          <w:szCs w:val="22"/>
        </w:rPr>
        <w:t>827</w:t>
      </w:r>
      <w:r w:rsidR="1579E1EB" w:rsidRPr="522AE0DF">
        <w:rPr>
          <w:rFonts w:ascii="Arial" w:eastAsia="Arial" w:hAnsi="Arial" w:cs="Arial"/>
          <w:sz w:val="22"/>
          <w:szCs w:val="22"/>
        </w:rPr>
        <w:t xml:space="preserve">, </w:t>
      </w:r>
      <w:hyperlink r:id="rId14">
        <w:r w:rsidR="1579E1EB" w:rsidRPr="522AE0DF">
          <w:rPr>
            <w:rStyle w:val="Hperlink"/>
            <w:rFonts w:ascii="Arial" w:eastAsia="Arial" w:hAnsi="Arial" w:cs="Arial"/>
            <w:sz w:val="22"/>
            <w:szCs w:val="22"/>
          </w:rPr>
          <w:t>margot.maisalu@sm.ee</w:t>
        </w:r>
      </w:hyperlink>
      <w:r w:rsidR="1579E1EB" w:rsidRPr="522AE0DF">
        <w:rPr>
          <w:rFonts w:ascii="Arial" w:eastAsia="Arial" w:hAnsi="Arial" w:cs="Arial"/>
          <w:sz w:val="22"/>
          <w:szCs w:val="22"/>
        </w:rPr>
        <w:t xml:space="preserve">), </w:t>
      </w:r>
      <w:r w:rsidR="7645B399" w:rsidRPr="522AE0DF">
        <w:rPr>
          <w:rFonts w:ascii="Arial" w:eastAsia="Arial" w:hAnsi="Arial" w:cs="Arial"/>
          <w:sz w:val="22"/>
          <w:szCs w:val="22"/>
        </w:rPr>
        <w:t xml:space="preserve">integratsiooni ja esmatasandi tervishoiu poliitika juht </w:t>
      </w:r>
      <w:r w:rsidR="7A1DCDC6" w:rsidRPr="522AE0DF">
        <w:rPr>
          <w:rFonts w:ascii="Arial" w:eastAsia="Arial" w:hAnsi="Arial" w:cs="Arial"/>
          <w:sz w:val="22"/>
          <w:szCs w:val="22"/>
        </w:rPr>
        <w:t>A</w:t>
      </w:r>
      <w:r w:rsidR="7A1DCDC6" w:rsidRPr="522AE0DF">
        <w:rPr>
          <w:rFonts w:ascii="Arial" w:eastAsia="Arial" w:hAnsi="Arial" w:cs="Arial"/>
          <w:color w:val="000000" w:themeColor="text1"/>
          <w:sz w:val="22"/>
          <w:szCs w:val="22"/>
        </w:rPr>
        <w:t>nneli Taal</w:t>
      </w:r>
      <w:r w:rsidR="7A1DCDC6" w:rsidRPr="512D1029">
        <w:rPr>
          <w:rFonts w:ascii="Arial" w:eastAsia="Arial" w:hAnsi="Arial" w:cs="Arial"/>
          <w:color w:val="000000" w:themeColor="text1"/>
          <w:sz w:val="22"/>
          <w:szCs w:val="22"/>
        </w:rPr>
        <w:t xml:space="preserve"> (tel </w:t>
      </w:r>
      <w:r w:rsidR="1AC3C127" w:rsidRPr="425B2AEC">
        <w:rPr>
          <w:rFonts w:ascii="Arial" w:eastAsia="Arial" w:hAnsi="Arial" w:cs="Arial"/>
          <w:color w:val="000000" w:themeColor="text1"/>
          <w:sz w:val="22"/>
          <w:szCs w:val="22"/>
        </w:rPr>
        <w:t>5865</w:t>
      </w:r>
      <w:r w:rsidR="23A01E2B" w:rsidRPr="425B2AEC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1AC3C127" w:rsidRPr="425B2AEC">
        <w:rPr>
          <w:rFonts w:ascii="Arial" w:eastAsia="Arial" w:hAnsi="Arial" w:cs="Arial"/>
          <w:color w:val="000000" w:themeColor="text1"/>
          <w:sz w:val="22"/>
          <w:szCs w:val="22"/>
        </w:rPr>
        <w:t>8980</w:t>
      </w:r>
      <w:r w:rsidR="71D0C1A4" w:rsidRPr="425B2AEC">
        <w:rPr>
          <w:rFonts w:ascii="Arial" w:eastAsia="Arial" w:hAnsi="Arial" w:cs="Arial"/>
          <w:color w:val="000000" w:themeColor="text1"/>
          <w:sz w:val="22"/>
          <w:szCs w:val="22"/>
        </w:rPr>
        <w:t>,</w:t>
      </w:r>
      <w:r w:rsidR="1AC3C127" w:rsidRPr="425B2AEC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hyperlink r:id="rId15">
        <w:r w:rsidR="483F95E4" w:rsidRPr="425B2AEC">
          <w:rPr>
            <w:rStyle w:val="Hperlink"/>
            <w:rFonts w:ascii="Arial" w:eastAsia="Arial" w:hAnsi="Arial" w:cs="Arial"/>
            <w:sz w:val="22"/>
            <w:szCs w:val="22"/>
          </w:rPr>
          <w:t>a</w:t>
        </w:r>
        <w:r w:rsidR="1AC3C127" w:rsidRPr="425B2AEC">
          <w:rPr>
            <w:rStyle w:val="Hperlink"/>
            <w:rFonts w:ascii="Arial" w:eastAsia="Arial" w:hAnsi="Arial" w:cs="Arial"/>
            <w:sz w:val="22"/>
            <w:szCs w:val="22"/>
          </w:rPr>
          <w:t>nneli.</w:t>
        </w:r>
        <w:r w:rsidR="49545B78" w:rsidRPr="425B2AEC">
          <w:rPr>
            <w:rStyle w:val="Hperlink"/>
            <w:rFonts w:ascii="Arial" w:eastAsia="Arial" w:hAnsi="Arial" w:cs="Arial"/>
            <w:sz w:val="22"/>
            <w:szCs w:val="22"/>
          </w:rPr>
          <w:t>t</w:t>
        </w:r>
        <w:r w:rsidR="1AC3C127" w:rsidRPr="425B2AEC">
          <w:rPr>
            <w:rStyle w:val="Hperlink"/>
            <w:rFonts w:ascii="Arial" w:eastAsia="Arial" w:hAnsi="Arial" w:cs="Arial"/>
            <w:sz w:val="22"/>
            <w:szCs w:val="22"/>
          </w:rPr>
          <w:t>aal@sm.ee</w:t>
        </w:r>
      </w:hyperlink>
      <w:r w:rsidR="1AC3C127" w:rsidRPr="425B2AEC">
        <w:rPr>
          <w:rFonts w:ascii="Arial" w:eastAsia="Arial" w:hAnsi="Arial" w:cs="Arial"/>
          <w:color w:val="000000" w:themeColor="text1"/>
          <w:sz w:val="22"/>
          <w:szCs w:val="22"/>
        </w:rPr>
        <w:t>)</w:t>
      </w:r>
      <w:r w:rsidR="4F619B94" w:rsidRPr="522AE0DF">
        <w:rPr>
          <w:rFonts w:ascii="Arial" w:hAnsi="Arial" w:cs="Arial"/>
          <w:color w:val="FF0000"/>
          <w:sz w:val="22"/>
          <w:szCs w:val="22"/>
        </w:rPr>
        <w:t xml:space="preserve"> </w:t>
      </w:r>
      <w:r w:rsidR="4F619B94" w:rsidRPr="522AE0DF">
        <w:rPr>
          <w:rFonts w:ascii="Arial" w:hAnsi="Arial" w:cs="Arial"/>
          <w:sz w:val="22"/>
          <w:szCs w:val="22"/>
        </w:rPr>
        <w:t xml:space="preserve">ja </w:t>
      </w:r>
      <w:r w:rsidR="0079795F">
        <w:rPr>
          <w:rFonts w:ascii="Arial" w:hAnsi="Arial" w:cs="Arial"/>
          <w:sz w:val="22"/>
          <w:szCs w:val="22"/>
        </w:rPr>
        <w:t xml:space="preserve">hoolekande osakonna </w:t>
      </w:r>
      <w:r w:rsidR="6815809A" w:rsidRPr="499B0D95">
        <w:rPr>
          <w:rFonts w:ascii="Arial" w:hAnsi="Arial" w:cs="Arial"/>
          <w:sz w:val="22"/>
          <w:szCs w:val="22"/>
        </w:rPr>
        <w:t>nõunik</w:t>
      </w:r>
      <w:r w:rsidR="4F619B94" w:rsidRPr="522AE0DF">
        <w:rPr>
          <w:rFonts w:ascii="Arial" w:hAnsi="Arial" w:cs="Arial"/>
          <w:sz w:val="22"/>
          <w:szCs w:val="22"/>
        </w:rPr>
        <w:t xml:space="preserve"> Anu Õun (tel </w:t>
      </w:r>
      <w:r w:rsidR="3A13FF4E" w:rsidRPr="522AE0DF">
        <w:rPr>
          <w:rFonts w:ascii="Arial" w:hAnsi="Arial" w:cs="Arial"/>
          <w:sz w:val="22"/>
          <w:szCs w:val="22"/>
        </w:rPr>
        <w:t>5911 9820</w:t>
      </w:r>
      <w:r w:rsidR="4F619B94" w:rsidRPr="522AE0DF">
        <w:rPr>
          <w:rFonts w:ascii="Arial" w:hAnsi="Arial" w:cs="Arial"/>
          <w:sz w:val="22"/>
          <w:szCs w:val="22"/>
        </w:rPr>
        <w:t xml:space="preserve">, </w:t>
      </w:r>
      <w:hyperlink r:id="rId16">
        <w:r w:rsidR="4F619B94" w:rsidRPr="522AE0DF">
          <w:rPr>
            <w:rStyle w:val="Hperlink"/>
            <w:rFonts w:ascii="Arial" w:hAnsi="Arial" w:cs="Arial"/>
            <w:sz w:val="22"/>
            <w:szCs w:val="22"/>
          </w:rPr>
          <w:t>anu.oun@sm.ee</w:t>
        </w:r>
      </w:hyperlink>
      <w:r w:rsidR="4F619B94" w:rsidRPr="522AE0DF">
        <w:rPr>
          <w:rFonts w:ascii="Arial" w:hAnsi="Arial" w:cs="Arial"/>
          <w:sz w:val="22"/>
          <w:szCs w:val="22"/>
        </w:rPr>
        <w:t>).</w:t>
      </w:r>
      <w:r w:rsidR="00CE334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69E35B4A" w:rsidRPr="19574B98">
        <w:rPr>
          <w:rFonts w:ascii="Arial" w:hAnsi="Arial" w:cs="Arial"/>
          <w:sz w:val="22"/>
          <w:szCs w:val="22"/>
        </w:rPr>
        <w:t>Eelnõu</w:t>
      </w:r>
      <w:r w:rsidR="4F619B94" w:rsidRPr="19574B98">
        <w:rPr>
          <w:rFonts w:ascii="Arial" w:hAnsi="Arial" w:cs="Arial"/>
          <w:sz w:val="22"/>
          <w:szCs w:val="22"/>
        </w:rPr>
        <w:t xml:space="preserve"> juriidilise ekspertiisi on teinud Sotsiaalministeeriumi õigusosakonna </w:t>
      </w:r>
      <w:r w:rsidR="4F619B94" w:rsidRPr="512D1029">
        <w:rPr>
          <w:rFonts w:ascii="Arial" w:hAnsi="Arial" w:cs="Arial"/>
          <w:sz w:val="22"/>
          <w:szCs w:val="22"/>
        </w:rPr>
        <w:t>õigusnõunik</w:t>
      </w:r>
      <w:r w:rsidR="4F619B94" w:rsidRPr="19574B98">
        <w:rPr>
          <w:rFonts w:ascii="Arial" w:hAnsi="Arial" w:cs="Arial"/>
          <w:sz w:val="22"/>
          <w:szCs w:val="22"/>
        </w:rPr>
        <w:t xml:space="preserve"> Piret Eelmets (tel 626 9128, </w:t>
      </w:r>
      <w:hyperlink r:id="rId17">
        <w:r w:rsidR="4F619B94" w:rsidRPr="425B2AEC">
          <w:rPr>
            <w:rStyle w:val="Hperlink"/>
            <w:rFonts w:ascii="Arial" w:hAnsi="Arial" w:cs="Arial"/>
            <w:color w:val="1F4E79" w:themeColor="accent1" w:themeShade="80"/>
            <w:sz w:val="22"/>
            <w:szCs w:val="22"/>
          </w:rPr>
          <w:t>piret.eelmets@sm.ee</w:t>
        </w:r>
      </w:hyperlink>
      <w:r w:rsidR="4F619B94" w:rsidRPr="425B2AEC">
        <w:rPr>
          <w:rFonts w:ascii="Arial" w:hAnsi="Arial" w:cs="Arial"/>
          <w:sz w:val="22"/>
          <w:szCs w:val="22"/>
          <w:u w:val="single"/>
        </w:rPr>
        <w:t>)</w:t>
      </w:r>
      <w:r w:rsidR="3DF3B05C" w:rsidRPr="19574B98">
        <w:rPr>
          <w:rFonts w:ascii="Arial" w:hAnsi="Arial" w:cs="Arial"/>
          <w:sz w:val="22"/>
          <w:szCs w:val="22"/>
        </w:rPr>
        <w:t>.</w:t>
      </w:r>
    </w:p>
    <w:p w14:paraId="70A6A8A5" w14:textId="77777777" w:rsidR="00EC041D" w:rsidRPr="00CE3348" w:rsidRDefault="00EC041D" w:rsidP="00FC63AF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844D178" w14:textId="5A7A0E4A" w:rsidR="14785CFF" w:rsidRDefault="00EC041D" w:rsidP="363B5B13">
      <w:pPr>
        <w:jc w:val="both"/>
        <w:rPr>
          <w:rFonts w:ascii="Arial" w:hAnsi="Arial" w:cs="Arial"/>
          <w:sz w:val="22"/>
          <w:szCs w:val="22"/>
        </w:rPr>
      </w:pPr>
      <w:r w:rsidRPr="00EC041D">
        <w:rPr>
          <w:rFonts w:ascii="Arial" w:hAnsi="Arial" w:cs="Arial"/>
          <w:sz w:val="22"/>
          <w:szCs w:val="22"/>
        </w:rPr>
        <w:t>Määruse</w:t>
      </w:r>
      <w:r>
        <w:rPr>
          <w:rFonts w:ascii="Arial" w:hAnsi="Arial" w:cs="Arial"/>
          <w:sz w:val="22"/>
          <w:szCs w:val="22"/>
        </w:rPr>
        <w:t xml:space="preserve"> eelnõu</w:t>
      </w:r>
      <w:r w:rsidRPr="00EC041D">
        <w:rPr>
          <w:rFonts w:ascii="Arial" w:hAnsi="Arial" w:cs="Arial"/>
          <w:sz w:val="22"/>
          <w:szCs w:val="22"/>
        </w:rPr>
        <w:t xml:space="preserve"> ja seletuskirja on keeletoimetanud Rahandusministeeriumi ühisosakonna dokumendihaldustalituse keeletoimetaja Virge Tammaru (tel 5919 927</w:t>
      </w:r>
      <w:r w:rsidR="00CC64FC">
        <w:rPr>
          <w:rFonts w:ascii="Arial" w:hAnsi="Arial" w:cs="Arial"/>
          <w:sz w:val="22"/>
          <w:szCs w:val="22"/>
        </w:rPr>
        <w:t>4</w:t>
      </w:r>
      <w:r w:rsidRPr="00EC041D">
        <w:rPr>
          <w:rFonts w:ascii="Arial" w:hAnsi="Arial" w:cs="Arial"/>
          <w:sz w:val="22"/>
          <w:szCs w:val="22"/>
        </w:rPr>
        <w:t>, virge.tammaru@fin.ee).  </w:t>
      </w:r>
    </w:p>
    <w:p w14:paraId="3D30F416" w14:textId="79B1AC77" w:rsidR="00FC63AF" w:rsidRPr="00210E42" w:rsidRDefault="00FC63AF" w:rsidP="19574B98">
      <w:pPr>
        <w:jc w:val="both"/>
        <w:rPr>
          <w:rFonts w:ascii="Arial" w:hAnsi="Arial" w:cs="Arial"/>
          <w:sz w:val="22"/>
          <w:szCs w:val="22"/>
        </w:rPr>
      </w:pPr>
    </w:p>
    <w:p w14:paraId="439C01A7" w14:textId="77777777" w:rsidR="00FC63AF" w:rsidRPr="00210E42" w:rsidRDefault="00FC63AF" w:rsidP="00FC63AF">
      <w:pPr>
        <w:jc w:val="both"/>
        <w:rPr>
          <w:rFonts w:ascii="Arial" w:hAnsi="Arial" w:cs="Arial"/>
          <w:bCs/>
          <w:sz w:val="22"/>
          <w:szCs w:val="22"/>
        </w:rPr>
        <w:sectPr w:rsidR="00FC63AF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formProt w:val="0"/>
          <w:titlePg/>
          <w:docGrid w:linePitch="360"/>
        </w:sectPr>
      </w:pPr>
    </w:p>
    <w:p w14:paraId="52F82CCC" w14:textId="77777777" w:rsidR="00FC63AF" w:rsidRPr="00210E42" w:rsidRDefault="161647A8" w:rsidP="00FC63AF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53877DD5">
        <w:rPr>
          <w:rFonts w:ascii="Arial" w:hAnsi="Arial" w:cs="Arial"/>
          <w:b/>
          <w:bCs/>
          <w:color w:val="000000" w:themeColor="text1"/>
          <w:sz w:val="22"/>
          <w:szCs w:val="22"/>
        </w:rPr>
        <w:t>1.3. Märkused</w:t>
      </w:r>
    </w:p>
    <w:p w14:paraId="15DB72BE" w14:textId="77777777" w:rsidR="00FC63AF" w:rsidRPr="00210E42" w:rsidRDefault="00FC63AF" w:rsidP="00FC63AF">
      <w:pPr>
        <w:pStyle w:val="Kommentaaritekst"/>
        <w:jc w:val="both"/>
        <w:rPr>
          <w:rStyle w:val="Tugev"/>
          <w:rFonts w:ascii="Arial" w:hAnsi="Arial" w:cs="Arial"/>
          <w:b w:val="0"/>
          <w:noProof/>
          <w:color w:val="000000" w:themeColor="text1"/>
          <w:sz w:val="22"/>
          <w:szCs w:val="22"/>
        </w:rPr>
      </w:pPr>
    </w:p>
    <w:p w14:paraId="3E010AFB" w14:textId="101D8327" w:rsidR="0009541C" w:rsidRDefault="666EA1FB" w:rsidP="19574B98">
      <w:pPr>
        <w:pStyle w:val="Kommentaaritek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>Eelnõu ei ole seotud muu menetluses oleva eelnõuga</w:t>
      </w:r>
      <w:r w:rsidR="0FAEFDD6" w:rsidRPr="53877DD5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5FD3144B" w14:textId="573D16A7" w:rsidR="0009541C" w:rsidRDefault="0009541C" w:rsidP="19574B98">
      <w:pPr>
        <w:pStyle w:val="Kommentaaritek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A02F66E" w14:textId="6B8417CA" w:rsidR="000103FD" w:rsidRDefault="0FAEFDD6" w:rsidP="53877DD5">
      <w:pPr>
        <w:pStyle w:val="Kommentaaritekst"/>
        <w:jc w:val="both"/>
        <w:rPr>
          <w:rFonts w:ascii="Arial" w:eastAsia="Arial" w:hAnsi="Arial" w:cs="Arial"/>
          <w:sz w:val="22"/>
          <w:szCs w:val="22"/>
        </w:rPr>
      </w:pPr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>Eelnõu on seotud</w:t>
      </w:r>
      <w:r w:rsidR="666EA1FB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isikuandmete töötlemisega isikuandmete kaitse </w:t>
      </w:r>
      <w:proofErr w:type="spellStart"/>
      <w:r w:rsidR="666EA1FB" w:rsidRPr="53877DD5">
        <w:rPr>
          <w:rFonts w:ascii="Arial" w:eastAsia="Arial" w:hAnsi="Arial" w:cs="Arial"/>
          <w:color w:val="000000" w:themeColor="text1"/>
          <w:sz w:val="22"/>
          <w:szCs w:val="22"/>
        </w:rPr>
        <w:t>üldmääruse</w:t>
      </w:r>
      <w:proofErr w:type="spellEnd"/>
      <w:r w:rsidR="666EA1FB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tähenduses</w:t>
      </w:r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, kuid arvestades, et täiendavaid </w:t>
      </w:r>
      <w:r w:rsidR="7C1070AA" w:rsidRPr="53877DD5">
        <w:rPr>
          <w:rFonts w:ascii="Arial" w:eastAsia="Arial" w:hAnsi="Arial" w:cs="Arial"/>
          <w:color w:val="000000" w:themeColor="text1"/>
          <w:sz w:val="22"/>
          <w:szCs w:val="22"/>
        </w:rPr>
        <w:t>isiku</w:t>
      </w:r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>andmeid</w:t>
      </w:r>
      <w:r w:rsidR="7C1070AA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151120A7" w:rsidRPr="53877DD5">
        <w:rPr>
          <w:rFonts w:ascii="Arial" w:eastAsia="Arial" w:hAnsi="Arial" w:cs="Arial"/>
          <w:color w:val="000000" w:themeColor="text1"/>
          <w:sz w:val="22"/>
          <w:szCs w:val="22"/>
        </w:rPr>
        <w:t>eelnõu</w:t>
      </w:r>
      <w:r w:rsidR="00CC64FC">
        <w:rPr>
          <w:rFonts w:ascii="Arial" w:eastAsia="Arial" w:hAnsi="Arial" w:cs="Arial"/>
          <w:color w:val="000000" w:themeColor="text1"/>
          <w:sz w:val="22"/>
          <w:szCs w:val="22"/>
        </w:rPr>
        <w:t>s</w:t>
      </w:r>
      <w:r w:rsidR="151120A7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muudatuste</w:t>
      </w:r>
      <w:r w:rsidR="00DB1677">
        <w:rPr>
          <w:rFonts w:ascii="Arial" w:eastAsia="Arial" w:hAnsi="Arial" w:cs="Arial"/>
          <w:color w:val="000000" w:themeColor="text1"/>
          <w:sz w:val="22"/>
          <w:szCs w:val="22"/>
        </w:rPr>
        <w:t xml:space="preserve"> tegemise</w:t>
      </w:r>
      <w:r w:rsidR="151120A7" w:rsidRPr="53877DD5">
        <w:rPr>
          <w:rFonts w:ascii="Arial" w:eastAsia="Arial" w:hAnsi="Arial" w:cs="Arial"/>
          <w:color w:val="000000" w:themeColor="text1"/>
          <w:sz w:val="22"/>
          <w:szCs w:val="22"/>
        </w:rPr>
        <w:t>ga e</w:t>
      </w:r>
      <w:r w:rsidR="7C1070AA" w:rsidRPr="53877DD5">
        <w:rPr>
          <w:rFonts w:ascii="Arial" w:eastAsia="Arial" w:hAnsi="Arial" w:cs="Arial"/>
          <w:color w:val="000000" w:themeColor="text1"/>
          <w:sz w:val="22"/>
          <w:szCs w:val="22"/>
        </w:rPr>
        <w:t>i koguta ega töödelda</w:t>
      </w:r>
      <w:r w:rsidR="00DB1677">
        <w:rPr>
          <w:rFonts w:ascii="Arial" w:eastAsia="Arial" w:hAnsi="Arial" w:cs="Arial"/>
          <w:color w:val="000000" w:themeColor="text1"/>
          <w:sz w:val="22"/>
          <w:szCs w:val="22"/>
        </w:rPr>
        <w:t xml:space="preserve"> ja</w:t>
      </w:r>
      <w:r w:rsidR="7C1070AA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36AC8963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muudatused puudutavad </w:t>
      </w:r>
      <w:r w:rsidR="00620279">
        <w:rPr>
          <w:rFonts w:ascii="Arial" w:eastAsia="Arial" w:hAnsi="Arial" w:cs="Arial"/>
          <w:color w:val="000000" w:themeColor="text1"/>
          <w:sz w:val="22"/>
          <w:szCs w:val="22"/>
        </w:rPr>
        <w:t xml:space="preserve">taotlejate ringi </w:t>
      </w:r>
      <w:r w:rsidR="00BA50FE">
        <w:rPr>
          <w:rFonts w:ascii="Arial" w:eastAsia="Arial" w:hAnsi="Arial" w:cs="Arial"/>
          <w:color w:val="000000" w:themeColor="text1"/>
          <w:sz w:val="22"/>
          <w:szCs w:val="22"/>
        </w:rPr>
        <w:t>erisusi</w:t>
      </w:r>
      <w:r w:rsidR="36AC8963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, </w:t>
      </w:r>
      <w:r w:rsidR="00DB1677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puudub </w:t>
      </w:r>
      <w:r w:rsidR="7C1070AA" w:rsidRPr="53877DD5">
        <w:rPr>
          <w:rFonts w:ascii="Arial" w:eastAsia="Arial" w:hAnsi="Arial" w:cs="Arial"/>
          <w:color w:val="000000" w:themeColor="text1"/>
          <w:sz w:val="22"/>
          <w:szCs w:val="22"/>
        </w:rPr>
        <w:t>eelnõul mõju isikuandmete kaitse</w:t>
      </w:r>
      <w:r w:rsidR="00DB1677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2A7C1508" w:rsidRPr="53877DD5">
        <w:rPr>
          <w:rFonts w:ascii="Arial" w:eastAsia="Arial" w:hAnsi="Arial" w:cs="Arial"/>
          <w:color w:val="000000" w:themeColor="text1"/>
          <w:sz w:val="22"/>
          <w:szCs w:val="22"/>
        </w:rPr>
        <w:t>eesmärkidele</w:t>
      </w:r>
      <w:r w:rsidR="666EA1FB" w:rsidRPr="53877DD5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7D1D5F99" w14:textId="77777777" w:rsidR="000103FD" w:rsidRDefault="000103FD" w:rsidP="53877DD5">
      <w:pPr>
        <w:pStyle w:val="Kommentaaritekst"/>
        <w:jc w:val="both"/>
        <w:rPr>
          <w:rFonts w:ascii="Arial" w:eastAsia="Arial" w:hAnsi="Arial" w:cs="Arial"/>
          <w:sz w:val="22"/>
          <w:szCs w:val="22"/>
        </w:rPr>
      </w:pPr>
    </w:p>
    <w:p w14:paraId="29F2A229" w14:textId="34774C54" w:rsidR="19574B98" w:rsidRDefault="11BADB53" w:rsidP="53877DD5">
      <w:pPr>
        <w:pStyle w:val="Kommentaaritekst"/>
        <w:jc w:val="both"/>
        <w:rPr>
          <w:rFonts w:ascii="Arial" w:eastAsia="Arial" w:hAnsi="Arial" w:cs="Arial"/>
          <w:sz w:val="22"/>
          <w:szCs w:val="22"/>
        </w:rPr>
      </w:pPr>
      <w:r w:rsidRPr="53877DD5">
        <w:rPr>
          <w:rFonts w:ascii="Arial" w:eastAsia="Arial" w:hAnsi="Arial" w:cs="Arial"/>
          <w:sz w:val="22"/>
          <w:szCs w:val="22"/>
        </w:rPr>
        <w:t>Eelnõuga ei kaasne mõju halduskoormusele</w:t>
      </w:r>
      <w:r w:rsidR="00F96950">
        <w:rPr>
          <w:rFonts w:ascii="Arial" w:eastAsia="Arial" w:hAnsi="Arial" w:cs="Arial"/>
          <w:sz w:val="22"/>
          <w:szCs w:val="22"/>
        </w:rPr>
        <w:t>, sest m</w:t>
      </w:r>
      <w:r w:rsidR="3F68413C" w:rsidRPr="53877DD5">
        <w:rPr>
          <w:rFonts w:ascii="Arial" w:eastAsia="Arial" w:hAnsi="Arial" w:cs="Arial"/>
          <w:sz w:val="22"/>
          <w:szCs w:val="22"/>
        </w:rPr>
        <w:t>uudatus</w:t>
      </w:r>
      <w:r w:rsidR="000C71DB">
        <w:rPr>
          <w:rFonts w:ascii="Arial" w:eastAsia="Arial" w:hAnsi="Arial" w:cs="Arial"/>
          <w:sz w:val="22"/>
          <w:szCs w:val="22"/>
        </w:rPr>
        <w:t>tega laiendatakse taotlejate (mitte toetuse saajate) ringi</w:t>
      </w:r>
      <w:r w:rsidR="00DB1677">
        <w:rPr>
          <w:rFonts w:ascii="Arial" w:eastAsia="Arial" w:hAnsi="Arial" w:cs="Arial"/>
          <w:sz w:val="22"/>
          <w:szCs w:val="22"/>
        </w:rPr>
        <w:t>,</w:t>
      </w:r>
      <w:r w:rsidR="3F68413C" w:rsidRPr="53877DD5">
        <w:rPr>
          <w:rFonts w:ascii="Arial" w:eastAsia="Arial" w:hAnsi="Arial" w:cs="Arial"/>
          <w:sz w:val="22"/>
          <w:szCs w:val="22"/>
        </w:rPr>
        <w:t xml:space="preserve"> arvesta</w:t>
      </w:r>
      <w:r w:rsidR="000C71DB">
        <w:rPr>
          <w:rFonts w:ascii="Arial" w:eastAsia="Arial" w:hAnsi="Arial" w:cs="Arial"/>
          <w:sz w:val="22"/>
          <w:szCs w:val="22"/>
        </w:rPr>
        <w:t>des</w:t>
      </w:r>
      <w:r w:rsidR="3F68413C" w:rsidRPr="53877DD5">
        <w:rPr>
          <w:rFonts w:ascii="Arial" w:eastAsia="Arial" w:hAnsi="Arial" w:cs="Arial"/>
          <w:sz w:val="22"/>
          <w:szCs w:val="22"/>
        </w:rPr>
        <w:t xml:space="preserve"> piirkondlikke eripärasid.</w:t>
      </w:r>
    </w:p>
    <w:p w14:paraId="2298F605" w14:textId="597C14B7" w:rsidR="53877DD5" w:rsidRDefault="53877DD5" w:rsidP="53877DD5">
      <w:pPr>
        <w:pStyle w:val="Kommentaaritekst"/>
        <w:jc w:val="both"/>
        <w:rPr>
          <w:rFonts w:ascii="Arial" w:eastAsia="Arial" w:hAnsi="Arial" w:cs="Arial"/>
          <w:sz w:val="22"/>
          <w:szCs w:val="22"/>
        </w:rPr>
      </w:pPr>
    </w:p>
    <w:p w14:paraId="39A01638" w14:textId="77777777" w:rsidR="00FC63AF" w:rsidRPr="00210E42" w:rsidRDefault="00FC63AF" w:rsidP="00FC63AF">
      <w:pPr>
        <w:jc w:val="both"/>
        <w:rPr>
          <w:rFonts w:ascii="Arial" w:hAnsi="Arial" w:cs="Arial"/>
          <w:bCs/>
          <w:sz w:val="22"/>
          <w:szCs w:val="22"/>
          <w:lang w:eastAsia="et-EE"/>
        </w:rPr>
        <w:sectPr w:rsidR="00FC63AF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titlePg/>
          <w:docGrid w:linePitch="360"/>
        </w:sectPr>
      </w:pPr>
    </w:p>
    <w:p w14:paraId="4D81477F" w14:textId="60242D99" w:rsidR="00FC63AF" w:rsidRPr="00210E42" w:rsidRDefault="00B428D5" w:rsidP="00FC63AF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3E8E1181">
        <w:rPr>
          <w:rFonts w:ascii="Arial" w:hAnsi="Arial" w:cs="Arial"/>
          <w:b/>
          <w:bCs/>
          <w:sz w:val="22"/>
          <w:szCs w:val="22"/>
          <w:lang w:eastAsia="et-EE"/>
        </w:rPr>
        <w:t>2</w:t>
      </w:r>
      <w:r w:rsidR="00FC63AF" w:rsidRPr="66F654CE">
        <w:rPr>
          <w:rFonts w:ascii="Arial" w:hAnsi="Arial" w:cs="Arial"/>
          <w:b/>
          <w:bCs/>
          <w:sz w:val="22"/>
          <w:szCs w:val="22"/>
          <w:lang w:eastAsia="et-EE"/>
        </w:rPr>
        <w:t xml:space="preserve">. </w:t>
      </w:r>
      <w:r w:rsidR="7442E487" w:rsidRPr="66F654CE">
        <w:rPr>
          <w:rFonts w:ascii="Arial" w:hAnsi="Arial" w:cs="Arial"/>
          <w:b/>
          <w:bCs/>
          <w:sz w:val="22"/>
          <w:szCs w:val="22"/>
        </w:rPr>
        <w:t>Eelnõu</w:t>
      </w:r>
      <w:r w:rsidR="006836C6" w:rsidRPr="66F654CE">
        <w:rPr>
          <w:rFonts w:ascii="Arial" w:hAnsi="Arial" w:cs="Arial"/>
          <w:sz w:val="22"/>
          <w:szCs w:val="22"/>
        </w:rPr>
        <w:t xml:space="preserve"> </w:t>
      </w:r>
      <w:r w:rsidR="00FC63AF" w:rsidRPr="66F654CE">
        <w:rPr>
          <w:rFonts w:ascii="Arial" w:hAnsi="Arial" w:cs="Arial"/>
          <w:b/>
          <w:bCs/>
          <w:sz w:val="22"/>
          <w:szCs w:val="22"/>
          <w:lang w:eastAsia="et-EE"/>
        </w:rPr>
        <w:t>sisu ja võrdlev analüüs</w:t>
      </w:r>
    </w:p>
    <w:p w14:paraId="73A0B537" w14:textId="77777777" w:rsidR="00FC63AF" w:rsidRPr="00210E42" w:rsidRDefault="00FC63AF" w:rsidP="00FC63AF">
      <w:pPr>
        <w:jc w:val="both"/>
        <w:rPr>
          <w:rFonts w:ascii="Arial" w:hAnsi="Arial" w:cs="Arial"/>
          <w:bCs/>
          <w:sz w:val="22"/>
          <w:szCs w:val="22"/>
          <w:lang w:eastAsia="et-EE"/>
        </w:rPr>
      </w:pPr>
    </w:p>
    <w:p w14:paraId="5043D11C" w14:textId="6E1C5C60" w:rsidR="004E010B" w:rsidRDefault="2CD31AAE" w:rsidP="5BA279B1">
      <w:pPr>
        <w:jc w:val="both"/>
        <w:rPr>
          <w:rFonts w:ascii="Arial" w:hAnsi="Arial" w:cs="Arial"/>
          <w:sz w:val="22"/>
          <w:szCs w:val="22"/>
          <w:lang w:eastAsia="et-EE"/>
        </w:rPr>
      </w:pPr>
      <w:r w:rsidRPr="53877DD5">
        <w:rPr>
          <w:rFonts w:ascii="Arial" w:hAnsi="Arial" w:cs="Arial"/>
          <w:sz w:val="22"/>
          <w:szCs w:val="22"/>
          <w:lang w:eastAsia="et-EE"/>
        </w:rPr>
        <w:t xml:space="preserve">Eelnõus on </w:t>
      </w:r>
      <w:r w:rsidR="00DB1677">
        <w:rPr>
          <w:rFonts w:ascii="Arial" w:hAnsi="Arial" w:cs="Arial"/>
          <w:sz w:val="22"/>
          <w:szCs w:val="22"/>
          <w:lang w:eastAsia="et-EE"/>
        </w:rPr>
        <w:t>neli</w:t>
      </w:r>
      <w:r w:rsidRPr="53877DD5">
        <w:rPr>
          <w:rFonts w:ascii="Arial" w:hAnsi="Arial" w:cs="Arial"/>
          <w:sz w:val="22"/>
          <w:szCs w:val="22"/>
          <w:lang w:eastAsia="et-EE"/>
        </w:rPr>
        <w:t xml:space="preserve"> muudatuspunkt</w:t>
      </w:r>
      <w:r w:rsidR="41B2B2A2" w:rsidRPr="53877DD5">
        <w:rPr>
          <w:rFonts w:ascii="Arial" w:hAnsi="Arial" w:cs="Arial"/>
          <w:sz w:val="22"/>
          <w:szCs w:val="22"/>
          <w:lang w:eastAsia="et-EE"/>
        </w:rPr>
        <w:t>i</w:t>
      </w:r>
      <w:r w:rsidRPr="53877DD5">
        <w:rPr>
          <w:rFonts w:ascii="Arial" w:hAnsi="Arial" w:cs="Arial"/>
          <w:sz w:val="22"/>
          <w:szCs w:val="22"/>
          <w:lang w:eastAsia="et-EE"/>
        </w:rPr>
        <w:t>.</w:t>
      </w:r>
    </w:p>
    <w:p w14:paraId="6E9D19FC" w14:textId="3240FC2F" w:rsidR="5BA279B1" w:rsidRDefault="5BA279B1" w:rsidP="5BA279B1">
      <w:pPr>
        <w:jc w:val="both"/>
        <w:rPr>
          <w:rFonts w:ascii="Arial" w:hAnsi="Arial" w:cs="Arial"/>
          <w:sz w:val="22"/>
          <w:szCs w:val="22"/>
          <w:lang w:eastAsia="et-EE"/>
        </w:rPr>
      </w:pPr>
    </w:p>
    <w:p w14:paraId="7754F643" w14:textId="1A62E9BE" w:rsidR="00FC63AF" w:rsidRPr="00210E42" w:rsidDel="00BE5965" w:rsidRDefault="00FC63AF" w:rsidP="00FC63AF">
      <w:pPr>
        <w:jc w:val="both"/>
        <w:rPr>
          <w:rFonts w:ascii="Arial" w:hAnsi="Arial" w:cs="Arial"/>
          <w:bCs/>
          <w:sz w:val="22"/>
          <w:szCs w:val="22"/>
          <w:lang w:eastAsia="et-EE"/>
        </w:rPr>
        <w:sectPr w:rsidR="00FC63AF" w:rsidRPr="00210E42" w:rsidDel="00BE5965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titlePg/>
          <w:docGrid w:linePitch="360"/>
        </w:sectPr>
      </w:pPr>
    </w:p>
    <w:p w14:paraId="4597687C" w14:textId="52D6B032" w:rsidR="77A8DD41" w:rsidRPr="000E15C2" w:rsidRDefault="2B406725" w:rsidP="53877DD5">
      <w:pPr>
        <w:contextualSpacing/>
        <w:jc w:val="both"/>
        <w:rPr>
          <w:rFonts w:ascii="Arial" w:eastAsia="Arial" w:hAnsi="Arial" w:cs="Arial"/>
          <w:sz w:val="22"/>
          <w:szCs w:val="22"/>
        </w:rPr>
      </w:pPr>
      <w:r w:rsidRPr="53877DD5">
        <w:rPr>
          <w:rFonts w:ascii="Arial" w:eastAsia="Arial" w:hAnsi="Arial" w:cs="Arial"/>
          <w:b/>
          <w:bCs/>
          <w:sz w:val="22"/>
          <w:szCs w:val="22"/>
        </w:rPr>
        <w:t>Punktiga</w:t>
      </w:r>
      <w:r w:rsidR="450F5F13" w:rsidRPr="53877DD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288743EA" w:rsidRPr="53877DD5">
        <w:rPr>
          <w:rFonts w:ascii="Arial" w:eastAsia="Arial" w:hAnsi="Arial" w:cs="Arial"/>
          <w:b/>
          <w:bCs/>
          <w:sz w:val="22"/>
          <w:szCs w:val="22"/>
        </w:rPr>
        <w:t>1</w:t>
      </w:r>
      <w:r w:rsidR="7F4AB735" w:rsidRPr="53877DD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2A73FC02" w:rsidRPr="53877DD5">
        <w:rPr>
          <w:rFonts w:ascii="Arial" w:eastAsia="Arial" w:hAnsi="Arial" w:cs="Arial"/>
          <w:sz w:val="22"/>
          <w:szCs w:val="22"/>
        </w:rPr>
        <w:t>lisa</w:t>
      </w:r>
      <w:r w:rsidR="4C1F38F9" w:rsidRPr="53877DD5">
        <w:rPr>
          <w:rFonts w:ascii="Arial" w:eastAsia="Arial" w:hAnsi="Arial" w:cs="Arial"/>
          <w:sz w:val="22"/>
          <w:szCs w:val="22"/>
        </w:rPr>
        <w:t>takse</w:t>
      </w:r>
      <w:r w:rsidR="2A73FC02" w:rsidRPr="53877DD5">
        <w:rPr>
          <w:rFonts w:ascii="Arial" w:eastAsia="Arial" w:hAnsi="Arial" w:cs="Arial"/>
          <w:sz w:val="22"/>
          <w:szCs w:val="22"/>
        </w:rPr>
        <w:t xml:space="preserve"> </w:t>
      </w:r>
      <w:r w:rsidR="00DB1677">
        <w:rPr>
          <w:rFonts w:ascii="Arial" w:eastAsia="Arial" w:hAnsi="Arial" w:cs="Arial"/>
          <w:sz w:val="22"/>
          <w:szCs w:val="22"/>
        </w:rPr>
        <w:t xml:space="preserve">määruse </w:t>
      </w:r>
      <w:r w:rsidR="3D128D1B" w:rsidRPr="53877DD5">
        <w:rPr>
          <w:rFonts w:ascii="Arial" w:eastAsia="Arial" w:hAnsi="Arial" w:cs="Arial"/>
          <w:sz w:val="22"/>
          <w:szCs w:val="22"/>
        </w:rPr>
        <w:t xml:space="preserve">§ </w:t>
      </w:r>
      <w:r w:rsidR="291E3C17" w:rsidRPr="53877DD5">
        <w:rPr>
          <w:rFonts w:ascii="Arial" w:eastAsia="Arial" w:hAnsi="Arial" w:cs="Arial"/>
          <w:sz w:val="22"/>
          <w:szCs w:val="22"/>
        </w:rPr>
        <w:t>9 lõi</w:t>
      </w:r>
      <w:r w:rsidR="5178F5C9" w:rsidRPr="53877DD5">
        <w:rPr>
          <w:rFonts w:ascii="Arial" w:eastAsia="Arial" w:hAnsi="Arial" w:cs="Arial"/>
          <w:sz w:val="22"/>
          <w:szCs w:val="22"/>
        </w:rPr>
        <w:t>kesse</w:t>
      </w:r>
      <w:r w:rsidR="291E3C17" w:rsidRPr="53877DD5">
        <w:rPr>
          <w:rFonts w:ascii="Arial" w:eastAsia="Arial" w:hAnsi="Arial" w:cs="Arial"/>
          <w:sz w:val="22"/>
          <w:szCs w:val="22"/>
        </w:rPr>
        <w:t xml:space="preserve"> 2 </w:t>
      </w:r>
      <w:r w:rsidR="7DCB2067" w:rsidRPr="53877DD5">
        <w:rPr>
          <w:rFonts w:ascii="Arial" w:eastAsia="Arial" w:hAnsi="Arial" w:cs="Arial"/>
          <w:sz w:val="22"/>
          <w:szCs w:val="22"/>
        </w:rPr>
        <w:t>punkt</w:t>
      </w:r>
      <w:r w:rsidR="23AD4A4B" w:rsidRPr="53877DD5">
        <w:rPr>
          <w:rFonts w:ascii="Arial" w:eastAsia="Arial" w:hAnsi="Arial" w:cs="Arial"/>
          <w:sz w:val="22"/>
          <w:szCs w:val="22"/>
        </w:rPr>
        <w:t xml:space="preserve"> </w:t>
      </w:r>
      <w:r w:rsidR="288743EA" w:rsidRPr="53877DD5">
        <w:rPr>
          <w:rFonts w:ascii="Arial" w:eastAsia="Arial" w:hAnsi="Arial" w:cs="Arial"/>
          <w:sz w:val="22"/>
          <w:szCs w:val="22"/>
        </w:rPr>
        <w:t>7</w:t>
      </w:r>
      <w:r w:rsidR="3D3688C7" w:rsidRPr="53877DD5">
        <w:rPr>
          <w:rFonts w:ascii="Arial" w:eastAsia="Arial" w:hAnsi="Arial" w:cs="Arial"/>
          <w:sz w:val="22"/>
          <w:szCs w:val="22"/>
        </w:rPr>
        <w:t>, mille kohaselt võib</w:t>
      </w:r>
      <w:r w:rsidR="291E3C17" w:rsidRPr="53877DD5">
        <w:rPr>
          <w:rFonts w:ascii="Arial" w:eastAsia="Arial" w:hAnsi="Arial" w:cs="Arial"/>
          <w:sz w:val="22"/>
          <w:szCs w:val="22"/>
        </w:rPr>
        <w:t xml:space="preserve"> </w:t>
      </w:r>
      <w:r w:rsidR="348F1439" w:rsidRPr="53877DD5">
        <w:rPr>
          <w:rFonts w:ascii="Arial" w:eastAsia="Arial" w:hAnsi="Arial" w:cs="Arial"/>
          <w:sz w:val="22"/>
          <w:szCs w:val="22"/>
        </w:rPr>
        <w:t xml:space="preserve">taotlejaks olla </w:t>
      </w:r>
      <w:r w:rsidR="1729C323" w:rsidRPr="53877DD5">
        <w:rPr>
          <w:rFonts w:ascii="Arial" w:eastAsia="Arial" w:hAnsi="Arial" w:cs="Arial"/>
          <w:sz w:val="22"/>
          <w:szCs w:val="22"/>
        </w:rPr>
        <w:t>t</w:t>
      </w:r>
      <w:r w:rsidR="0888411A" w:rsidRPr="53877DD5">
        <w:rPr>
          <w:rFonts w:ascii="Arial" w:eastAsia="Arial" w:hAnsi="Arial" w:cs="Arial"/>
          <w:sz w:val="22"/>
          <w:szCs w:val="22"/>
        </w:rPr>
        <w:t xml:space="preserve">ervishoiuteenuste korraldamise seaduse </w:t>
      </w:r>
      <w:r w:rsidR="288743EA" w:rsidRPr="00DB1677">
        <w:rPr>
          <w:rFonts w:ascii="Arial" w:eastAsia="Arial" w:hAnsi="Arial" w:cs="Arial"/>
          <w:sz w:val="22"/>
          <w:szCs w:val="22"/>
        </w:rPr>
        <w:t>§ 25</w:t>
      </w:r>
      <w:r w:rsidR="288743EA" w:rsidRPr="00DB167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="288743EA" w:rsidRPr="00DB1677">
        <w:rPr>
          <w:rFonts w:ascii="Arial" w:eastAsia="Arial" w:hAnsi="Arial" w:cs="Arial"/>
          <w:sz w:val="22"/>
          <w:szCs w:val="22"/>
        </w:rPr>
        <w:t xml:space="preserve"> </w:t>
      </w:r>
      <w:r w:rsidR="00DB1677" w:rsidRPr="00DB1677">
        <w:rPr>
          <w:rFonts w:ascii="Arial" w:eastAsia="Arial" w:hAnsi="Arial" w:cs="Arial"/>
          <w:sz w:val="22"/>
          <w:szCs w:val="22"/>
        </w:rPr>
        <w:t>tähenduses</w:t>
      </w:r>
      <w:r w:rsidR="288743EA" w:rsidRPr="53877DD5">
        <w:rPr>
          <w:rFonts w:ascii="Arial" w:eastAsia="Arial" w:hAnsi="Arial" w:cs="Arial"/>
          <w:sz w:val="22"/>
          <w:szCs w:val="22"/>
        </w:rPr>
        <w:t xml:space="preserve"> </w:t>
      </w:r>
      <w:r w:rsidR="1A62ABB6" w:rsidRPr="53877DD5">
        <w:rPr>
          <w:rFonts w:ascii="Arial" w:eastAsia="Arial" w:hAnsi="Arial" w:cs="Arial"/>
          <w:sz w:val="22"/>
          <w:szCs w:val="22"/>
        </w:rPr>
        <w:t>õendushaigla</w:t>
      </w:r>
      <w:r w:rsidR="3F1CB85D" w:rsidRPr="53877DD5">
        <w:rPr>
          <w:rFonts w:ascii="Arial" w:eastAsia="Arial" w:hAnsi="Arial" w:cs="Arial"/>
          <w:sz w:val="22"/>
          <w:szCs w:val="22"/>
        </w:rPr>
        <w:t xml:space="preserve">, mis paikneb </w:t>
      </w:r>
      <w:r w:rsidR="00DB1677">
        <w:rPr>
          <w:rFonts w:ascii="Arial" w:eastAsia="Arial" w:hAnsi="Arial" w:cs="Arial"/>
          <w:sz w:val="22"/>
          <w:szCs w:val="22"/>
        </w:rPr>
        <w:t>nimetatud</w:t>
      </w:r>
      <w:r w:rsidR="3F1CB85D" w:rsidRPr="53877DD5">
        <w:rPr>
          <w:rFonts w:ascii="Arial" w:eastAsia="Arial" w:hAnsi="Arial" w:cs="Arial"/>
          <w:sz w:val="22"/>
          <w:szCs w:val="22"/>
        </w:rPr>
        <w:t xml:space="preserve"> piirkonnas</w:t>
      </w:r>
      <w:r w:rsidR="000C71DB">
        <w:rPr>
          <w:rFonts w:ascii="Arial" w:eastAsia="Arial" w:hAnsi="Arial" w:cs="Arial"/>
          <w:sz w:val="22"/>
          <w:szCs w:val="22"/>
        </w:rPr>
        <w:t>.</w:t>
      </w:r>
      <w:r w:rsidR="1A62ABB6" w:rsidRPr="53877DD5">
        <w:rPr>
          <w:rFonts w:ascii="Arial" w:eastAsia="Arial" w:hAnsi="Arial" w:cs="Arial"/>
          <w:sz w:val="22"/>
          <w:szCs w:val="22"/>
        </w:rPr>
        <w:t xml:space="preserve"> Muudatus on oluline seetõttu, et õendushaiglad on esmatasandil olulised teenuseosutajad, kes suhtlevad igapäevase teenuseosutamise käigus tihedalt nii kohalike omavalitsuste</w:t>
      </w:r>
      <w:r w:rsidR="000C71DB">
        <w:rPr>
          <w:rFonts w:ascii="Arial" w:eastAsia="Arial" w:hAnsi="Arial" w:cs="Arial"/>
          <w:sz w:val="22"/>
          <w:szCs w:val="22"/>
        </w:rPr>
        <w:t xml:space="preserve"> (</w:t>
      </w:r>
      <w:r w:rsidR="00DB1677">
        <w:rPr>
          <w:rFonts w:ascii="Arial" w:eastAsia="Arial" w:hAnsi="Arial" w:cs="Arial"/>
          <w:sz w:val="22"/>
          <w:szCs w:val="22"/>
        </w:rPr>
        <w:t xml:space="preserve">edaspidi </w:t>
      </w:r>
      <w:r w:rsidR="000C71DB">
        <w:rPr>
          <w:rFonts w:ascii="Arial" w:eastAsia="Arial" w:hAnsi="Arial" w:cs="Arial"/>
          <w:sz w:val="22"/>
          <w:szCs w:val="22"/>
        </w:rPr>
        <w:t>KOV)</w:t>
      </w:r>
      <w:r w:rsidR="1A62ABB6" w:rsidRPr="53877DD5">
        <w:rPr>
          <w:rFonts w:ascii="Arial" w:eastAsia="Arial" w:hAnsi="Arial" w:cs="Arial"/>
          <w:sz w:val="22"/>
          <w:szCs w:val="22"/>
        </w:rPr>
        <w:t xml:space="preserve"> kui ka perearstikeskustega ja neil on</w:t>
      </w:r>
      <w:r w:rsidR="73175A9F" w:rsidRPr="53877DD5">
        <w:rPr>
          <w:rFonts w:ascii="Arial" w:eastAsia="Arial" w:hAnsi="Arial" w:cs="Arial"/>
          <w:sz w:val="22"/>
          <w:szCs w:val="22"/>
        </w:rPr>
        <w:t xml:space="preserve"> suhtlusvõrgustiku olemasolu tõttu</w:t>
      </w:r>
      <w:r w:rsidR="1A62ABB6" w:rsidRPr="53877DD5">
        <w:rPr>
          <w:rFonts w:ascii="Arial" w:eastAsia="Arial" w:hAnsi="Arial" w:cs="Arial"/>
          <w:sz w:val="22"/>
          <w:szCs w:val="22"/>
        </w:rPr>
        <w:t xml:space="preserve"> lihtsam olulisi osapooli koostööle koondada. Õendushaigla on ka koht, kus integratsiooni sihtrühma on lihtne märgata ja valdkonnaülesesse teenus</w:t>
      </w:r>
      <w:r w:rsidR="00FD16CE">
        <w:rPr>
          <w:rFonts w:ascii="Arial" w:eastAsia="Arial" w:hAnsi="Arial" w:cs="Arial"/>
          <w:sz w:val="22"/>
          <w:szCs w:val="22"/>
        </w:rPr>
        <w:t>e</w:t>
      </w:r>
      <w:r w:rsidR="1A62ABB6" w:rsidRPr="53877DD5">
        <w:rPr>
          <w:rFonts w:ascii="Arial" w:eastAsia="Arial" w:hAnsi="Arial" w:cs="Arial"/>
          <w:sz w:val="22"/>
          <w:szCs w:val="22"/>
        </w:rPr>
        <w:t>koordinatsiooni kaasata.</w:t>
      </w:r>
    </w:p>
    <w:p w14:paraId="775A51DB" w14:textId="7F0699E3" w:rsidR="367B7E96" w:rsidRDefault="367B7E96" w:rsidP="367B7E96">
      <w:pPr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07D3F17C" w14:textId="1605B7C0" w:rsidR="1EA5EA7B" w:rsidRDefault="2E8E7288" w:rsidP="367B7E96">
      <w:pPr>
        <w:contextualSpacing/>
        <w:jc w:val="both"/>
        <w:rPr>
          <w:rFonts w:ascii="Arial" w:eastAsia="Arial" w:hAnsi="Arial" w:cs="Arial"/>
          <w:sz w:val="22"/>
          <w:szCs w:val="22"/>
        </w:rPr>
      </w:pPr>
      <w:r w:rsidRPr="53877DD5">
        <w:rPr>
          <w:rFonts w:ascii="Arial" w:eastAsia="Arial" w:hAnsi="Arial" w:cs="Arial"/>
          <w:b/>
          <w:bCs/>
          <w:sz w:val="22"/>
          <w:szCs w:val="22"/>
        </w:rPr>
        <w:lastRenderedPageBreak/>
        <w:t>Punktiga 2</w:t>
      </w:r>
      <w:r w:rsidR="5B920622" w:rsidRPr="53877DD5">
        <w:rPr>
          <w:rFonts w:ascii="Arial" w:eastAsia="Arial" w:hAnsi="Arial" w:cs="Arial"/>
          <w:sz w:val="22"/>
          <w:szCs w:val="22"/>
        </w:rPr>
        <w:t xml:space="preserve"> lisatakse </w:t>
      </w:r>
      <w:r w:rsidR="00FD16CE">
        <w:rPr>
          <w:rFonts w:ascii="Arial" w:eastAsia="Arial" w:hAnsi="Arial" w:cs="Arial"/>
          <w:sz w:val="22"/>
          <w:szCs w:val="22"/>
        </w:rPr>
        <w:t>määruse</w:t>
      </w:r>
      <w:r w:rsidR="00FD16CE" w:rsidRPr="53877DD5">
        <w:rPr>
          <w:rFonts w:ascii="Arial" w:eastAsia="Arial" w:hAnsi="Arial" w:cs="Arial"/>
          <w:sz w:val="22"/>
          <w:szCs w:val="22"/>
        </w:rPr>
        <w:t xml:space="preserve"> </w:t>
      </w:r>
      <w:r w:rsidR="5B920622" w:rsidRPr="53877DD5">
        <w:rPr>
          <w:rFonts w:ascii="Arial" w:eastAsia="Arial" w:hAnsi="Arial" w:cs="Arial"/>
          <w:sz w:val="22"/>
          <w:szCs w:val="22"/>
        </w:rPr>
        <w:t xml:space="preserve">§ 9 lõikesse 4 punkt </w:t>
      </w:r>
      <w:r w:rsidR="0076516F">
        <w:rPr>
          <w:rFonts w:ascii="Arial" w:eastAsia="Arial" w:hAnsi="Arial" w:cs="Arial"/>
          <w:sz w:val="22"/>
          <w:szCs w:val="22"/>
        </w:rPr>
        <w:t>3</w:t>
      </w:r>
      <w:r w:rsidR="493AE3AE" w:rsidRPr="53877DD5">
        <w:rPr>
          <w:rFonts w:ascii="Arial" w:eastAsia="Arial" w:hAnsi="Arial" w:cs="Arial"/>
          <w:sz w:val="22"/>
          <w:szCs w:val="22"/>
        </w:rPr>
        <w:t>, mille kohaselt peab</w:t>
      </w:r>
      <w:r w:rsidR="5B920622" w:rsidRPr="53877DD5">
        <w:rPr>
          <w:rFonts w:ascii="Arial" w:eastAsia="Arial" w:hAnsi="Arial" w:cs="Arial"/>
          <w:sz w:val="22"/>
          <w:szCs w:val="22"/>
        </w:rPr>
        <w:t xml:space="preserve"> </w:t>
      </w:r>
      <w:r w:rsidR="49F01DF1" w:rsidRPr="53877DD5">
        <w:rPr>
          <w:rFonts w:ascii="Arial" w:eastAsia="Arial" w:hAnsi="Arial" w:cs="Arial"/>
          <w:sz w:val="22"/>
          <w:szCs w:val="22"/>
        </w:rPr>
        <w:t xml:space="preserve">Tartumaa taotleja puhul projekti osapooleks olema Tartu linn või Tartumaa </w:t>
      </w:r>
      <w:proofErr w:type="spellStart"/>
      <w:r w:rsidR="49F01DF1" w:rsidRPr="53877DD5">
        <w:rPr>
          <w:rFonts w:ascii="Arial" w:eastAsia="Arial" w:hAnsi="Arial" w:cs="Arial"/>
          <w:sz w:val="22"/>
          <w:szCs w:val="22"/>
        </w:rPr>
        <w:t>KOVid</w:t>
      </w:r>
      <w:proofErr w:type="spellEnd"/>
      <w:r w:rsidR="49F01DF1" w:rsidRPr="53877DD5">
        <w:rPr>
          <w:rFonts w:ascii="Arial" w:eastAsia="Arial" w:hAnsi="Arial" w:cs="Arial"/>
          <w:sz w:val="22"/>
          <w:szCs w:val="22"/>
        </w:rPr>
        <w:t xml:space="preserve"> ilma Tartu linnata.</w:t>
      </w:r>
      <w:r w:rsidR="3555608A" w:rsidRPr="53877DD5">
        <w:rPr>
          <w:rFonts w:ascii="Arial" w:eastAsia="Arial" w:hAnsi="Arial" w:cs="Arial"/>
          <w:sz w:val="22"/>
          <w:szCs w:val="22"/>
        </w:rPr>
        <w:t xml:space="preserve"> </w:t>
      </w:r>
      <w:r w:rsidR="53E0DFF2" w:rsidRPr="53877DD5">
        <w:rPr>
          <w:rFonts w:ascii="Arial" w:eastAsia="Arial" w:hAnsi="Arial" w:cs="Arial"/>
          <w:sz w:val="22"/>
          <w:szCs w:val="22"/>
        </w:rPr>
        <w:t xml:space="preserve">Tartumaal on koordinatsioonimudelit </w:t>
      </w:r>
      <w:r w:rsidR="00FD16CE">
        <w:rPr>
          <w:rFonts w:ascii="Arial" w:eastAsia="Arial" w:hAnsi="Arial" w:cs="Arial"/>
          <w:sz w:val="22"/>
          <w:szCs w:val="22"/>
        </w:rPr>
        <w:t>ja</w:t>
      </w:r>
      <w:r w:rsidR="53E0DFF2" w:rsidRPr="53877DD5">
        <w:rPr>
          <w:rFonts w:ascii="Arial" w:eastAsia="Arial" w:hAnsi="Arial" w:cs="Arial"/>
          <w:sz w:val="22"/>
          <w:szCs w:val="22"/>
        </w:rPr>
        <w:t xml:space="preserve"> võrgustikutööd arendatud projekti toetusel kahes piirkonnas</w:t>
      </w:r>
      <w:r w:rsidR="00FD16CE">
        <w:rPr>
          <w:rFonts w:ascii="Arial" w:eastAsia="Arial" w:hAnsi="Arial" w:cs="Arial"/>
          <w:sz w:val="22"/>
          <w:szCs w:val="22"/>
        </w:rPr>
        <w:t>:</w:t>
      </w:r>
      <w:r w:rsidR="53E0DFF2" w:rsidRPr="53877DD5">
        <w:rPr>
          <w:rFonts w:ascii="Arial" w:eastAsia="Arial" w:hAnsi="Arial" w:cs="Arial"/>
          <w:sz w:val="22"/>
          <w:szCs w:val="22"/>
        </w:rPr>
        <w:t xml:space="preserve"> Tartu linnas ja maakonna </w:t>
      </w:r>
      <w:proofErr w:type="spellStart"/>
      <w:r w:rsidR="53E0DFF2" w:rsidRPr="53877DD5">
        <w:rPr>
          <w:rFonts w:ascii="Arial" w:eastAsia="Arial" w:hAnsi="Arial" w:cs="Arial"/>
          <w:sz w:val="22"/>
          <w:szCs w:val="22"/>
        </w:rPr>
        <w:t>KOVides</w:t>
      </w:r>
      <w:proofErr w:type="spellEnd"/>
      <w:r w:rsidR="53E0DFF2" w:rsidRPr="53877DD5">
        <w:rPr>
          <w:rFonts w:ascii="Arial" w:eastAsia="Arial" w:hAnsi="Arial" w:cs="Arial"/>
          <w:sz w:val="22"/>
          <w:szCs w:val="22"/>
        </w:rPr>
        <w:t xml:space="preserve"> eraldi. Selleks et projekti tegevustega saaks jätkata </w:t>
      </w:r>
      <w:r w:rsidR="00FD16CE">
        <w:rPr>
          <w:rFonts w:ascii="Arial" w:eastAsia="Arial" w:hAnsi="Arial" w:cs="Arial"/>
          <w:sz w:val="22"/>
          <w:szCs w:val="22"/>
        </w:rPr>
        <w:t>ja</w:t>
      </w:r>
      <w:r w:rsidR="53E0DFF2" w:rsidRPr="53877DD5">
        <w:rPr>
          <w:rFonts w:ascii="Arial" w:eastAsia="Arial" w:hAnsi="Arial" w:cs="Arial"/>
          <w:sz w:val="22"/>
          <w:szCs w:val="22"/>
        </w:rPr>
        <w:t xml:space="preserve"> riiklikule süsteemile üleminek oleks sujuv</w:t>
      </w:r>
      <w:r w:rsidR="00F569E8">
        <w:rPr>
          <w:rFonts w:ascii="Arial" w:eastAsia="Arial" w:hAnsi="Arial" w:cs="Arial"/>
          <w:sz w:val="22"/>
          <w:szCs w:val="22"/>
        </w:rPr>
        <w:t>,</w:t>
      </w:r>
      <w:r w:rsidR="53E0DFF2" w:rsidRPr="53877DD5">
        <w:rPr>
          <w:rFonts w:ascii="Arial" w:eastAsia="Arial" w:hAnsi="Arial" w:cs="Arial"/>
          <w:sz w:val="22"/>
          <w:szCs w:val="22"/>
        </w:rPr>
        <w:t xml:space="preserve"> on mõistlik toetada neid mudeleid, mis juba toimivad.</w:t>
      </w:r>
    </w:p>
    <w:p w14:paraId="356BFDD1" w14:textId="02C0CFFE" w:rsidR="700B44F6" w:rsidRPr="00CF3E48" w:rsidRDefault="700B44F6" w:rsidP="53877DD5">
      <w:pPr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68D43E02" w14:textId="74670C80" w:rsidR="36C9D53D" w:rsidRPr="00CF3E48" w:rsidRDefault="73F36823" w:rsidP="0C905E0E">
      <w:pPr>
        <w:contextualSpacing/>
        <w:jc w:val="both"/>
        <w:rPr>
          <w:rFonts w:ascii="Arial" w:eastAsia="Arial" w:hAnsi="Arial" w:cs="Arial"/>
          <w:sz w:val="22"/>
          <w:szCs w:val="22"/>
        </w:rPr>
      </w:pPr>
      <w:r w:rsidRPr="0C905E0E">
        <w:rPr>
          <w:rFonts w:ascii="Arial" w:eastAsia="Arial" w:hAnsi="Arial" w:cs="Arial"/>
          <w:b/>
          <w:bCs/>
          <w:sz w:val="22"/>
          <w:szCs w:val="22"/>
        </w:rPr>
        <w:t xml:space="preserve">Punktiga </w:t>
      </w:r>
      <w:r w:rsidR="5304E427" w:rsidRPr="0C905E0E">
        <w:rPr>
          <w:rFonts w:ascii="Arial" w:eastAsia="Arial" w:hAnsi="Arial" w:cs="Arial"/>
          <w:b/>
          <w:bCs/>
          <w:sz w:val="22"/>
          <w:szCs w:val="22"/>
        </w:rPr>
        <w:t xml:space="preserve">3 </w:t>
      </w:r>
      <w:r w:rsidRPr="0C905E0E">
        <w:rPr>
          <w:rFonts w:ascii="Arial" w:eastAsia="Arial" w:hAnsi="Arial" w:cs="Arial"/>
          <w:sz w:val="22"/>
          <w:szCs w:val="22"/>
        </w:rPr>
        <w:t xml:space="preserve">täiendatakse </w:t>
      </w:r>
      <w:r w:rsidR="00FD16CE">
        <w:rPr>
          <w:rFonts w:ascii="Arial" w:eastAsia="Arial" w:hAnsi="Arial" w:cs="Arial"/>
          <w:sz w:val="22"/>
          <w:szCs w:val="22"/>
        </w:rPr>
        <w:t>määruse</w:t>
      </w:r>
      <w:r w:rsidR="00FD16CE" w:rsidRPr="0C905E0E">
        <w:rPr>
          <w:rFonts w:ascii="Arial" w:eastAsia="Arial" w:hAnsi="Arial" w:cs="Arial"/>
          <w:sz w:val="22"/>
          <w:szCs w:val="22"/>
        </w:rPr>
        <w:t xml:space="preserve"> </w:t>
      </w:r>
      <w:r w:rsidRPr="0C905E0E">
        <w:rPr>
          <w:rFonts w:ascii="Arial" w:eastAsia="Arial" w:hAnsi="Arial" w:cs="Arial"/>
          <w:sz w:val="22"/>
          <w:szCs w:val="22"/>
        </w:rPr>
        <w:t xml:space="preserve">§ 9 lõikega </w:t>
      </w:r>
      <w:r w:rsidR="7415063C" w:rsidRPr="0C905E0E">
        <w:rPr>
          <w:rFonts w:ascii="Arial" w:eastAsia="Arial" w:hAnsi="Arial" w:cs="Arial"/>
          <w:sz w:val="22"/>
          <w:szCs w:val="22"/>
        </w:rPr>
        <w:t>6</w:t>
      </w:r>
      <w:r w:rsidRPr="0C905E0E">
        <w:rPr>
          <w:rFonts w:ascii="Arial" w:eastAsia="Arial" w:hAnsi="Arial" w:cs="Arial"/>
          <w:sz w:val="22"/>
          <w:szCs w:val="22"/>
        </w:rPr>
        <w:t xml:space="preserve">, mille kohaselt </w:t>
      </w:r>
      <w:r w:rsidR="01AABD3D" w:rsidRPr="0C905E0E">
        <w:rPr>
          <w:rFonts w:ascii="Arial" w:eastAsia="Arial" w:hAnsi="Arial" w:cs="Arial"/>
          <w:sz w:val="22"/>
          <w:szCs w:val="22"/>
        </w:rPr>
        <w:t>pea</w:t>
      </w:r>
      <w:r w:rsidR="00FD16CE">
        <w:rPr>
          <w:rFonts w:ascii="Arial" w:eastAsia="Arial" w:hAnsi="Arial" w:cs="Arial"/>
          <w:sz w:val="22"/>
          <w:szCs w:val="22"/>
        </w:rPr>
        <w:t>vad</w:t>
      </w:r>
      <w:r w:rsidR="2D54E5D3" w:rsidRPr="0C905E0E">
        <w:rPr>
          <w:rFonts w:ascii="Arial" w:eastAsia="Arial" w:hAnsi="Arial" w:cs="Arial"/>
          <w:sz w:val="22"/>
          <w:szCs w:val="22"/>
        </w:rPr>
        <w:t xml:space="preserve"> </w:t>
      </w:r>
      <w:r w:rsidRPr="0C905E0E">
        <w:rPr>
          <w:rFonts w:ascii="Arial" w:eastAsia="Arial" w:hAnsi="Arial" w:cs="Arial"/>
          <w:sz w:val="22"/>
          <w:szCs w:val="22"/>
        </w:rPr>
        <w:t xml:space="preserve">Hiiumaal </w:t>
      </w:r>
      <w:r w:rsidR="0DF27E49" w:rsidRPr="0C905E0E">
        <w:rPr>
          <w:rFonts w:ascii="Arial" w:eastAsia="Arial" w:hAnsi="Arial" w:cs="Arial"/>
          <w:sz w:val="22"/>
          <w:szCs w:val="22"/>
        </w:rPr>
        <w:t xml:space="preserve">olema </w:t>
      </w:r>
      <w:r w:rsidRPr="0C905E0E">
        <w:rPr>
          <w:rFonts w:ascii="Arial" w:eastAsia="Arial" w:hAnsi="Arial" w:cs="Arial"/>
          <w:sz w:val="22"/>
          <w:szCs w:val="22"/>
        </w:rPr>
        <w:t>projekti</w:t>
      </w:r>
      <w:r w:rsidR="3090A918" w:rsidRPr="0C905E0E">
        <w:rPr>
          <w:rFonts w:ascii="Arial" w:eastAsia="Arial" w:hAnsi="Arial" w:cs="Arial"/>
          <w:sz w:val="22"/>
          <w:szCs w:val="22"/>
        </w:rPr>
        <w:t xml:space="preserve"> osapoolena kaasatud </w:t>
      </w:r>
      <w:r w:rsidR="22E1E350" w:rsidRPr="0C905E0E">
        <w:rPr>
          <w:rFonts w:ascii="Arial" w:eastAsia="Arial" w:hAnsi="Arial" w:cs="Arial"/>
          <w:sz w:val="22"/>
          <w:szCs w:val="22"/>
        </w:rPr>
        <w:t xml:space="preserve">piirkonna </w:t>
      </w:r>
      <w:r w:rsidR="7FFAD035" w:rsidRPr="0C905E0E">
        <w:rPr>
          <w:rFonts w:ascii="Arial" w:eastAsia="Arial" w:hAnsi="Arial" w:cs="Arial"/>
          <w:sz w:val="22"/>
          <w:szCs w:val="22"/>
        </w:rPr>
        <w:t>nelja nimistut teenindavad</w:t>
      </w:r>
      <w:r w:rsidR="0FA25B06" w:rsidRPr="0C905E0E">
        <w:rPr>
          <w:rFonts w:ascii="Arial" w:eastAsia="Arial" w:hAnsi="Arial" w:cs="Arial"/>
          <w:sz w:val="22"/>
          <w:szCs w:val="22"/>
        </w:rPr>
        <w:t xml:space="preserve"> </w:t>
      </w:r>
      <w:r w:rsidR="39FB465C" w:rsidRPr="0C905E0E">
        <w:rPr>
          <w:rFonts w:ascii="Arial" w:eastAsia="Arial" w:hAnsi="Arial" w:cs="Arial"/>
          <w:sz w:val="22"/>
          <w:szCs w:val="22"/>
        </w:rPr>
        <w:t>perearstiabi osutaja</w:t>
      </w:r>
      <w:r w:rsidR="119251D2" w:rsidRPr="0C905E0E">
        <w:rPr>
          <w:rFonts w:ascii="Arial" w:eastAsia="Arial" w:hAnsi="Arial" w:cs="Arial"/>
          <w:sz w:val="22"/>
          <w:szCs w:val="22"/>
        </w:rPr>
        <w:t>d</w:t>
      </w:r>
      <w:r w:rsidR="39FB465C" w:rsidRPr="0C905E0E">
        <w:rPr>
          <w:rFonts w:ascii="Arial" w:eastAsia="Arial" w:hAnsi="Arial" w:cs="Arial"/>
          <w:sz w:val="22"/>
          <w:szCs w:val="22"/>
        </w:rPr>
        <w:t xml:space="preserve">. </w:t>
      </w:r>
      <w:r w:rsidR="3EB65061" w:rsidRPr="0C905E0E">
        <w:rPr>
          <w:rFonts w:ascii="Arial" w:eastAsia="Arial" w:hAnsi="Arial" w:cs="Arial"/>
          <w:sz w:val="22"/>
          <w:szCs w:val="22"/>
        </w:rPr>
        <w:t xml:space="preserve">Muudatus on vajalik, kuna Hiiumaal on küll viis perearsti nimistut, kuid ühele nimistule on olnud keeruline </w:t>
      </w:r>
      <w:r w:rsidR="00132CFE">
        <w:rPr>
          <w:rFonts w:ascii="Arial" w:eastAsia="Arial" w:hAnsi="Arial" w:cs="Arial"/>
          <w:sz w:val="22"/>
          <w:szCs w:val="22"/>
        </w:rPr>
        <w:t xml:space="preserve">uut </w:t>
      </w:r>
      <w:r w:rsidR="3EB65061" w:rsidRPr="0C905E0E">
        <w:rPr>
          <w:rFonts w:ascii="Arial" w:eastAsia="Arial" w:hAnsi="Arial" w:cs="Arial"/>
          <w:sz w:val="22"/>
          <w:szCs w:val="22"/>
        </w:rPr>
        <w:t xml:space="preserve">perearsti leida. Vältimaks olukorda, kus maakond ei saa </w:t>
      </w:r>
      <w:r w:rsidR="3983CE10" w:rsidRPr="0C905E0E">
        <w:rPr>
          <w:rFonts w:ascii="Arial" w:eastAsia="Arial" w:hAnsi="Arial" w:cs="Arial"/>
          <w:sz w:val="22"/>
          <w:szCs w:val="22"/>
        </w:rPr>
        <w:t xml:space="preserve">projektis </w:t>
      </w:r>
      <w:r w:rsidR="3EB65061" w:rsidRPr="0C905E0E">
        <w:rPr>
          <w:rFonts w:ascii="Arial" w:eastAsia="Arial" w:hAnsi="Arial" w:cs="Arial"/>
          <w:sz w:val="22"/>
          <w:szCs w:val="22"/>
        </w:rPr>
        <w:t xml:space="preserve">osaleda seetõttu, et sinna ei leita uut perearsti, vähendatakse Hiiumaa </w:t>
      </w:r>
      <w:r w:rsidR="3983CE10" w:rsidRPr="0C905E0E">
        <w:rPr>
          <w:rFonts w:ascii="Arial" w:eastAsia="Arial" w:hAnsi="Arial" w:cs="Arial"/>
          <w:sz w:val="22"/>
          <w:szCs w:val="22"/>
        </w:rPr>
        <w:t xml:space="preserve">puhul </w:t>
      </w:r>
      <w:r w:rsidR="3EB65061" w:rsidRPr="0C905E0E">
        <w:rPr>
          <w:rFonts w:ascii="Arial" w:eastAsia="Arial" w:hAnsi="Arial" w:cs="Arial"/>
          <w:sz w:val="22"/>
          <w:szCs w:val="22"/>
        </w:rPr>
        <w:t>osalevate perearstide</w:t>
      </w:r>
      <w:r w:rsidR="56972B78" w:rsidRPr="0C905E0E">
        <w:rPr>
          <w:rFonts w:ascii="Arial" w:eastAsia="Arial" w:hAnsi="Arial" w:cs="Arial"/>
          <w:sz w:val="22"/>
          <w:szCs w:val="22"/>
        </w:rPr>
        <w:t xml:space="preserve"> </w:t>
      </w:r>
      <w:r w:rsidR="6637284B" w:rsidRPr="0C905E0E">
        <w:rPr>
          <w:rFonts w:ascii="Arial" w:eastAsia="Arial" w:hAnsi="Arial" w:cs="Arial"/>
          <w:sz w:val="22"/>
          <w:szCs w:val="22"/>
        </w:rPr>
        <w:t>ja</w:t>
      </w:r>
      <w:r w:rsidR="56972B78" w:rsidRPr="0C905E0E">
        <w:rPr>
          <w:rFonts w:ascii="Arial" w:eastAsia="Arial" w:hAnsi="Arial" w:cs="Arial"/>
          <w:sz w:val="22"/>
          <w:szCs w:val="22"/>
        </w:rPr>
        <w:t xml:space="preserve"> nende asendajate</w:t>
      </w:r>
      <w:r w:rsidR="3EB65061" w:rsidRPr="0C905E0E">
        <w:rPr>
          <w:rFonts w:ascii="Arial" w:eastAsia="Arial" w:hAnsi="Arial" w:cs="Arial"/>
          <w:sz w:val="22"/>
          <w:szCs w:val="22"/>
        </w:rPr>
        <w:t xml:space="preserve"> arvu nõuet.</w:t>
      </w:r>
    </w:p>
    <w:p w14:paraId="0711A131" w14:textId="77777777" w:rsidR="00C14868" w:rsidRDefault="00C14868" w:rsidP="53877DD5">
      <w:pPr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3AF1A476" w14:textId="6539CB79" w:rsidR="700B44F6" w:rsidRDefault="539252E4" w:rsidP="53877DD5">
      <w:pPr>
        <w:contextualSpacing/>
        <w:jc w:val="both"/>
        <w:rPr>
          <w:rFonts w:ascii="Arial" w:eastAsia="Arial" w:hAnsi="Arial" w:cs="Arial"/>
          <w:sz w:val="22"/>
          <w:szCs w:val="22"/>
        </w:rPr>
      </w:pPr>
      <w:r w:rsidRPr="53877DD5">
        <w:rPr>
          <w:rFonts w:ascii="Arial" w:eastAsia="Arial" w:hAnsi="Arial" w:cs="Arial"/>
          <w:b/>
          <w:bCs/>
          <w:sz w:val="22"/>
          <w:szCs w:val="22"/>
        </w:rPr>
        <w:t xml:space="preserve">Punktiga </w:t>
      </w:r>
      <w:r w:rsidR="41BFC267" w:rsidRPr="53877DD5">
        <w:rPr>
          <w:rFonts w:ascii="Arial" w:eastAsia="Arial" w:hAnsi="Arial" w:cs="Arial"/>
          <w:b/>
          <w:bCs/>
          <w:sz w:val="22"/>
          <w:szCs w:val="22"/>
        </w:rPr>
        <w:t>4</w:t>
      </w:r>
      <w:r w:rsidR="677065AF" w:rsidRPr="53877DD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677065AF" w:rsidRPr="00CF3E48">
        <w:rPr>
          <w:rFonts w:ascii="Arial" w:eastAsia="Arial" w:hAnsi="Arial" w:cs="Arial"/>
          <w:sz w:val="22"/>
          <w:szCs w:val="22"/>
        </w:rPr>
        <w:t xml:space="preserve">lisatakse </w:t>
      </w:r>
      <w:r w:rsidR="00FD16CE">
        <w:rPr>
          <w:rFonts w:ascii="Arial" w:eastAsia="Arial" w:hAnsi="Arial" w:cs="Arial"/>
          <w:sz w:val="22"/>
          <w:szCs w:val="22"/>
        </w:rPr>
        <w:t>määrusesse</w:t>
      </w:r>
      <w:r w:rsidR="00FD16CE" w:rsidRPr="00CF3E4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7BAC9FAA" w:rsidRPr="00CF3E48">
        <w:rPr>
          <w:rFonts w:ascii="Arial" w:eastAsia="Arial" w:hAnsi="Arial" w:cs="Arial"/>
          <w:color w:val="000000" w:themeColor="text1"/>
          <w:sz w:val="22"/>
          <w:szCs w:val="22"/>
        </w:rPr>
        <w:t>§</w:t>
      </w:r>
      <w:r w:rsidR="78320933" w:rsidRPr="00CF3E4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7BAC9FAA" w:rsidRPr="00CF3E48">
        <w:rPr>
          <w:rFonts w:ascii="Arial" w:eastAsia="Arial" w:hAnsi="Arial" w:cs="Arial"/>
          <w:sz w:val="22"/>
          <w:szCs w:val="22"/>
        </w:rPr>
        <w:t>29</w:t>
      </w:r>
      <w:r w:rsidR="49803ADD" w:rsidRPr="00CF3E48">
        <w:rPr>
          <w:rFonts w:ascii="Arial" w:eastAsia="Arial" w:hAnsi="Arial" w:cs="Arial"/>
          <w:color w:val="000000" w:themeColor="text1"/>
          <w:sz w:val="22"/>
          <w:szCs w:val="22"/>
        </w:rPr>
        <w:t xml:space="preserve">, mille kohaselt </w:t>
      </w:r>
      <w:r w:rsidR="00FD16CE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rakendatakse </w:t>
      </w:r>
      <w:r w:rsidR="00CD71A7">
        <w:rPr>
          <w:rFonts w:ascii="Arial" w:eastAsia="Arial" w:hAnsi="Arial" w:cs="Arial"/>
          <w:color w:val="000000" w:themeColor="text1"/>
          <w:sz w:val="22"/>
          <w:szCs w:val="22"/>
        </w:rPr>
        <w:t>§</w:t>
      </w:r>
      <w:r w:rsidR="7BAC9FAA" w:rsidRPr="00CF3E48">
        <w:rPr>
          <w:rFonts w:ascii="Arial" w:eastAsia="Arial" w:hAnsi="Arial" w:cs="Arial"/>
          <w:sz w:val="22"/>
          <w:szCs w:val="22"/>
        </w:rPr>
        <w:t xml:space="preserve"> 9 lõi</w:t>
      </w:r>
      <w:r w:rsidR="00FD16CE">
        <w:rPr>
          <w:rFonts w:ascii="Arial" w:eastAsia="Arial" w:hAnsi="Arial" w:cs="Arial"/>
          <w:sz w:val="22"/>
          <w:szCs w:val="22"/>
        </w:rPr>
        <w:t>ke</w:t>
      </w:r>
      <w:r w:rsidR="7BAC9FAA" w:rsidRPr="00CF3E48">
        <w:rPr>
          <w:rFonts w:ascii="Arial" w:eastAsia="Arial" w:hAnsi="Arial" w:cs="Arial"/>
          <w:sz w:val="22"/>
          <w:szCs w:val="22"/>
        </w:rPr>
        <w:t xml:space="preserve"> 2 punkti 7</w:t>
      </w:r>
      <w:r w:rsidR="7C89A903" w:rsidRPr="53877DD5">
        <w:rPr>
          <w:rFonts w:ascii="Arial" w:eastAsia="Arial" w:hAnsi="Arial" w:cs="Arial"/>
          <w:sz w:val="22"/>
          <w:szCs w:val="22"/>
        </w:rPr>
        <w:t>, § 9 lõi</w:t>
      </w:r>
      <w:r w:rsidR="00FD16CE">
        <w:rPr>
          <w:rFonts w:ascii="Arial" w:eastAsia="Arial" w:hAnsi="Arial" w:cs="Arial"/>
          <w:sz w:val="22"/>
          <w:szCs w:val="22"/>
        </w:rPr>
        <w:t>ke</w:t>
      </w:r>
      <w:r w:rsidR="00CC64FC">
        <w:rPr>
          <w:rFonts w:ascii="Arial" w:eastAsia="Arial" w:hAnsi="Arial" w:cs="Arial"/>
          <w:sz w:val="22"/>
          <w:szCs w:val="22"/>
        </w:rPr>
        <w:t> </w:t>
      </w:r>
      <w:r w:rsidR="7C89A903" w:rsidRPr="53877DD5">
        <w:rPr>
          <w:rFonts w:ascii="Arial" w:eastAsia="Arial" w:hAnsi="Arial" w:cs="Arial"/>
          <w:sz w:val="22"/>
          <w:szCs w:val="22"/>
        </w:rPr>
        <w:t xml:space="preserve">4 punkti </w:t>
      </w:r>
      <w:r w:rsidR="00C369D6">
        <w:rPr>
          <w:rFonts w:ascii="Arial" w:eastAsia="Arial" w:hAnsi="Arial" w:cs="Arial"/>
          <w:sz w:val="22"/>
          <w:szCs w:val="22"/>
        </w:rPr>
        <w:t>3</w:t>
      </w:r>
      <w:r w:rsidR="00C369D6" w:rsidRPr="53877DD5">
        <w:rPr>
          <w:rFonts w:ascii="Arial" w:eastAsia="Arial" w:hAnsi="Arial" w:cs="Arial"/>
          <w:sz w:val="22"/>
          <w:szCs w:val="22"/>
        </w:rPr>
        <w:t xml:space="preserve"> </w:t>
      </w:r>
      <w:r w:rsidR="7BAC9FAA" w:rsidRPr="00CF3E48">
        <w:rPr>
          <w:rFonts w:ascii="Arial" w:eastAsia="Arial" w:hAnsi="Arial" w:cs="Arial"/>
          <w:sz w:val="22"/>
          <w:szCs w:val="22"/>
        </w:rPr>
        <w:t>ja § 9 lõiget 6</w:t>
      </w:r>
      <w:r w:rsidR="7BAC9FAA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tagasiulatuvalt alates 13. novembrist 2025.</w:t>
      </w:r>
      <w:r w:rsidR="003323A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133B2BED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Muudatus on vajalik selleks, et </w:t>
      </w:r>
      <w:r w:rsidR="00AD210C">
        <w:rPr>
          <w:rFonts w:ascii="Arial" w:eastAsia="Arial" w:hAnsi="Arial" w:cs="Arial"/>
          <w:color w:val="000000" w:themeColor="text1"/>
          <w:sz w:val="22"/>
          <w:szCs w:val="22"/>
        </w:rPr>
        <w:t>piirkonna</w:t>
      </w:r>
      <w:r w:rsidR="00C95206">
        <w:rPr>
          <w:rFonts w:ascii="Arial" w:eastAsia="Arial" w:hAnsi="Arial" w:cs="Arial"/>
          <w:color w:val="000000" w:themeColor="text1"/>
          <w:sz w:val="22"/>
          <w:szCs w:val="22"/>
        </w:rPr>
        <w:t>d</w:t>
      </w:r>
      <w:r w:rsidR="133B2BED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saaksid </w:t>
      </w:r>
      <w:r w:rsidR="003359E0" w:rsidRPr="394750A0">
        <w:rPr>
          <w:rFonts w:ascii="Arial" w:eastAsia="Arial" w:hAnsi="Arial" w:cs="Arial"/>
          <w:color w:val="000000" w:themeColor="text1"/>
          <w:sz w:val="22"/>
          <w:szCs w:val="22"/>
        </w:rPr>
        <w:t>toeta</w:t>
      </w:r>
      <w:r w:rsidR="00FD16CE">
        <w:rPr>
          <w:rFonts w:ascii="Arial" w:eastAsia="Arial" w:hAnsi="Arial" w:cs="Arial"/>
          <w:color w:val="000000" w:themeColor="text1"/>
          <w:sz w:val="22"/>
          <w:szCs w:val="22"/>
        </w:rPr>
        <w:t>ta</w:t>
      </w:r>
      <w:r w:rsidR="003359E0" w:rsidRPr="394750A0">
        <w:rPr>
          <w:rFonts w:ascii="Arial" w:eastAsia="Arial" w:hAnsi="Arial" w:cs="Arial"/>
          <w:color w:val="000000" w:themeColor="text1"/>
          <w:sz w:val="22"/>
          <w:szCs w:val="22"/>
        </w:rPr>
        <w:t>vate</w:t>
      </w:r>
      <w:r w:rsidR="003359E0">
        <w:rPr>
          <w:rFonts w:ascii="Arial" w:eastAsia="Arial" w:hAnsi="Arial" w:cs="Arial"/>
          <w:color w:val="000000" w:themeColor="text1"/>
          <w:sz w:val="22"/>
          <w:szCs w:val="22"/>
        </w:rPr>
        <w:t xml:space="preserve"> tegevust</w:t>
      </w:r>
      <w:r w:rsidR="00442376">
        <w:rPr>
          <w:rFonts w:ascii="Arial" w:eastAsia="Arial" w:hAnsi="Arial" w:cs="Arial"/>
          <w:color w:val="000000" w:themeColor="text1"/>
          <w:sz w:val="22"/>
          <w:szCs w:val="22"/>
        </w:rPr>
        <w:t>e suhtes</w:t>
      </w:r>
      <w:r w:rsidR="005F699B">
        <w:rPr>
          <w:rFonts w:ascii="Arial" w:eastAsia="Arial" w:hAnsi="Arial" w:cs="Arial"/>
          <w:color w:val="000000" w:themeColor="text1"/>
          <w:sz w:val="22"/>
          <w:szCs w:val="22"/>
        </w:rPr>
        <w:t xml:space="preserve">, sõltumata hetke eripärast, esitada </w:t>
      </w:r>
      <w:r w:rsidR="00FD16CE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perioodi jooksul </w:t>
      </w:r>
      <w:r w:rsidR="133B2BED" w:rsidRPr="53877DD5">
        <w:rPr>
          <w:rFonts w:ascii="Arial" w:eastAsia="Arial" w:hAnsi="Arial" w:cs="Arial"/>
          <w:color w:val="000000" w:themeColor="text1"/>
          <w:sz w:val="22"/>
          <w:szCs w:val="22"/>
        </w:rPr>
        <w:t>taotluse taotlusvooru</w:t>
      </w:r>
      <w:r w:rsidR="00BC06A6">
        <w:rPr>
          <w:rFonts w:ascii="Arial" w:eastAsia="Arial" w:hAnsi="Arial" w:cs="Arial"/>
          <w:color w:val="000000" w:themeColor="text1"/>
          <w:sz w:val="22"/>
          <w:szCs w:val="22"/>
        </w:rPr>
        <w:t>, mis on veel avatud</w:t>
      </w:r>
      <w:r w:rsidR="133B2BED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r w:rsidR="15FF3F7F" w:rsidRPr="53877DD5">
        <w:rPr>
          <w:rFonts w:ascii="Arial" w:eastAsia="Arial" w:hAnsi="Arial" w:cs="Arial"/>
          <w:sz w:val="22"/>
          <w:szCs w:val="22"/>
        </w:rPr>
        <w:t xml:space="preserve">Muudatused ei </w:t>
      </w:r>
      <w:r w:rsidR="76ECA0DE" w:rsidRPr="53877DD5">
        <w:rPr>
          <w:rFonts w:ascii="Arial" w:eastAsia="Arial" w:hAnsi="Arial" w:cs="Arial"/>
          <w:sz w:val="22"/>
          <w:szCs w:val="22"/>
        </w:rPr>
        <w:t>tee</w:t>
      </w:r>
      <w:r w:rsidR="15FF3F7F" w:rsidRPr="53877DD5">
        <w:rPr>
          <w:rFonts w:ascii="Arial" w:eastAsia="Arial" w:hAnsi="Arial" w:cs="Arial"/>
          <w:sz w:val="22"/>
          <w:szCs w:val="22"/>
        </w:rPr>
        <w:t xml:space="preserve"> toetuse saamise tingimusi rangemaks ega sea taotlejatele uusi kohustusi.</w:t>
      </w:r>
      <w:r w:rsidR="003A4307">
        <w:rPr>
          <w:rFonts w:ascii="Arial" w:eastAsia="Arial" w:hAnsi="Arial" w:cs="Arial"/>
          <w:sz w:val="22"/>
          <w:szCs w:val="22"/>
        </w:rPr>
        <w:t xml:space="preserve"> Muudatus</w:t>
      </w:r>
      <w:r w:rsidR="00FD16CE">
        <w:rPr>
          <w:rFonts w:ascii="Arial" w:eastAsia="Arial" w:hAnsi="Arial" w:cs="Arial"/>
          <w:sz w:val="22"/>
          <w:szCs w:val="22"/>
        </w:rPr>
        <w:t>ed</w:t>
      </w:r>
      <w:r w:rsidR="003A4307">
        <w:rPr>
          <w:rFonts w:ascii="Arial" w:eastAsia="Arial" w:hAnsi="Arial" w:cs="Arial"/>
          <w:sz w:val="22"/>
          <w:szCs w:val="22"/>
        </w:rPr>
        <w:t xml:space="preserve"> ei puuduta juba rahastatud projektide toetuse saajaid.</w:t>
      </w:r>
    </w:p>
    <w:p w14:paraId="1C1F11E8" w14:textId="77777777" w:rsidR="00C14868" w:rsidRDefault="00C14868" w:rsidP="53877DD5">
      <w:pPr>
        <w:jc w:val="both"/>
        <w:rPr>
          <w:rFonts w:ascii="Arial" w:hAnsi="Arial" w:cs="Arial"/>
          <w:sz w:val="22"/>
          <w:szCs w:val="22"/>
          <w:lang w:eastAsia="et-EE"/>
        </w:rPr>
      </w:pPr>
    </w:p>
    <w:p w14:paraId="5F01D1D0" w14:textId="461A4353" w:rsidR="00C14868" w:rsidRPr="00210E42" w:rsidRDefault="00C14868" w:rsidP="00D86F9F">
      <w:pPr>
        <w:jc w:val="both"/>
        <w:rPr>
          <w:rFonts w:ascii="Arial" w:hAnsi="Arial" w:cs="Arial"/>
          <w:bCs/>
          <w:sz w:val="22"/>
          <w:szCs w:val="22"/>
          <w:lang w:eastAsia="et-EE"/>
        </w:rPr>
        <w:sectPr w:rsidR="00C14868" w:rsidRPr="00210E42" w:rsidSect="00030329">
          <w:headerReference w:type="default" r:id="rId18"/>
          <w:footerReference w:type="even" r:id="rId19"/>
          <w:footerReference w:type="default" r:id="rId20"/>
          <w:type w:val="continuous"/>
          <w:pgSz w:w="11907" w:h="16840" w:code="9"/>
          <w:pgMar w:top="851" w:right="737" w:bottom="851" w:left="1701" w:header="709" w:footer="709" w:gutter="0"/>
          <w:cols w:space="708"/>
          <w:formProt w:val="0"/>
          <w:titlePg/>
          <w:docGrid w:linePitch="360"/>
        </w:sectPr>
      </w:pPr>
    </w:p>
    <w:p w14:paraId="5767F741" w14:textId="783E2E39" w:rsidR="0062569B" w:rsidRPr="00210E42" w:rsidRDefault="00B428D5" w:rsidP="0062569B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3E8E1181">
        <w:rPr>
          <w:rFonts w:ascii="Arial" w:hAnsi="Arial" w:cs="Arial"/>
          <w:b/>
          <w:bCs/>
          <w:sz w:val="22"/>
          <w:szCs w:val="22"/>
          <w:lang w:eastAsia="et-EE"/>
        </w:rPr>
        <w:t>3</w:t>
      </w:r>
      <w:r w:rsidR="0062569B" w:rsidRPr="3E8E1181">
        <w:rPr>
          <w:rFonts w:ascii="Arial" w:hAnsi="Arial" w:cs="Arial"/>
          <w:b/>
          <w:bCs/>
          <w:sz w:val="22"/>
          <w:szCs w:val="22"/>
          <w:lang w:eastAsia="et-EE"/>
        </w:rPr>
        <w:t>.</w:t>
      </w:r>
      <w:r w:rsidR="0062569B" w:rsidRPr="00210E42">
        <w:rPr>
          <w:rFonts w:ascii="Arial" w:hAnsi="Arial" w:cs="Arial"/>
          <w:b/>
          <w:bCs/>
          <w:sz w:val="22"/>
          <w:szCs w:val="22"/>
          <w:lang w:eastAsia="et-EE"/>
        </w:rPr>
        <w:t xml:space="preserve"> </w:t>
      </w:r>
      <w:r w:rsidR="006836C6" w:rsidRPr="006836C6">
        <w:rPr>
          <w:rFonts w:ascii="Arial" w:hAnsi="Arial" w:cs="Arial"/>
          <w:b/>
          <w:bCs/>
          <w:sz w:val="22"/>
          <w:szCs w:val="22"/>
        </w:rPr>
        <w:t>Määruse</w:t>
      </w:r>
      <w:r w:rsidR="006836C6" w:rsidRPr="00210E42">
        <w:rPr>
          <w:rFonts w:ascii="Arial" w:hAnsi="Arial" w:cs="Arial"/>
          <w:sz w:val="22"/>
          <w:szCs w:val="22"/>
        </w:rPr>
        <w:t xml:space="preserve"> </w:t>
      </w:r>
      <w:r w:rsidR="0062569B" w:rsidRPr="00210E42">
        <w:rPr>
          <w:rFonts w:ascii="Arial" w:hAnsi="Arial" w:cs="Arial"/>
          <w:b/>
          <w:bCs/>
          <w:sz w:val="22"/>
          <w:szCs w:val="22"/>
          <w:lang w:eastAsia="et-EE"/>
        </w:rPr>
        <w:t>vastavus Euroopa Liidu õigusele</w:t>
      </w:r>
    </w:p>
    <w:p w14:paraId="4A856110" w14:textId="77777777" w:rsidR="0062569B" w:rsidRPr="00210E42" w:rsidRDefault="0062569B" w:rsidP="0062569B">
      <w:pPr>
        <w:jc w:val="both"/>
        <w:rPr>
          <w:rFonts w:ascii="Arial" w:hAnsi="Arial" w:cs="Arial"/>
          <w:sz w:val="22"/>
          <w:szCs w:val="22"/>
          <w:lang w:eastAsia="et-EE"/>
        </w:rPr>
      </w:pPr>
    </w:p>
    <w:p w14:paraId="79E98497" w14:textId="77777777" w:rsidR="0062569B" w:rsidRPr="00210E42" w:rsidRDefault="0062569B" w:rsidP="0062569B">
      <w:pPr>
        <w:jc w:val="both"/>
        <w:rPr>
          <w:rFonts w:ascii="Arial" w:hAnsi="Arial" w:cs="Arial"/>
          <w:sz w:val="22"/>
          <w:szCs w:val="22"/>
        </w:rPr>
        <w:sectPr w:rsidR="0062569B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titlePg/>
          <w:docGrid w:linePitch="360"/>
        </w:sectPr>
      </w:pPr>
    </w:p>
    <w:p w14:paraId="0E9096A2" w14:textId="77777777" w:rsidR="0062569B" w:rsidRPr="00210E42" w:rsidRDefault="0062569B" w:rsidP="0062569B">
      <w:pPr>
        <w:jc w:val="both"/>
        <w:rPr>
          <w:rFonts w:ascii="Arial" w:hAnsi="Arial" w:cs="Arial"/>
          <w:sz w:val="22"/>
          <w:szCs w:val="22"/>
        </w:rPr>
      </w:pPr>
      <w:r w:rsidRPr="00210E42">
        <w:rPr>
          <w:rFonts w:ascii="Arial" w:hAnsi="Arial" w:cs="Arial"/>
          <w:sz w:val="22"/>
          <w:szCs w:val="22"/>
        </w:rPr>
        <w:t>Määrus on vastavuses Euroopa Liidu õigusega.</w:t>
      </w:r>
    </w:p>
    <w:p w14:paraId="5BEF8F67" w14:textId="77777777" w:rsidR="0062569B" w:rsidRDefault="0062569B" w:rsidP="0062569B">
      <w:pPr>
        <w:jc w:val="both"/>
        <w:rPr>
          <w:rFonts w:ascii="Arial" w:hAnsi="Arial" w:cs="Arial"/>
          <w:sz w:val="22"/>
          <w:szCs w:val="22"/>
        </w:rPr>
      </w:pPr>
    </w:p>
    <w:p w14:paraId="105D585C" w14:textId="77777777" w:rsidR="0062569B" w:rsidRPr="00210E42" w:rsidRDefault="0062569B" w:rsidP="0062569B">
      <w:pPr>
        <w:jc w:val="both"/>
        <w:rPr>
          <w:rFonts w:ascii="Arial" w:hAnsi="Arial" w:cs="Arial"/>
          <w:sz w:val="22"/>
          <w:szCs w:val="22"/>
        </w:rPr>
      </w:pPr>
      <w:r w:rsidRPr="00210E42">
        <w:rPr>
          <w:rFonts w:ascii="Arial" w:hAnsi="Arial" w:cs="Arial"/>
          <w:sz w:val="22"/>
          <w:szCs w:val="22"/>
        </w:rPr>
        <w:t>Määruse koostamisel on arvestatud järgmiste Euroopa Liidu õigusaktidega:</w:t>
      </w:r>
    </w:p>
    <w:p w14:paraId="68137126" w14:textId="77777777" w:rsidR="0062569B" w:rsidRPr="00210E42" w:rsidRDefault="0062569B" w:rsidP="0062569B">
      <w:pPr>
        <w:jc w:val="both"/>
        <w:rPr>
          <w:rFonts w:ascii="Arial" w:hAnsi="Arial" w:cs="Arial"/>
          <w:sz w:val="22"/>
          <w:szCs w:val="22"/>
        </w:rPr>
      </w:pPr>
      <w:r w:rsidRPr="00210E42">
        <w:rPr>
          <w:rFonts w:ascii="Arial" w:hAnsi="Arial" w:cs="Arial"/>
          <w:sz w:val="22"/>
          <w:szCs w:val="22"/>
        </w:rPr>
        <w:t xml:space="preserve">1) </w:t>
      </w:r>
      <w:bookmarkStart w:id="0" w:name="_Hlk112664738"/>
      <w:r w:rsidRPr="00210E42">
        <w:rPr>
          <w:rFonts w:ascii="Arial" w:hAnsi="Arial" w:cs="Arial"/>
          <w:sz w:val="22"/>
          <w:szCs w:val="22"/>
        </w:rPr>
        <w:t xml:space="preserve">Euroopa Parlamendi ja nõukogu määrus (EL) 2021/1060, millega kehtestatakse </w:t>
      </w:r>
      <w:proofErr w:type="spellStart"/>
      <w:r w:rsidRPr="00210E42">
        <w:rPr>
          <w:rFonts w:ascii="Arial" w:hAnsi="Arial" w:cs="Arial"/>
          <w:sz w:val="22"/>
          <w:szCs w:val="22"/>
        </w:rPr>
        <w:t>ühissätted</w:t>
      </w:r>
      <w:proofErr w:type="spellEnd"/>
      <w:r w:rsidRPr="00210E42">
        <w:rPr>
          <w:rFonts w:ascii="Arial" w:hAnsi="Arial" w:cs="Arial"/>
          <w:sz w:val="22"/>
          <w:szCs w:val="22"/>
        </w:rPr>
        <w:t xml:space="preserve"> Euroopa Regionaalarengu Fondi, Euroopa Sotsiaalfond+, Ühtekuuluvusfondi, Õiglase Ülemineku Fondi ja Euroopa Merendus-, Kalandus- ja Vesiviljelusfondi kohta ning nende ja Varjupaiga-, Rände- ja Integratsioonifondi, Sisejulgeolekufondi ning piirihalduse ja viisapoliitika rahastu suhtes kohaldatavad finantsreeglid</w:t>
      </w:r>
      <w:bookmarkEnd w:id="0"/>
      <w:r w:rsidRPr="00210E42">
        <w:rPr>
          <w:rFonts w:ascii="Arial" w:hAnsi="Arial" w:cs="Arial"/>
          <w:sz w:val="22"/>
          <w:szCs w:val="22"/>
        </w:rPr>
        <w:t>;</w:t>
      </w:r>
    </w:p>
    <w:p w14:paraId="4CE8B3B1" w14:textId="3DC76B07" w:rsidR="0062569B" w:rsidRPr="00210E42" w:rsidRDefault="0062569B" w:rsidP="0062569B">
      <w:pPr>
        <w:jc w:val="both"/>
        <w:rPr>
          <w:rFonts w:ascii="Arial" w:hAnsi="Arial" w:cs="Arial"/>
          <w:sz w:val="22"/>
          <w:szCs w:val="22"/>
        </w:rPr>
      </w:pPr>
      <w:r w:rsidRPr="00210E42">
        <w:rPr>
          <w:rFonts w:ascii="Arial" w:hAnsi="Arial" w:cs="Arial"/>
          <w:sz w:val="22"/>
          <w:szCs w:val="22"/>
        </w:rPr>
        <w:t>2) Euroopa Parlamendi ja nõukogu määrus (EL) 2021/1057, millega luuakse Euroopa Sotsiaalfond+ ja tunnistatakse kehtetuks määrus (EL) nr 1296/2013.</w:t>
      </w:r>
    </w:p>
    <w:p w14:paraId="164274EE" w14:textId="77777777" w:rsidR="0062569B" w:rsidRPr="00210E42" w:rsidRDefault="0062569B" w:rsidP="0062569B">
      <w:pPr>
        <w:jc w:val="both"/>
        <w:rPr>
          <w:rFonts w:ascii="Arial" w:hAnsi="Arial" w:cs="Arial"/>
          <w:sz w:val="22"/>
          <w:szCs w:val="22"/>
        </w:rPr>
        <w:sectPr w:rsidR="0062569B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formProt w:val="0"/>
          <w:titlePg/>
          <w:docGrid w:linePitch="360"/>
        </w:sectPr>
      </w:pPr>
    </w:p>
    <w:p w14:paraId="0E8C89F5" w14:textId="77777777" w:rsidR="0062569B" w:rsidRPr="00210E42" w:rsidRDefault="0062569B" w:rsidP="00CD71A7">
      <w:pPr>
        <w:jc w:val="both"/>
        <w:rPr>
          <w:rFonts w:ascii="Arial" w:hAnsi="Arial" w:cs="Arial"/>
          <w:sz w:val="22"/>
          <w:szCs w:val="22"/>
        </w:rPr>
      </w:pPr>
    </w:p>
    <w:p w14:paraId="40953806" w14:textId="4DD856A6" w:rsidR="0062569B" w:rsidRPr="00210E42" w:rsidRDefault="00B428D5" w:rsidP="00CD71A7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586C8A3F">
        <w:rPr>
          <w:rFonts w:ascii="Arial" w:hAnsi="Arial" w:cs="Arial"/>
          <w:b/>
          <w:bCs/>
          <w:sz w:val="22"/>
          <w:szCs w:val="22"/>
          <w:lang w:eastAsia="et-EE"/>
        </w:rPr>
        <w:t>4</w:t>
      </w:r>
      <w:r w:rsidR="0062569B" w:rsidRPr="586C8A3F">
        <w:rPr>
          <w:rFonts w:ascii="Arial" w:hAnsi="Arial" w:cs="Arial"/>
          <w:b/>
          <w:bCs/>
          <w:sz w:val="22"/>
          <w:szCs w:val="22"/>
          <w:lang w:eastAsia="et-EE"/>
        </w:rPr>
        <w:t>. Määruse mõjud</w:t>
      </w:r>
    </w:p>
    <w:p w14:paraId="1E24CAFC" w14:textId="77777777" w:rsidR="0062569B" w:rsidRPr="00210E42" w:rsidRDefault="0062569B" w:rsidP="00CD71A7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  <w:sectPr w:rsidR="0062569B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titlePg/>
          <w:docGrid w:linePitch="360"/>
        </w:sectPr>
      </w:pPr>
    </w:p>
    <w:p w14:paraId="2CD56432" w14:textId="77777777" w:rsidR="00CD71A7" w:rsidRDefault="00CD71A7" w:rsidP="00CD71A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FBF4D0B" w14:textId="1AD6F637" w:rsidR="0F7AF867" w:rsidRDefault="0F7AF867" w:rsidP="00CD71A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905E0E">
        <w:rPr>
          <w:rFonts w:ascii="Arial" w:hAnsi="Arial" w:cs="Arial"/>
          <w:color w:val="000000" w:themeColor="text1"/>
          <w:sz w:val="22"/>
          <w:szCs w:val="22"/>
        </w:rPr>
        <w:t>Muudatustega antakse piirkondadele paindlikum võimalus taotleda toetust, arvestades piirkonna võimekust ja kohalikke olusid.</w:t>
      </w:r>
      <w:r w:rsidR="54350D45" w:rsidRPr="0C905E0E">
        <w:rPr>
          <w:rFonts w:ascii="Arial" w:hAnsi="Arial" w:cs="Arial"/>
          <w:color w:val="000000" w:themeColor="text1"/>
          <w:sz w:val="22"/>
          <w:szCs w:val="22"/>
        </w:rPr>
        <w:t xml:space="preserve"> S</w:t>
      </w:r>
      <w:r w:rsidR="4E8809F7" w:rsidRPr="0C905E0E">
        <w:rPr>
          <w:rFonts w:ascii="Arial" w:hAnsi="Arial" w:cs="Arial"/>
          <w:color w:val="000000" w:themeColor="text1"/>
          <w:sz w:val="22"/>
          <w:szCs w:val="22"/>
        </w:rPr>
        <w:t>ellega suurene</w:t>
      </w:r>
      <w:r w:rsidR="1FC20693" w:rsidRPr="0C905E0E">
        <w:rPr>
          <w:rFonts w:ascii="Arial" w:hAnsi="Arial" w:cs="Arial"/>
          <w:color w:val="000000" w:themeColor="text1"/>
          <w:sz w:val="22"/>
          <w:szCs w:val="22"/>
        </w:rPr>
        <w:t>b</w:t>
      </w:r>
      <w:r w:rsidR="4E8809F7" w:rsidRPr="0C905E0E">
        <w:rPr>
          <w:rFonts w:ascii="Arial" w:hAnsi="Arial" w:cs="Arial"/>
          <w:color w:val="000000" w:themeColor="text1"/>
          <w:sz w:val="22"/>
          <w:szCs w:val="22"/>
        </w:rPr>
        <w:t xml:space="preserve"> tõenäosus, et hoolduskoordinatsioon</w:t>
      </w:r>
      <w:r w:rsidR="44000679" w:rsidRPr="0C905E0E">
        <w:rPr>
          <w:rFonts w:ascii="Arial" w:hAnsi="Arial" w:cs="Arial"/>
          <w:color w:val="000000" w:themeColor="text1"/>
          <w:sz w:val="22"/>
          <w:szCs w:val="22"/>
        </w:rPr>
        <w:t>i raames planeeritud võrgustikutöö ja koordineeritud teenuseosutamine käivit</w:t>
      </w:r>
      <w:r w:rsidR="7C206AB9" w:rsidRPr="0C905E0E">
        <w:rPr>
          <w:rFonts w:ascii="Arial" w:hAnsi="Arial" w:cs="Arial"/>
          <w:color w:val="000000" w:themeColor="text1"/>
          <w:sz w:val="22"/>
          <w:szCs w:val="22"/>
        </w:rPr>
        <w:t>ub</w:t>
      </w:r>
      <w:r w:rsidR="44000679" w:rsidRPr="0C905E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4D14C7A2" w:rsidRPr="0C905E0E">
        <w:rPr>
          <w:rFonts w:ascii="Arial" w:hAnsi="Arial" w:cs="Arial"/>
          <w:color w:val="000000" w:themeColor="text1"/>
          <w:sz w:val="22"/>
          <w:szCs w:val="22"/>
        </w:rPr>
        <w:t>üle</w:t>
      </w:r>
      <w:r w:rsidR="00FD16CE">
        <w:rPr>
          <w:rFonts w:ascii="Arial" w:hAnsi="Arial" w:cs="Arial"/>
          <w:color w:val="000000" w:themeColor="text1"/>
          <w:sz w:val="22"/>
          <w:szCs w:val="22"/>
        </w:rPr>
        <w:t xml:space="preserve"> Eesti,</w:t>
      </w:r>
      <w:r w:rsidR="191C87C5" w:rsidRPr="0C905E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E4712A9" w:rsidRPr="0C905E0E">
        <w:rPr>
          <w:rFonts w:ascii="Arial" w:hAnsi="Arial" w:cs="Arial"/>
          <w:color w:val="000000" w:themeColor="text1"/>
          <w:sz w:val="22"/>
          <w:szCs w:val="22"/>
        </w:rPr>
        <w:t>sealhulgas</w:t>
      </w:r>
      <w:r w:rsidR="191C87C5" w:rsidRPr="0C905E0E">
        <w:rPr>
          <w:rFonts w:ascii="Arial" w:hAnsi="Arial" w:cs="Arial"/>
          <w:color w:val="000000" w:themeColor="text1"/>
          <w:sz w:val="22"/>
          <w:szCs w:val="22"/>
        </w:rPr>
        <w:t xml:space="preserve"> H</w:t>
      </w:r>
      <w:r w:rsidR="6CE2FDCF" w:rsidRPr="0C905E0E">
        <w:rPr>
          <w:rFonts w:ascii="Arial" w:hAnsi="Arial" w:cs="Arial"/>
          <w:color w:val="000000" w:themeColor="text1"/>
          <w:sz w:val="22"/>
          <w:szCs w:val="22"/>
        </w:rPr>
        <w:t>arju</w:t>
      </w:r>
      <w:r w:rsidR="191C87C5" w:rsidRPr="0C905E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2E3C3621" w:rsidRPr="0C905E0E">
        <w:rPr>
          <w:rFonts w:ascii="Arial" w:hAnsi="Arial" w:cs="Arial"/>
          <w:color w:val="000000" w:themeColor="text1"/>
          <w:sz w:val="22"/>
          <w:szCs w:val="22"/>
        </w:rPr>
        <w:t>maakonnas</w:t>
      </w:r>
      <w:r w:rsidR="00FD16CE">
        <w:rPr>
          <w:rFonts w:ascii="Arial" w:hAnsi="Arial" w:cs="Arial"/>
          <w:color w:val="000000" w:themeColor="text1"/>
          <w:sz w:val="22"/>
          <w:szCs w:val="22"/>
        </w:rPr>
        <w:t>, samuti</w:t>
      </w:r>
      <w:r w:rsidR="2E3C3621" w:rsidRPr="0C905E0E">
        <w:rPr>
          <w:rFonts w:ascii="Arial" w:hAnsi="Arial" w:cs="Arial"/>
          <w:color w:val="000000" w:themeColor="text1"/>
          <w:sz w:val="22"/>
          <w:szCs w:val="22"/>
        </w:rPr>
        <w:t xml:space="preserve"> piirkondades,</w:t>
      </w:r>
      <w:r w:rsidR="02653DC8" w:rsidRPr="0C905E0E">
        <w:rPr>
          <w:rFonts w:ascii="Arial" w:hAnsi="Arial" w:cs="Arial"/>
          <w:color w:val="000000" w:themeColor="text1"/>
          <w:sz w:val="22"/>
          <w:szCs w:val="22"/>
        </w:rPr>
        <w:t xml:space="preserve"> kus õendushaiglatel on kohalikus koostöös oluline roll. Oluline on, et taotlema saaksid tulla ka piirkonnad, kus perearstiabi osutajaid on vähe </w:t>
      </w:r>
      <w:r w:rsidR="00FD16CE">
        <w:rPr>
          <w:rFonts w:ascii="Arial" w:hAnsi="Arial" w:cs="Arial"/>
          <w:color w:val="000000" w:themeColor="text1"/>
          <w:sz w:val="22"/>
          <w:szCs w:val="22"/>
        </w:rPr>
        <w:t>ja</w:t>
      </w:r>
      <w:r w:rsidR="02653DC8" w:rsidRPr="0C905E0E">
        <w:rPr>
          <w:rFonts w:ascii="Arial" w:hAnsi="Arial" w:cs="Arial"/>
          <w:color w:val="000000" w:themeColor="text1"/>
          <w:sz w:val="22"/>
          <w:szCs w:val="22"/>
        </w:rPr>
        <w:t xml:space="preserve"> kus asukohast tulenevalt võib tekkida olukord, et perearstide asendajaid ei ole võimalik mõistliku aja jooksul leida.</w:t>
      </w:r>
    </w:p>
    <w:p w14:paraId="0DB308A7" w14:textId="77777777" w:rsidR="00CD71A7" w:rsidRDefault="00CD71A7" w:rsidP="00CD71A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D255934" w14:textId="07E23FB7" w:rsidR="00C33DC2" w:rsidRPr="00725369" w:rsidDel="00BF13B0" w:rsidRDefault="00725369" w:rsidP="00CD71A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5. </w:t>
      </w:r>
      <w:r w:rsidR="3AB92F8D" w:rsidRPr="53877DD5">
        <w:rPr>
          <w:rFonts w:ascii="Arial" w:hAnsi="Arial" w:cs="Arial"/>
          <w:b/>
          <w:bCs/>
          <w:color w:val="000000" w:themeColor="text1"/>
          <w:sz w:val="22"/>
          <w:szCs w:val="22"/>
        </w:rPr>
        <w:t>M</w:t>
      </w:r>
      <w:r w:rsidR="3AB92F8D" w:rsidRPr="00725369">
        <w:rPr>
          <w:rFonts w:ascii="Arial" w:hAnsi="Arial" w:cs="Arial"/>
          <w:b/>
          <w:bCs/>
          <w:color w:val="000000" w:themeColor="text1"/>
          <w:sz w:val="22"/>
          <w:szCs w:val="22"/>
        </w:rPr>
        <w:t>ääruse rakendamisega seotud tegevused, vajalikud kulud ja määruse rakendamise eeldatavad tulud</w:t>
      </w:r>
      <w:r w:rsidR="3AB92F8D" w:rsidRPr="53877DD5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7B432FED" w14:textId="77777777" w:rsidR="00CD71A7" w:rsidRDefault="00CD71A7" w:rsidP="00CD71A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92BE88E" w14:textId="43B0517B" w:rsidR="512D1029" w:rsidRDefault="15261237" w:rsidP="00CD71A7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00725369">
        <w:rPr>
          <w:rFonts w:ascii="Arial" w:hAnsi="Arial" w:cs="Arial"/>
          <w:color w:val="000000" w:themeColor="text1"/>
          <w:sz w:val="22"/>
          <w:szCs w:val="22"/>
        </w:rPr>
        <w:t>M</w:t>
      </w:r>
      <w:r w:rsidR="00FD16CE">
        <w:rPr>
          <w:rFonts w:ascii="Arial" w:hAnsi="Arial" w:cs="Arial"/>
          <w:color w:val="000000" w:themeColor="text1"/>
          <w:sz w:val="22"/>
          <w:szCs w:val="22"/>
        </w:rPr>
        <w:t>äärusem</w:t>
      </w:r>
      <w:r w:rsidRPr="00725369">
        <w:rPr>
          <w:rFonts w:ascii="Arial" w:hAnsi="Arial" w:cs="Arial"/>
          <w:color w:val="000000" w:themeColor="text1"/>
          <w:sz w:val="22"/>
          <w:szCs w:val="22"/>
        </w:rPr>
        <w:t>uudatused ei tingi muutusi planeeritud eelarves</w:t>
      </w:r>
      <w:r w:rsidR="5636FA8E" w:rsidRPr="00725369">
        <w:rPr>
          <w:rFonts w:ascii="Arial" w:hAnsi="Arial" w:cs="Arial"/>
          <w:color w:val="000000" w:themeColor="text1"/>
          <w:sz w:val="22"/>
          <w:szCs w:val="22"/>
        </w:rPr>
        <w:t xml:space="preserve"> ega tegevustes.</w:t>
      </w:r>
    </w:p>
    <w:p w14:paraId="5E66AED9" w14:textId="77777777" w:rsidR="00725369" w:rsidRDefault="00725369" w:rsidP="00CD71A7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</w:p>
    <w:p w14:paraId="2E7C289F" w14:textId="4F47D903" w:rsidR="00CB6DFB" w:rsidRPr="00210E42" w:rsidRDefault="7465EF87" w:rsidP="00CD71A7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  <w:sectPr w:rsidR="00CB6DFB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titlePg/>
          <w:docGrid w:linePitch="360"/>
        </w:sectPr>
      </w:pPr>
      <w:r w:rsidRPr="0C905E0E">
        <w:rPr>
          <w:rFonts w:ascii="Arial" w:hAnsi="Arial" w:cs="Arial"/>
          <w:b/>
          <w:bCs/>
          <w:sz w:val="22"/>
          <w:szCs w:val="22"/>
          <w:lang w:eastAsia="et-EE"/>
        </w:rPr>
        <w:t>6</w:t>
      </w:r>
      <w:r w:rsidR="38D11E2E" w:rsidRPr="0C905E0E">
        <w:rPr>
          <w:rFonts w:ascii="Arial" w:hAnsi="Arial" w:cs="Arial"/>
          <w:b/>
          <w:bCs/>
          <w:sz w:val="22"/>
          <w:szCs w:val="22"/>
          <w:lang w:eastAsia="et-EE"/>
        </w:rPr>
        <w:t>. Määruse jõustumine</w:t>
      </w:r>
    </w:p>
    <w:p w14:paraId="38237AB6" w14:textId="77777777" w:rsidR="00CD71A7" w:rsidRDefault="00CD71A7" w:rsidP="00CD71A7">
      <w:pPr>
        <w:jc w:val="both"/>
        <w:rPr>
          <w:rFonts w:ascii="Arial" w:hAnsi="Arial" w:cs="Arial"/>
          <w:sz w:val="22"/>
          <w:szCs w:val="22"/>
          <w:lang w:eastAsia="et-EE"/>
        </w:rPr>
      </w:pPr>
    </w:p>
    <w:p w14:paraId="5BD2AF2A" w14:textId="1E8A3BC3" w:rsidR="2208A7B2" w:rsidRDefault="2208A7B2" w:rsidP="00CD71A7">
      <w:pPr>
        <w:jc w:val="both"/>
        <w:rPr>
          <w:rFonts w:ascii="Arial" w:eastAsia="Arial" w:hAnsi="Arial" w:cs="Arial"/>
          <w:sz w:val="22"/>
          <w:szCs w:val="22"/>
        </w:rPr>
        <w:sectPr w:rsidR="2208A7B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formProt w:val="0"/>
          <w:titlePg/>
          <w:docGrid w:linePitch="360"/>
        </w:sectPr>
      </w:pPr>
      <w:r w:rsidRPr="0C905E0E">
        <w:rPr>
          <w:rFonts w:ascii="Arial" w:hAnsi="Arial" w:cs="Arial"/>
          <w:sz w:val="22"/>
          <w:szCs w:val="22"/>
          <w:lang w:eastAsia="et-EE"/>
        </w:rPr>
        <w:t xml:space="preserve">Määrus jõustub </w:t>
      </w:r>
      <w:r w:rsidR="61BC09D3" w:rsidRPr="0C905E0E">
        <w:rPr>
          <w:rFonts w:ascii="Arial" w:eastAsia="Arial" w:hAnsi="Arial" w:cs="Arial"/>
          <w:color w:val="000000" w:themeColor="text1"/>
          <w:sz w:val="22"/>
          <w:szCs w:val="22"/>
        </w:rPr>
        <w:t>tagasiulatuvalt alates 13. novembrist 2025</w:t>
      </w:r>
      <w:r w:rsidRPr="0C905E0E">
        <w:rPr>
          <w:rFonts w:ascii="Arial" w:hAnsi="Arial" w:cs="Arial"/>
          <w:sz w:val="22"/>
          <w:szCs w:val="22"/>
          <w:lang w:eastAsia="et-EE"/>
        </w:rPr>
        <w:t>.</w:t>
      </w:r>
      <w:r w:rsidR="45DA33EE" w:rsidRPr="0C905E0E">
        <w:rPr>
          <w:rFonts w:ascii="Arial" w:hAnsi="Arial" w:cs="Arial"/>
          <w:sz w:val="22"/>
          <w:szCs w:val="22"/>
          <w:lang w:eastAsia="et-EE"/>
        </w:rPr>
        <w:t xml:space="preserve"> </w:t>
      </w:r>
      <w:r w:rsidR="4BFF772D" w:rsidRPr="0C905E0E">
        <w:rPr>
          <w:rFonts w:ascii="Arial" w:eastAsia="Arial" w:hAnsi="Arial" w:cs="Arial"/>
          <w:sz w:val="22"/>
          <w:szCs w:val="22"/>
        </w:rPr>
        <w:t xml:space="preserve">Tagasiulatuv jõustumine on vajalik </w:t>
      </w:r>
      <w:r w:rsidR="00F954B0">
        <w:rPr>
          <w:rFonts w:ascii="Arial" w:eastAsia="Arial" w:hAnsi="Arial" w:cs="Arial"/>
          <w:sz w:val="22"/>
          <w:szCs w:val="22"/>
        </w:rPr>
        <w:t>kõigis piirkondades määruse eesmärkide elluviimise</w:t>
      </w:r>
      <w:r w:rsidR="4BFF772D" w:rsidRPr="0C905E0E">
        <w:rPr>
          <w:rFonts w:ascii="Arial" w:eastAsia="Arial" w:hAnsi="Arial" w:cs="Arial"/>
          <w:sz w:val="22"/>
          <w:szCs w:val="22"/>
        </w:rPr>
        <w:t xml:space="preserve"> tagamiseks.</w:t>
      </w:r>
    </w:p>
    <w:p w14:paraId="37B05CA9" w14:textId="77777777" w:rsidR="00CD71A7" w:rsidRDefault="00CD71A7" w:rsidP="00CD71A7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</w:p>
    <w:p w14:paraId="188CECB9" w14:textId="44276DE9" w:rsidR="00BF71A0" w:rsidRPr="00210E42" w:rsidRDefault="00B428D5" w:rsidP="00CD71A7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3E8E1181">
        <w:rPr>
          <w:rFonts w:ascii="Arial" w:hAnsi="Arial" w:cs="Arial"/>
          <w:b/>
          <w:bCs/>
          <w:sz w:val="22"/>
          <w:szCs w:val="22"/>
          <w:lang w:eastAsia="et-EE"/>
        </w:rPr>
        <w:t>7</w:t>
      </w:r>
      <w:r w:rsidR="534E38B0" w:rsidRPr="19574B98">
        <w:rPr>
          <w:rFonts w:ascii="Arial" w:hAnsi="Arial" w:cs="Arial"/>
          <w:b/>
          <w:bCs/>
          <w:sz w:val="22"/>
          <w:szCs w:val="22"/>
          <w:lang w:eastAsia="et-EE"/>
        </w:rPr>
        <w:t xml:space="preserve">. </w:t>
      </w:r>
      <w:r w:rsidR="68568977" w:rsidRPr="19574B98">
        <w:rPr>
          <w:rFonts w:ascii="Arial" w:hAnsi="Arial" w:cs="Arial"/>
          <w:b/>
          <w:bCs/>
          <w:sz w:val="22"/>
          <w:szCs w:val="22"/>
          <w:lang w:eastAsia="et-EE"/>
        </w:rPr>
        <w:t>Eelnõu kooskõlastamine</w:t>
      </w:r>
      <w:r w:rsidR="496769BE" w:rsidRPr="19574B98">
        <w:rPr>
          <w:rFonts w:ascii="Arial" w:hAnsi="Arial" w:cs="Arial"/>
          <w:b/>
          <w:bCs/>
          <w:sz w:val="22"/>
          <w:szCs w:val="22"/>
          <w:lang w:eastAsia="et-EE"/>
        </w:rPr>
        <w:t xml:space="preserve">, </w:t>
      </w:r>
      <w:r w:rsidR="496769BE" w:rsidRPr="19574B98">
        <w:rPr>
          <w:rFonts w:ascii="Arial" w:hAnsi="Arial" w:cs="Arial"/>
          <w:b/>
          <w:bCs/>
          <w:sz w:val="22"/>
          <w:szCs w:val="22"/>
        </w:rPr>
        <w:t>huvirühmade kaasamine ja avalik konsultatsioon</w:t>
      </w:r>
    </w:p>
    <w:p w14:paraId="7162405B" w14:textId="77777777" w:rsidR="00FE2EBD" w:rsidRPr="00210E42" w:rsidRDefault="00FE2EBD" w:rsidP="00CD71A7">
      <w:pPr>
        <w:jc w:val="both"/>
        <w:rPr>
          <w:rFonts w:ascii="Arial" w:hAnsi="Arial" w:cs="Arial"/>
          <w:sz w:val="22"/>
          <w:szCs w:val="22"/>
          <w:lang w:eastAsia="et-EE"/>
        </w:rPr>
      </w:pPr>
    </w:p>
    <w:p w14:paraId="614BEA61" w14:textId="77777777" w:rsidR="004576DB" w:rsidRPr="00210E42" w:rsidRDefault="004576DB" w:rsidP="00CD71A7">
      <w:pPr>
        <w:jc w:val="both"/>
        <w:rPr>
          <w:rFonts w:ascii="Arial" w:hAnsi="Arial" w:cs="Arial"/>
          <w:sz w:val="22"/>
          <w:szCs w:val="22"/>
        </w:rPr>
        <w:sectPr w:rsidR="004576DB" w:rsidRPr="00210E42" w:rsidSect="00030329">
          <w:type w:val="continuous"/>
          <w:pgSz w:w="11907" w:h="16840" w:code="9"/>
          <w:pgMar w:top="851" w:right="737" w:bottom="851" w:left="1701" w:header="709" w:footer="709" w:gutter="0"/>
          <w:cols w:space="708"/>
          <w:titlePg/>
          <w:docGrid w:linePitch="360"/>
        </w:sectPr>
      </w:pPr>
    </w:p>
    <w:p w14:paraId="0107F295" w14:textId="07AFAB7A" w:rsidR="00AD2762" w:rsidRPr="009C33AD" w:rsidRDefault="3A993C7D" w:rsidP="00CD71A7">
      <w:pPr>
        <w:jc w:val="both"/>
        <w:rPr>
          <w:rFonts w:ascii="Arial" w:eastAsia="Arial" w:hAnsi="Arial" w:cs="Arial"/>
          <w:sz w:val="22"/>
          <w:szCs w:val="22"/>
        </w:rPr>
      </w:pPr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>Eelnõu esitatakse eelnõude infosüsteemi (EIS) kaudu kooskõlastamiseks Rahandusministeeriumile, Kliimaministeeriumile, Majandus- ja Kommunikatsiooniministeeriumile, Regionaal- ja Põllumajandusministeeriumile, Eesti Linnade ja Valdade Liidule ja e-posti teel Riigi Tugiteenuste Keskusele ning arvamuse avaldamiseks Sotsiaalkindlustusametile</w:t>
      </w:r>
      <w:r w:rsidR="55D1CC2E"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, Eesti Perearstide </w:t>
      </w:r>
      <w:r w:rsidR="55D1CC2E" w:rsidRPr="53877DD5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>Seltsile ja Eesti Haiglate Liidule</w:t>
      </w:r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. Samuti edastatakse eelnõu </w:t>
      </w:r>
      <w:proofErr w:type="spellStart"/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>EISi</w:t>
      </w:r>
      <w:proofErr w:type="spellEnd"/>
      <w:r w:rsidRPr="53877DD5">
        <w:rPr>
          <w:rFonts w:ascii="Arial" w:eastAsia="Arial" w:hAnsi="Arial" w:cs="Arial"/>
          <w:color w:val="000000" w:themeColor="text1"/>
          <w:sz w:val="22"/>
          <w:szCs w:val="22"/>
        </w:rPr>
        <w:t xml:space="preserve"> kaudu arvamuse avaldamiseks ühtekuuluvuspoliitika 2021–2027 rakenduskava seirekomisjonile ja Euroopa Komisjonile.</w:t>
      </w:r>
    </w:p>
    <w:sectPr w:rsidR="00AD2762" w:rsidRPr="009C33AD" w:rsidSect="00030329">
      <w:type w:val="continuous"/>
      <w:pgSz w:w="11907" w:h="16840" w:code="9"/>
      <w:pgMar w:top="851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45F8B" w14:textId="77777777" w:rsidR="00DF04BE" w:rsidRDefault="00DF04BE">
      <w:r>
        <w:separator/>
      </w:r>
    </w:p>
  </w:endnote>
  <w:endnote w:type="continuationSeparator" w:id="0">
    <w:p w14:paraId="20F1A755" w14:textId="77777777" w:rsidR="00DF04BE" w:rsidRDefault="00DF04BE">
      <w:r>
        <w:continuationSeparator/>
      </w:r>
    </w:p>
  </w:endnote>
  <w:endnote w:type="continuationNotice" w:id="1">
    <w:p w14:paraId="1ADF4E23" w14:textId="77777777" w:rsidR="00DF04BE" w:rsidRDefault="00DF04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2EE32" w14:textId="77777777" w:rsidR="00FC63AF" w:rsidRDefault="00FC63AF" w:rsidP="00EA201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F98BC52" w14:textId="77777777" w:rsidR="00FC63AF" w:rsidRDefault="00FC63AF" w:rsidP="00EA201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A6A76" w14:textId="77777777" w:rsidR="00FC63AF" w:rsidRDefault="00FC63AF" w:rsidP="00EA201A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259D9" w14:textId="77777777" w:rsidR="001B07C4" w:rsidRDefault="001B07C4" w:rsidP="00EA201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2AD8345" w14:textId="77777777" w:rsidR="001B07C4" w:rsidRDefault="001B07C4" w:rsidP="00EA201A">
    <w:pPr>
      <w:pStyle w:val="Jalus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1658E" w14:textId="77777777" w:rsidR="001B07C4" w:rsidRDefault="001B07C4" w:rsidP="00EA201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5729F" w14:textId="77777777" w:rsidR="00DF04BE" w:rsidRDefault="00DF04BE">
      <w:r>
        <w:separator/>
      </w:r>
    </w:p>
  </w:footnote>
  <w:footnote w:type="continuationSeparator" w:id="0">
    <w:p w14:paraId="1CF2B384" w14:textId="77777777" w:rsidR="00DF04BE" w:rsidRDefault="00DF04BE">
      <w:r>
        <w:continuationSeparator/>
      </w:r>
    </w:p>
  </w:footnote>
  <w:footnote w:type="continuationNotice" w:id="1">
    <w:p w14:paraId="42BE2FA3" w14:textId="77777777" w:rsidR="00DF04BE" w:rsidRDefault="00DF04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1170251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3711F780" w14:textId="77777777" w:rsidR="00FC63AF" w:rsidRPr="00C61EA6" w:rsidRDefault="00FC63AF">
        <w:pPr>
          <w:pStyle w:val="Pis"/>
          <w:jc w:val="center"/>
          <w:rPr>
            <w:rFonts w:ascii="Arial" w:hAnsi="Arial" w:cs="Arial"/>
            <w:sz w:val="22"/>
            <w:szCs w:val="22"/>
          </w:rPr>
        </w:pPr>
        <w:r w:rsidRPr="00C61EA6">
          <w:rPr>
            <w:rFonts w:ascii="Arial" w:hAnsi="Arial" w:cs="Arial"/>
            <w:sz w:val="22"/>
            <w:szCs w:val="22"/>
          </w:rPr>
          <w:fldChar w:fldCharType="begin"/>
        </w:r>
        <w:r w:rsidRPr="00C61EA6">
          <w:rPr>
            <w:rFonts w:ascii="Arial" w:hAnsi="Arial" w:cs="Arial"/>
            <w:sz w:val="22"/>
            <w:szCs w:val="22"/>
          </w:rPr>
          <w:instrText>PAGE   \* MERGEFORMAT</w:instrText>
        </w:r>
        <w:r w:rsidRPr="00C61EA6">
          <w:rPr>
            <w:rFonts w:ascii="Arial" w:hAnsi="Arial" w:cs="Arial"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sz w:val="22"/>
            <w:szCs w:val="22"/>
          </w:rPr>
          <w:t>2</w:t>
        </w:r>
        <w:r w:rsidRPr="00C61EA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750BA6C" w14:textId="77777777" w:rsidR="00FC63AF" w:rsidRDefault="00FC63A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0215129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33399F68" w14:textId="77777777" w:rsidR="00C61EA6" w:rsidRPr="00C61EA6" w:rsidRDefault="00C61EA6">
        <w:pPr>
          <w:pStyle w:val="Pis"/>
          <w:jc w:val="center"/>
          <w:rPr>
            <w:rFonts w:ascii="Arial" w:hAnsi="Arial" w:cs="Arial"/>
            <w:sz w:val="22"/>
            <w:szCs w:val="22"/>
          </w:rPr>
        </w:pPr>
        <w:r w:rsidRPr="00C61EA6">
          <w:rPr>
            <w:rFonts w:ascii="Arial" w:hAnsi="Arial" w:cs="Arial"/>
            <w:sz w:val="22"/>
            <w:szCs w:val="22"/>
          </w:rPr>
          <w:fldChar w:fldCharType="begin"/>
        </w:r>
        <w:r w:rsidRPr="00C61EA6">
          <w:rPr>
            <w:rFonts w:ascii="Arial" w:hAnsi="Arial" w:cs="Arial"/>
            <w:sz w:val="22"/>
            <w:szCs w:val="22"/>
          </w:rPr>
          <w:instrText>PAGE   \* MERGEFORMAT</w:instrText>
        </w:r>
        <w:r w:rsidRPr="00C61EA6">
          <w:rPr>
            <w:rFonts w:ascii="Arial" w:hAnsi="Arial" w:cs="Arial"/>
            <w:sz w:val="22"/>
            <w:szCs w:val="22"/>
          </w:rPr>
          <w:fldChar w:fldCharType="separate"/>
        </w:r>
        <w:r w:rsidR="00065E7A">
          <w:rPr>
            <w:rFonts w:ascii="Arial" w:hAnsi="Arial" w:cs="Arial"/>
            <w:noProof/>
            <w:sz w:val="22"/>
            <w:szCs w:val="22"/>
          </w:rPr>
          <w:t>2</w:t>
        </w:r>
        <w:r w:rsidRPr="00C61EA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4A51BEB" w14:textId="77777777" w:rsidR="00C61EA6" w:rsidRDefault="00C61EA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30C9B"/>
    <w:multiLevelType w:val="hybridMultilevel"/>
    <w:tmpl w:val="B3D6C9B4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912EA8"/>
    <w:multiLevelType w:val="hybridMultilevel"/>
    <w:tmpl w:val="922294F2"/>
    <w:lvl w:ilvl="0" w:tplc="17686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338AE"/>
    <w:multiLevelType w:val="hybridMultilevel"/>
    <w:tmpl w:val="56009358"/>
    <w:lvl w:ilvl="0" w:tplc="7660B0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5B20D4"/>
    <w:multiLevelType w:val="hybridMultilevel"/>
    <w:tmpl w:val="4F806F92"/>
    <w:lvl w:ilvl="0" w:tplc="C6BEFA00">
      <w:start w:val="1"/>
      <w:numFmt w:val="decimal"/>
      <w:lvlText w:val="(%1)"/>
      <w:lvlJc w:val="left"/>
      <w:pPr>
        <w:ind w:left="420" w:hanging="420"/>
      </w:pPr>
      <w:rPr>
        <w:rFonts w:hint="default"/>
        <w:b w:val="0"/>
        <w:i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DB07EF"/>
    <w:multiLevelType w:val="hybridMultilevel"/>
    <w:tmpl w:val="02D63D44"/>
    <w:lvl w:ilvl="0" w:tplc="B748F27E">
      <w:start w:val="1"/>
      <w:numFmt w:val="decimal"/>
      <w:lvlText w:val="(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B251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C28F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88AA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761F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A45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9EE3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246C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2AC5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1633CA"/>
    <w:multiLevelType w:val="hybridMultilevel"/>
    <w:tmpl w:val="F104A580"/>
    <w:lvl w:ilvl="0" w:tplc="9A5C570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2E6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38CE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275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481A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BA91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63A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547F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FEF6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522529"/>
    <w:multiLevelType w:val="hybridMultilevel"/>
    <w:tmpl w:val="D25CCF8C"/>
    <w:lvl w:ilvl="0" w:tplc="AE486F20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D484F"/>
    <w:multiLevelType w:val="hybridMultilevel"/>
    <w:tmpl w:val="0C68370E"/>
    <w:lvl w:ilvl="0" w:tplc="D0D4DD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B0D5E"/>
    <w:multiLevelType w:val="hybridMultilevel"/>
    <w:tmpl w:val="60A2BCF6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37736"/>
    <w:multiLevelType w:val="hybridMultilevel"/>
    <w:tmpl w:val="81CE4E8E"/>
    <w:lvl w:ilvl="0" w:tplc="7020F2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512B8"/>
    <w:multiLevelType w:val="hybridMultilevel"/>
    <w:tmpl w:val="313E71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B5B68"/>
    <w:multiLevelType w:val="hybridMultilevel"/>
    <w:tmpl w:val="9094FB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708D6"/>
    <w:multiLevelType w:val="hybridMultilevel"/>
    <w:tmpl w:val="31341D2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856EB3"/>
    <w:multiLevelType w:val="hybridMultilevel"/>
    <w:tmpl w:val="CD3E3802"/>
    <w:lvl w:ilvl="0" w:tplc="B18CDBB2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A80BC1"/>
    <w:multiLevelType w:val="hybridMultilevel"/>
    <w:tmpl w:val="0AEEA9AE"/>
    <w:lvl w:ilvl="0" w:tplc="E312BEF4">
      <w:start w:val="1"/>
      <w:numFmt w:val="decimal"/>
      <w:lvlText w:val="%1."/>
      <w:lvlJc w:val="left"/>
      <w:pPr>
        <w:ind w:left="1080" w:hanging="360"/>
      </w:pPr>
      <w:rPr>
        <w:rFonts w:cs="Times New Roman"/>
        <w:strike w:val="0"/>
        <w:dstrike w:val="0"/>
        <w:u w:val="none"/>
        <w:effect w:val="none"/>
      </w:rPr>
    </w:lvl>
    <w:lvl w:ilvl="1" w:tplc="042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0720D7E"/>
    <w:multiLevelType w:val="multilevel"/>
    <w:tmpl w:val="05DE90CE"/>
    <w:styleLink w:val="Praeguneloend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70EF77"/>
    <w:multiLevelType w:val="hybridMultilevel"/>
    <w:tmpl w:val="2800EED2"/>
    <w:lvl w:ilvl="0" w:tplc="6C8E1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8CE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986C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07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2A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182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984D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343F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F8B7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75C1A"/>
    <w:multiLevelType w:val="hybridMultilevel"/>
    <w:tmpl w:val="BB949980"/>
    <w:lvl w:ilvl="0" w:tplc="2912EFE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96F07"/>
    <w:multiLevelType w:val="hybridMultilevel"/>
    <w:tmpl w:val="6896A4B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5629A5"/>
    <w:multiLevelType w:val="hybridMultilevel"/>
    <w:tmpl w:val="E7487884"/>
    <w:lvl w:ilvl="0" w:tplc="C10A18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81677"/>
    <w:multiLevelType w:val="hybridMultilevel"/>
    <w:tmpl w:val="82208DEC"/>
    <w:lvl w:ilvl="0" w:tplc="A356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23179"/>
    <w:multiLevelType w:val="hybridMultilevel"/>
    <w:tmpl w:val="434C1D1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1B15A27"/>
    <w:multiLevelType w:val="hybridMultilevel"/>
    <w:tmpl w:val="8CB465CA"/>
    <w:lvl w:ilvl="0" w:tplc="796A39FA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DC6A50"/>
    <w:multiLevelType w:val="hybridMultilevel"/>
    <w:tmpl w:val="AB22D1B8"/>
    <w:lvl w:ilvl="0" w:tplc="3530C62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05DAA"/>
    <w:multiLevelType w:val="multilevel"/>
    <w:tmpl w:val="0D52853E"/>
    <w:lvl w:ilvl="0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B344F00"/>
    <w:multiLevelType w:val="hybridMultilevel"/>
    <w:tmpl w:val="F7EA6562"/>
    <w:lvl w:ilvl="0" w:tplc="19F87FB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36609"/>
    <w:multiLevelType w:val="hybridMultilevel"/>
    <w:tmpl w:val="72D491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449378">
    <w:abstractNumId w:val="5"/>
  </w:num>
  <w:num w:numId="2" w16cid:durableId="875510565">
    <w:abstractNumId w:val="10"/>
  </w:num>
  <w:num w:numId="3" w16cid:durableId="1807769969">
    <w:abstractNumId w:val="9"/>
  </w:num>
  <w:num w:numId="4" w16cid:durableId="1242518969">
    <w:abstractNumId w:val="0"/>
  </w:num>
  <w:num w:numId="5" w16cid:durableId="1536575478">
    <w:abstractNumId w:val="11"/>
  </w:num>
  <w:num w:numId="6" w16cid:durableId="1793984768">
    <w:abstractNumId w:val="24"/>
  </w:num>
  <w:num w:numId="7" w16cid:durableId="720590755">
    <w:abstractNumId w:val="18"/>
  </w:num>
  <w:num w:numId="8" w16cid:durableId="1872109863">
    <w:abstractNumId w:val="21"/>
  </w:num>
  <w:num w:numId="9" w16cid:durableId="34281934">
    <w:abstractNumId w:val="1"/>
  </w:num>
  <w:num w:numId="10" w16cid:durableId="1978758626">
    <w:abstractNumId w:val="17"/>
  </w:num>
  <w:num w:numId="11" w16cid:durableId="234437982">
    <w:abstractNumId w:val="20"/>
  </w:num>
  <w:num w:numId="12" w16cid:durableId="1799106259">
    <w:abstractNumId w:val="4"/>
  </w:num>
  <w:num w:numId="13" w16cid:durableId="4413870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3419405">
    <w:abstractNumId w:val="19"/>
  </w:num>
  <w:num w:numId="15" w16cid:durableId="1594707587">
    <w:abstractNumId w:val="7"/>
  </w:num>
  <w:num w:numId="16" w16cid:durableId="1653438698">
    <w:abstractNumId w:val="13"/>
  </w:num>
  <w:num w:numId="17" w16cid:durableId="1393239113">
    <w:abstractNumId w:val="12"/>
  </w:num>
  <w:num w:numId="18" w16cid:durableId="1629318773">
    <w:abstractNumId w:val="23"/>
  </w:num>
  <w:num w:numId="19" w16cid:durableId="439450952">
    <w:abstractNumId w:val="25"/>
  </w:num>
  <w:num w:numId="20" w16cid:durableId="362023029">
    <w:abstractNumId w:val="3"/>
  </w:num>
  <w:num w:numId="21" w16cid:durableId="1582985086">
    <w:abstractNumId w:val="6"/>
  </w:num>
  <w:num w:numId="22" w16cid:durableId="17363952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1086561">
    <w:abstractNumId w:val="22"/>
  </w:num>
  <w:num w:numId="24" w16cid:durableId="154877081">
    <w:abstractNumId w:val="15"/>
  </w:num>
  <w:num w:numId="25" w16cid:durableId="1118911483">
    <w:abstractNumId w:val="8"/>
  </w:num>
  <w:num w:numId="26" w16cid:durableId="154617286">
    <w:abstractNumId w:val="26"/>
  </w:num>
  <w:num w:numId="27" w16cid:durableId="6147511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0A6"/>
    <w:rsid w:val="00000407"/>
    <w:rsid w:val="0000060A"/>
    <w:rsid w:val="0000101E"/>
    <w:rsid w:val="000021A6"/>
    <w:rsid w:val="000024CE"/>
    <w:rsid w:val="00002CEB"/>
    <w:rsid w:val="000056C8"/>
    <w:rsid w:val="00005B40"/>
    <w:rsid w:val="00007474"/>
    <w:rsid w:val="0000760C"/>
    <w:rsid w:val="000103FD"/>
    <w:rsid w:val="000117C1"/>
    <w:rsid w:val="00012ED4"/>
    <w:rsid w:val="00013722"/>
    <w:rsid w:val="00013B01"/>
    <w:rsid w:val="00014563"/>
    <w:rsid w:val="00014A64"/>
    <w:rsid w:val="000152CF"/>
    <w:rsid w:val="00015985"/>
    <w:rsid w:val="00016758"/>
    <w:rsid w:val="00016DFD"/>
    <w:rsid w:val="00016F6B"/>
    <w:rsid w:val="00017160"/>
    <w:rsid w:val="000176AC"/>
    <w:rsid w:val="00017BE3"/>
    <w:rsid w:val="000203ED"/>
    <w:rsid w:val="000228BE"/>
    <w:rsid w:val="00023521"/>
    <w:rsid w:val="0002401D"/>
    <w:rsid w:val="00025B71"/>
    <w:rsid w:val="00027646"/>
    <w:rsid w:val="0002AC31"/>
    <w:rsid w:val="00030329"/>
    <w:rsid w:val="0003121B"/>
    <w:rsid w:val="00032F6A"/>
    <w:rsid w:val="000340DE"/>
    <w:rsid w:val="00035DC1"/>
    <w:rsid w:val="00037102"/>
    <w:rsid w:val="000404B8"/>
    <w:rsid w:val="00040B6D"/>
    <w:rsid w:val="000411F0"/>
    <w:rsid w:val="000428EF"/>
    <w:rsid w:val="00043FDE"/>
    <w:rsid w:val="000440A0"/>
    <w:rsid w:val="0004531D"/>
    <w:rsid w:val="00045DE5"/>
    <w:rsid w:val="00046261"/>
    <w:rsid w:val="0004635E"/>
    <w:rsid w:val="00050506"/>
    <w:rsid w:val="0005278F"/>
    <w:rsid w:val="00053115"/>
    <w:rsid w:val="000550D2"/>
    <w:rsid w:val="00055299"/>
    <w:rsid w:val="0005610A"/>
    <w:rsid w:val="00056274"/>
    <w:rsid w:val="00056499"/>
    <w:rsid w:val="00056619"/>
    <w:rsid w:val="00057E3A"/>
    <w:rsid w:val="00060A98"/>
    <w:rsid w:val="000618B6"/>
    <w:rsid w:val="00063621"/>
    <w:rsid w:val="00063EC4"/>
    <w:rsid w:val="0006458B"/>
    <w:rsid w:val="00064D10"/>
    <w:rsid w:val="00065C84"/>
    <w:rsid w:val="00065CDA"/>
    <w:rsid w:val="00065E7A"/>
    <w:rsid w:val="000669EF"/>
    <w:rsid w:val="00067D22"/>
    <w:rsid w:val="000701D8"/>
    <w:rsid w:val="00070A19"/>
    <w:rsid w:val="00070F3D"/>
    <w:rsid w:val="00073E47"/>
    <w:rsid w:val="000754AB"/>
    <w:rsid w:val="000758D5"/>
    <w:rsid w:val="00075B40"/>
    <w:rsid w:val="00075DCA"/>
    <w:rsid w:val="000760E4"/>
    <w:rsid w:val="00076753"/>
    <w:rsid w:val="00076795"/>
    <w:rsid w:val="00076EAF"/>
    <w:rsid w:val="00076F97"/>
    <w:rsid w:val="00077A16"/>
    <w:rsid w:val="00077A63"/>
    <w:rsid w:val="00077C60"/>
    <w:rsid w:val="000806D4"/>
    <w:rsid w:val="00081C4C"/>
    <w:rsid w:val="00085321"/>
    <w:rsid w:val="00086472"/>
    <w:rsid w:val="00087598"/>
    <w:rsid w:val="00087F50"/>
    <w:rsid w:val="000916D1"/>
    <w:rsid w:val="00091CEE"/>
    <w:rsid w:val="00091F97"/>
    <w:rsid w:val="000928B3"/>
    <w:rsid w:val="00093249"/>
    <w:rsid w:val="0009350E"/>
    <w:rsid w:val="00093BEB"/>
    <w:rsid w:val="00094D3B"/>
    <w:rsid w:val="0009529A"/>
    <w:rsid w:val="0009541C"/>
    <w:rsid w:val="00095EFD"/>
    <w:rsid w:val="00097D57"/>
    <w:rsid w:val="000A0482"/>
    <w:rsid w:val="000A0491"/>
    <w:rsid w:val="000A0C49"/>
    <w:rsid w:val="000A0E72"/>
    <w:rsid w:val="000A1291"/>
    <w:rsid w:val="000A12A3"/>
    <w:rsid w:val="000A30DC"/>
    <w:rsid w:val="000A362E"/>
    <w:rsid w:val="000A3F5D"/>
    <w:rsid w:val="000A53FA"/>
    <w:rsid w:val="000A563F"/>
    <w:rsid w:val="000A6A71"/>
    <w:rsid w:val="000A7571"/>
    <w:rsid w:val="000A7687"/>
    <w:rsid w:val="000A7BE6"/>
    <w:rsid w:val="000B1647"/>
    <w:rsid w:val="000B1972"/>
    <w:rsid w:val="000B1FA0"/>
    <w:rsid w:val="000B303A"/>
    <w:rsid w:val="000B3343"/>
    <w:rsid w:val="000B366A"/>
    <w:rsid w:val="000B36D5"/>
    <w:rsid w:val="000B55E8"/>
    <w:rsid w:val="000B63B9"/>
    <w:rsid w:val="000B64CD"/>
    <w:rsid w:val="000B6EA2"/>
    <w:rsid w:val="000C025E"/>
    <w:rsid w:val="000C0449"/>
    <w:rsid w:val="000C0A47"/>
    <w:rsid w:val="000C0E2F"/>
    <w:rsid w:val="000C0F36"/>
    <w:rsid w:val="000C1A36"/>
    <w:rsid w:val="000C1BBF"/>
    <w:rsid w:val="000C2161"/>
    <w:rsid w:val="000C37CB"/>
    <w:rsid w:val="000C5BD4"/>
    <w:rsid w:val="000C6AAB"/>
    <w:rsid w:val="000C71DB"/>
    <w:rsid w:val="000D1234"/>
    <w:rsid w:val="000D1EB3"/>
    <w:rsid w:val="000D47BA"/>
    <w:rsid w:val="000D4DD7"/>
    <w:rsid w:val="000D6A58"/>
    <w:rsid w:val="000D6ACB"/>
    <w:rsid w:val="000D7A1B"/>
    <w:rsid w:val="000E0617"/>
    <w:rsid w:val="000E0FD9"/>
    <w:rsid w:val="000E15C2"/>
    <w:rsid w:val="000E24EB"/>
    <w:rsid w:val="000E309E"/>
    <w:rsid w:val="000E36BB"/>
    <w:rsid w:val="000E373D"/>
    <w:rsid w:val="000E44A5"/>
    <w:rsid w:val="000E4819"/>
    <w:rsid w:val="000E4C48"/>
    <w:rsid w:val="000E4C8B"/>
    <w:rsid w:val="000E5795"/>
    <w:rsid w:val="000E6E92"/>
    <w:rsid w:val="000E75AD"/>
    <w:rsid w:val="000E77CF"/>
    <w:rsid w:val="000E7B49"/>
    <w:rsid w:val="000F0223"/>
    <w:rsid w:val="000F04E6"/>
    <w:rsid w:val="000F1D43"/>
    <w:rsid w:val="000F2475"/>
    <w:rsid w:val="000F248B"/>
    <w:rsid w:val="000F302F"/>
    <w:rsid w:val="000F4376"/>
    <w:rsid w:val="000F4E98"/>
    <w:rsid w:val="000F5461"/>
    <w:rsid w:val="000F5772"/>
    <w:rsid w:val="000F5FDB"/>
    <w:rsid w:val="000F6EB5"/>
    <w:rsid w:val="00101CB4"/>
    <w:rsid w:val="001031C6"/>
    <w:rsid w:val="0010487F"/>
    <w:rsid w:val="001057E0"/>
    <w:rsid w:val="00105A13"/>
    <w:rsid w:val="00107333"/>
    <w:rsid w:val="00107342"/>
    <w:rsid w:val="00107546"/>
    <w:rsid w:val="00107F11"/>
    <w:rsid w:val="00110C38"/>
    <w:rsid w:val="00111870"/>
    <w:rsid w:val="00111B69"/>
    <w:rsid w:val="00112166"/>
    <w:rsid w:val="001125D7"/>
    <w:rsid w:val="001141CA"/>
    <w:rsid w:val="0011455D"/>
    <w:rsid w:val="00115068"/>
    <w:rsid w:val="001150E1"/>
    <w:rsid w:val="0011628B"/>
    <w:rsid w:val="0012060D"/>
    <w:rsid w:val="001207DF"/>
    <w:rsid w:val="00120F95"/>
    <w:rsid w:val="00121776"/>
    <w:rsid w:val="00121940"/>
    <w:rsid w:val="00121B1B"/>
    <w:rsid w:val="00121EF4"/>
    <w:rsid w:val="001236DD"/>
    <w:rsid w:val="0012380B"/>
    <w:rsid w:val="00124DF8"/>
    <w:rsid w:val="00125F78"/>
    <w:rsid w:val="00126BF0"/>
    <w:rsid w:val="00126CF1"/>
    <w:rsid w:val="001271CA"/>
    <w:rsid w:val="0013046D"/>
    <w:rsid w:val="00131007"/>
    <w:rsid w:val="001328C0"/>
    <w:rsid w:val="00132CFE"/>
    <w:rsid w:val="001330A3"/>
    <w:rsid w:val="00134729"/>
    <w:rsid w:val="00134C78"/>
    <w:rsid w:val="00135040"/>
    <w:rsid w:val="00135DC5"/>
    <w:rsid w:val="00136343"/>
    <w:rsid w:val="001371A5"/>
    <w:rsid w:val="0013775D"/>
    <w:rsid w:val="0014056C"/>
    <w:rsid w:val="001405E3"/>
    <w:rsid w:val="00143791"/>
    <w:rsid w:val="00143CB4"/>
    <w:rsid w:val="00145BAD"/>
    <w:rsid w:val="00147A71"/>
    <w:rsid w:val="00147B9B"/>
    <w:rsid w:val="00147D20"/>
    <w:rsid w:val="00150765"/>
    <w:rsid w:val="00152866"/>
    <w:rsid w:val="00153147"/>
    <w:rsid w:val="0015353F"/>
    <w:rsid w:val="00154313"/>
    <w:rsid w:val="00154D26"/>
    <w:rsid w:val="001563B4"/>
    <w:rsid w:val="001563F5"/>
    <w:rsid w:val="00157B77"/>
    <w:rsid w:val="0016196D"/>
    <w:rsid w:val="001623A9"/>
    <w:rsid w:val="00162925"/>
    <w:rsid w:val="00162A2F"/>
    <w:rsid w:val="00162BCB"/>
    <w:rsid w:val="001649E6"/>
    <w:rsid w:val="00164CA3"/>
    <w:rsid w:val="00165006"/>
    <w:rsid w:val="001651B9"/>
    <w:rsid w:val="00166755"/>
    <w:rsid w:val="001674EB"/>
    <w:rsid w:val="00170274"/>
    <w:rsid w:val="00170A52"/>
    <w:rsid w:val="0017447C"/>
    <w:rsid w:val="0017718A"/>
    <w:rsid w:val="00177784"/>
    <w:rsid w:val="001804B1"/>
    <w:rsid w:val="00180AE5"/>
    <w:rsid w:val="00182549"/>
    <w:rsid w:val="00183596"/>
    <w:rsid w:val="00186D4C"/>
    <w:rsid w:val="00187297"/>
    <w:rsid w:val="00190024"/>
    <w:rsid w:val="00190161"/>
    <w:rsid w:val="001907F1"/>
    <w:rsid w:val="00190DEF"/>
    <w:rsid w:val="00190F3B"/>
    <w:rsid w:val="00191BE4"/>
    <w:rsid w:val="00191EAF"/>
    <w:rsid w:val="00192468"/>
    <w:rsid w:val="00192484"/>
    <w:rsid w:val="001937C6"/>
    <w:rsid w:val="00193B85"/>
    <w:rsid w:val="001947BB"/>
    <w:rsid w:val="00194A83"/>
    <w:rsid w:val="00195251"/>
    <w:rsid w:val="0019541B"/>
    <w:rsid w:val="0019571F"/>
    <w:rsid w:val="00195913"/>
    <w:rsid w:val="00197D88"/>
    <w:rsid w:val="001A0124"/>
    <w:rsid w:val="001A1121"/>
    <w:rsid w:val="001A14B4"/>
    <w:rsid w:val="001A17B5"/>
    <w:rsid w:val="001A3B7C"/>
    <w:rsid w:val="001A4A37"/>
    <w:rsid w:val="001A542E"/>
    <w:rsid w:val="001A675E"/>
    <w:rsid w:val="001A752F"/>
    <w:rsid w:val="001A766B"/>
    <w:rsid w:val="001A7F8D"/>
    <w:rsid w:val="001B03E7"/>
    <w:rsid w:val="001B0531"/>
    <w:rsid w:val="001B056A"/>
    <w:rsid w:val="001B07C4"/>
    <w:rsid w:val="001B12C5"/>
    <w:rsid w:val="001B1857"/>
    <w:rsid w:val="001B2FA8"/>
    <w:rsid w:val="001B3D88"/>
    <w:rsid w:val="001B3E3F"/>
    <w:rsid w:val="001B46C4"/>
    <w:rsid w:val="001B4D14"/>
    <w:rsid w:val="001B6A15"/>
    <w:rsid w:val="001B7B41"/>
    <w:rsid w:val="001B7BA6"/>
    <w:rsid w:val="001C0C45"/>
    <w:rsid w:val="001C0D81"/>
    <w:rsid w:val="001C12D7"/>
    <w:rsid w:val="001C1723"/>
    <w:rsid w:val="001C3984"/>
    <w:rsid w:val="001C3B67"/>
    <w:rsid w:val="001C4D18"/>
    <w:rsid w:val="001C4DC2"/>
    <w:rsid w:val="001C5809"/>
    <w:rsid w:val="001C6B59"/>
    <w:rsid w:val="001C7ADF"/>
    <w:rsid w:val="001D1614"/>
    <w:rsid w:val="001D1A76"/>
    <w:rsid w:val="001D21DC"/>
    <w:rsid w:val="001D371F"/>
    <w:rsid w:val="001D503E"/>
    <w:rsid w:val="001D5DC0"/>
    <w:rsid w:val="001E00B1"/>
    <w:rsid w:val="001E0912"/>
    <w:rsid w:val="001E1518"/>
    <w:rsid w:val="001E16C8"/>
    <w:rsid w:val="001E2091"/>
    <w:rsid w:val="001E2738"/>
    <w:rsid w:val="001E2A44"/>
    <w:rsid w:val="001E4BBE"/>
    <w:rsid w:val="001E520E"/>
    <w:rsid w:val="001E53AF"/>
    <w:rsid w:val="001E721D"/>
    <w:rsid w:val="001E7E4C"/>
    <w:rsid w:val="001F00E7"/>
    <w:rsid w:val="001F399C"/>
    <w:rsid w:val="001F3B00"/>
    <w:rsid w:val="001F43F3"/>
    <w:rsid w:val="001F44FE"/>
    <w:rsid w:val="001F69E2"/>
    <w:rsid w:val="001F7683"/>
    <w:rsid w:val="001F7FF8"/>
    <w:rsid w:val="0020165B"/>
    <w:rsid w:val="00201D74"/>
    <w:rsid w:val="00202992"/>
    <w:rsid w:val="00203165"/>
    <w:rsid w:val="002037E0"/>
    <w:rsid w:val="0020393A"/>
    <w:rsid w:val="00205136"/>
    <w:rsid w:val="0020592E"/>
    <w:rsid w:val="002071D8"/>
    <w:rsid w:val="00207711"/>
    <w:rsid w:val="0021002B"/>
    <w:rsid w:val="00210351"/>
    <w:rsid w:val="00210608"/>
    <w:rsid w:val="00210E42"/>
    <w:rsid w:val="002118EE"/>
    <w:rsid w:val="00211CDC"/>
    <w:rsid w:val="00213B9F"/>
    <w:rsid w:val="002145A1"/>
    <w:rsid w:val="0021660D"/>
    <w:rsid w:val="0021797A"/>
    <w:rsid w:val="0022178A"/>
    <w:rsid w:val="0022180E"/>
    <w:rsid w:val="00221D6D"/>
    <w:rsid w:val="002241BD"/>
    <w:rsid w:val="002247EC"/>
    <w:rsid w:val="002249C4"/>
    <w:rsid w:val="00224B81"/>
    <w:rsid w:val="002255C3"/>
    <w:rsid w:val="00225B91"/>
    <w:rsid w:val="00226219"/>
    <w:rsid w:val="002264AD"/>
    <w:rsid w:val="00226E21"/>
    <w:rsid w:val="00227688"/>
    <w:rsid w:val="00227B9D"/>
    <w:rsid w:val="0023004B"/>
    <w:rsid w:val="002301C2"/>
    <w:rsid w:val="00230292"/>
    <w:rsid w:val="002307AF"/>
    <w:rsid w:val="00230E4C"/>
    <w:rsid w:val="002313B7"/>
    <w:rsid w:val="002315AD"/>
    <w:rsid w:val="00232407"/>
    <w:rsid w:val="00233059"/>
    <w:rsid w:val="002330B6"/>
    <w:rsid w:val="00233318"/>
    <w:rsid w:val="00233F95"/>
    <w:rsid w:val="0023493B"/>
    <w:rsid w:val="002354A7"/>
    <w:rsid w:val="00235E0C"/>
    <w:rsid w:val="002362ED"/>
    <w:rsid w:val="00236BC1"/>
    <w:rsid w:val="002372AE"/>
    <w:rsid w:val="002372EA"/>
    <w:rsid w:val="00237453"/>
    <w:rsid w:val="002403BD"/>
    <w:rsid w:val="00240A06"/>
    <w:rsid w:val="00240DDF"/>
    <w:rsid w:val="0024120C"/>
    <w:rsid w:val="0024226F"/>
    <w:rsid w:val="002458D9"/>
    <w:rsid w:val="0024610A"/>
    <w:rsid w:val="00246666"/>
    <w:rsid w:val="002477A9"/>
    <w:rsid w:val="0025002E"/>
    <w:rsid w:val="002524C6"/>
    <w:rsid w:val="00252D6A"/>
    <w:rsid w:val="00252F3C"/>
    <w:rsid w:val="00253620"/>
    <w:rsid w:val="00253AD9"/>
    <w:rsid w:val="0025537D"/>
    <w:rsid w:val="002579F8"/>
    <w:rsid w:val="0026117D"/>
    <w:rsid w:val="00263469"/>
    <w:rsid w:val="00263832"/>
    <w:rsid w:val="002638AE"/>
    <w:rsid w:val="0026543A"/>
    <w:rsid w:val="0026550C"/>
    <w:rsid w:val="0026555F"/>
    <w:rsid w:val="00266080"/>
    <w:rsid w:val="00267545"/>
    <w:rsid w:val="00271133"/>
    <w:rsid w:val="00271D0A"/>
    <w:rsid w:val="00272E48"/>
    <w:rsid w:val="0027339B"/>
    <w:rsid w:val="002734C0"/>
    <w:rsid w:val="00273CD0"/>
    <w:rsid w:val="002747B3"/>
    <w:rsid w:val="00275FE0"/>
    <w:rsid w:val="0027613F"/>
    <w:rsid w:val="002764D6"/>
    <w:rsid w:val="00276732"/>
    <w:rsid w:val="00276EBD"/>
    <w:rsid w:val="00277089"/>
    <w:rsid w:val="002803BE"/>
    <w:rsid w:val="00281385"/>
    <w:rsid w:val="0028476D"/>
    <w:rsid w:val="00284C23"/>
    <w:rsid w:val="00285C0D"/>
    <w:rsid w:val="00285D9D"/>
    <w:rsid w:val="00285E88"/>
    <w:rsid w:val="00286048"/>
    <w:rsid w:val="00286A48"/>
    <w:rsid w:val="00286A82"/>
    <w:rsid w:val="002872AC"/>
    <w:rsid w:val="0028761F"/>
    <w:rsid w:val="00291996"/>
    <w:rsid w:val="0029239C"/>
    <w:rsid w:val="002938FD"/>
    <w:rsid w:val="00293F5A"/>
    <w:rsid w:val="002945BB"/>
    <w:rsid w:val="00294DB7"/>
    <w:rsid w:val="00297D28"/>
    <w:rsid w:val="002A0610"/>
    <w:rsid w:val="002A083A"/>
    <w:rsid w:val="002A2E48"/>
    <w:rsid w:val="002A39AC"/>
    <w:rsid w:val="002A39C0"/>
    <w:rsid w:val="002A3EC2"/>
    <w:rsid w:val="002A495F"/>
    <w:rsid w:val="002A4D9D"/>
    <w:rsid w:val="002A5E99"/>
    <w:rsid w:val="002A7EBA"/>
    <w:rsid w:val="002B0A8C"/>
    <w:rsid w:val="002B1B3A"/>
    <w:rsid w:val="002B2918"/>
    <w:rsid w:val="002B30D1"/>
    <w:rsid w:val="002B3831"/>
    <w:rsid w:val="002B4149"/>
    <w:rsid w:val="002B4D82"/>
    <w:rsid w:val="002B505D"/>
    <w:rsid w:val="002B68C9"/>
    <w:rsid w:val="002B69DA"/>
    <w:rsid w:val="002B758E"/>
    <w:rsid w:val="002B7E38"/>
    <w:rsid w:val="002B7ED3"/>
    <w:rsid w:val="002C0B5A"/>
    <w:rsid w:val="002C1286"/>
    <w:rsid w:val="002C2466"/>
    <w:rsid w:val="002C2ED7"/>
    <w:rsid w:val="002C342D"/>
    <w:rsid w:val="002C517C"/>
    <w:rsid w:val="002C69FA"/>
    <w:rsid w:val="002D109E"/>
    <w:rsid w:val="002D3060"/>
    <w:rsid w:val="002D39C6"/>
    <w:rsid w:val="002D428A"/>
    <w:rsid w:val="002D46ED"/>
    <w:rsid w:val="002D49F4"/>
    <w:rsid w:val="002D5A07"/>
    <w:rsid w:val="002D62F8"/>
    <w:rsid w:val="002D67A8"/>
    <w:rsid w:val="002D749F"/>
    <w:rsid w:val="002D7897"/>
    <w:rsid w:val="002E103D"/>
    <w:rsid w:val="002E1677"/>
    <w:rsid w:val="002E3714"/>
    <w:rsid w:val="002E4B4C"/>
    <w:rsid w:val="002E4E2E"/>
    <w:rsid w:val="002E5566"/>
    <w:rsid w:val="002E5DE7"/>
    <w:rsid w:val="002E709E"/>
    <w:rsid w:val="002F037B"/>
    <w:rsid w:val="002F0980"/>
    <w:rsid w:val="002F1235"/>
    <w:rsid w:val="002F1DB2"/>
    <w:rsid w:val="002F1F64"/>
    <w:rsid w:val="002F2188"/>
    <w:rsid w:val="002F2D92"/>
    <w:rsid w:val="002F31BD"/>
    <w:rsid w:val="002F3426"/>
    <w:rsid w:val="002F35E4"/>
    <w:rsid w:val="002F4115"/>
    <w:rsid w:val="002F5144"/>
    <w:rsid w:val="002F5B3A"/>
    <w:rsid w:val="002F628D"/>
    <w:rsid w:val="002F682D"/>
    <w:rsid w:val="002F7B62"/>
    <w:rsid w:val="00300DFA"/>
    <w:rsid w:val="00300FD7"/>
    <w:rsid w:val="00303A5C"/>
    <w:rsid w:val="00303BE5"/>
    <w:rsid w:val="00303C5E"/>
    <w:rsid w:val="00304505"/>
    <w:rsid w:val="00305821"/>
    <w:rsid w:val="00305CA9"/>
    <w:rsid w:val="003062F3"/>
    <w:rsid w:val="00307716"/>
    <w:rsid w:val="0030783C"/>
    <w:rsid w:val="00310A22"/>
    <w:rsid w:val="00310C08"/>
    <w:rsid w:val="00310D54"/>
    <w:rsid w:val="00312164"/>
    <w:rsid w:val="00312752"/>
    <w:rsid w:val="003132FB"/>
    <w:rsid w:val="003136B4"/>
    <w:rsid w:val="003138D1"/>
    <w:rsid w:val="00313D20"/>
    <w:rsid w:val="0031432C"/>
    <w:rsid w:val="00316B61"/>
    <w:rsid w:val="00317B26"/>
    <w:rsid w:val="00320553"/>
    <w:rsid w:val="00324B59"/>
    <w:rsid w:val="003254AB"/>
    <w:rsid w:val="0032595F"/>
    <w:rsid w:val="00325F8F"/>
    <w:rsid w:val="00326159"/>
    <w:rsid w:val="00331DE5"/>
    <w:rsid w:val="003323A8"/>
    <w:rsid w:val="00332CA2"/>
    <w:rsid w:val="00332D57"/>
    <w:rsid w:val="003335D4"/>
    <w:rsid w:val="0033392F"/>
    <w:rsid w:val="00333987"/>
    <w:rsid w:val="00334A63"/>
    <w:rsid w:val="003359E0"/>
    <w:rsid w:val="00336F58"/>
    <w:rsid w:val="00340E7A"/>
    <w:rsid w:val="00340F41"/>
    <w:rsid w:val="0034131C"/>
    <w:rsid w:val="003420A2"/>
    <w:rsid w:val="0034319B"/>
    <w:rsid w:val="00344DE1"/>
    <w:rsid w:val="00344FEE"/>
    <w:rsid w:val="00345623"/>
    <w:rsid w:val="0034591B"/>
    <w:rsid w:val="00345D9A"/>
    <w:rsid w:val="003462C6"/>
    <w:rsid w:val="00350A1A"/>
    <w:rsid w:val="00350BF7"/>
    <w:rsid w:val="00351F50"/>
    <w:rsid w:val="00352757"/>
    <w:rsid w:val="003548FA"/>
    <w:rsid w:val="00354C07"/>
    <w:rsid w:val="003556E9"/>
    <w:rsid w:val="003563DF"/>
    <w:rsid w:val="0035670D"/>
    <w:rsid w:val="00357292"/>
    <w:rsid w:val="00357D9D"/>
    <w:rsid w:val="00360529"/>
    <w:rsid w:val="00362486"/>
    <w:rsid w:val="003636F1"/>
    <w:rsid w:val="00363880"/>
    <w:rsid w:val="0036452F"/>
    <w:rsid w:val="00364635"/>
    <w:rsid w:val="0036465F"/>
    <w:rsid w:val="00364EE0"/>
    <w:rsid w:val="00365D1E"/>
    <w:rsid w:val="00366438"/>
    <w:rsid w:val="0036656A"/>
    <w:rsid w:val="00367145"/>
    <w:rsid w:val="00370437"/>
    <w:rsid w:val="00370D4F"/>
    <w:rsid w:val="00371333"/>
    <w:rsid w:val="003722B8"/>
    <w:rsid w:val="00372453"/>
    <w:rsid w:val="00373757"/>
    <w:rsid w:val="003739FE"/>
    <w:rsid w:val="00373E47"/>
    <w:rsid w:val="00374764"/>
    <w:rsid w:val="0037557C"/>
    <w:rsid w:val="00375A45"/>
    <w:rsid w:val="00375FE2"/>
    <w:rsid w:val="00376043"/>
    <w:rsid w:val="00376431"/>
    <w:rsid w:val="0037764C"/>
    <w:rsid w:val="00381590"/>
    <w:rsid w:val="00382CF4"/>
    <w:rsid w:val="00382CF7"/>
    <w:rsid w:val="00382DA7"/>
    <w:rsid w:val="00384E76"/>
    <w:rsid w:val="0038527F"/>
    <w:rsid w:val="003919D0"/>
    <w:rsid w:val="00391F93"/>
    <w:rsid w:val="0039422A"/>
    <w:rsid w:val="00394738"/>
    <w:rsid w:val="0039691C"/>
    <w:rsid w:val="003972C0"/>
    <w:rsid w:val="003A0253"/>
    <w:rsid w:val="003A3B46"/>
    <w:rsid w:val="003A4307"/>
    <w:rsid w:val="003A49C8"/>
    <w:rsid w:val="003A4F4E"/>
    <w:rsid w:val="003A5441"/>
    <w:rsid w:val="003A5859"/>
    <w:rsid w:val="003A5CBE"/>
    <w:rsid w:val="003A5FB1"/>
    <w:rsid w:val="003A664E"/>
    <w:rsid w:val="003A6693"/>
    <w:rsid w:val="003A6E07"/>
    <w:rsid w:val="003A77C5"/>
    <w:rsid w:val="003B0288"/>
    <w:rsid w:val="003B0B49"/>
    <w:rsid w:val="003B1240"/>
    <w:rsid w:val="003B215E"/>
    <w:rsid w:val="003B2A54"/>
    <w:rsid w:val="003B3D08"/>
    <w:rsid w:val="003B67CA"/>
    <w:rsid w:val="003B6CE0"/>
    <w:rsid w:val="003B7B07"/>
    <w:rsid w:val="003C0354"/>
    <w:rsid w:val="003C1CE7"/>
    <w:rsid w:val="003C21DC"/>
    <w:rsid w:val="003C3046"/>
    <w:rsid w:val="003C4212"/>
    <w:rsid w:val="003C63F4"/>
    <w:rsid w:val="003C6AF5"/>
    <w:rsid w:val="003D0400"/>
    <w:rsid w:val="003D2687"/>
    <w:rsid w:val="003D29FE"/>
    <w:rsid w:val="003D3E19"/>
    <w:rsid w:val="003D3E73"/>
    <w:rsid w:val="003D4788"/>
    <w:rsid w:val="003D4B60"/>
    <w:rsid w:val="003D7707"/>
    <w:rsid w:val="003E047F"/>
    <w:rsid w:val="003E122C"/>
    <w:rsid w:val="003E20A7"/>
    <w:rsid w:val="003E2E5A"/>
    <w:rsid w:val="003E53EF"/>
    <w:rsid w:val="003E5B5B"/>
    <w:rsid w:val="003F0A35"/>
    <w:rsid w:val="003F112F"/>
    <w:rsid w:val="003F18D0"/>
    <w:rsid w:val="003F265E"/>
    <w:rsid w:val="003F4B42"/>
    <w:rsid w:val="003F4D32"/>
    <w:rsid w:val="003F58A2"/>
    <w:rsid w:val="003F5F10"/>
    <w:rsid w:val="00401081"/>
    <w:rsid w:val="00401327"/>
    <w:rsid w:val="004015D2"/>
    <w:rsid w:val="004019EA"/>
    <w:rsid w:val="00401A6E"/>
    <w:rsid w:val="00401D7C"/>
    <w:rsid w:val="00403172"/>
    <w:rsid w:val="00403C74"/>
    <w:rsid w:val="00404288"/>
    <w:rsid w:val="004046EB"/>
    <w:rsid w:val="00405DAD"/>
    <w:rsid w:val="00405DEE"/>
    <w:rsid w:val="00410417"/>
    <w:rsid w:val="004111C1"/>
    <w:rsid w:val="00413007"/>
    <w:rsid w:val="0041429F"/>
    <w:rsid w:val="00414813"/>
    <w:rsid w:val="00415F05"/>
    <w:rsid w:val="00416B84"/>
    <w:rsid w:val="00417258"/>
    <w:rsid w:val="00417F70"/>
    <w:rsid w:val="00420957"/>
    <w:rsid w:val="0042154F"/>
    <w:rsid w:val="004232C9"/>
    <w:rsid w:val="00423517"/>
    <w:rsid w:val="004236F5"/>
    <w:rsid w:val="00423C54"/>
    <w:rsid w:val="00426F40"/>
    <w:rsid w:val="00431DAE"/>
    <w:rsid w:val="00432FF9"/>
    <w:rsid w:val="0043327A"/>
    <w:rsid w:val="0043376D"/>
    <w:rsid w:val="0043446C"/>
    <w:rsid w:val="00434BA1"/>
    <w:rsid w:val="00434D7C"/>
    <w:rsid w:val="004350F7"/>
    <w:rsid w:val="004355B3"/>
    <w:rsid w:val="00435EBE"/>
    <w:rsid w:val="0043718F"/>
    <w:rsid w:val="00440DEA"/>
    <w:rsid w:val="0044156E"/>
    <w:rsid w:val="00441873"/>
    <w:rsid w:val="00441AEC"/>
    <w:rsid w:val="00442017"/>
    <w:rsid w:val="004422E2"/>
    <w:rsid w:val="00442376"/>
    <w:rsid w:val="00444D0F"/>
    <w:rsid w:val="00444DF5"/>
    <w:rsid w:val="00445289"/>
    <w:rsid w:val="00445E3F"/>
    <w:rsid w:val="0044680A"/>
    <w:rsid w:val="0044742F"/>
    <w:rsid w:val="00447C0F"/>
    <w:rsid w:val="004502DE"/>
    <w:rsid w:val="004545EC"/>
    <w:rsid w:val="00456084"/>
    <w:rsid w:val="004571C0"/>
    <w:rsid w:val="00457501"/>
    <w:rsid w:val="004576DB"/>
    <w:rsid w:val="00457713"/>
    <w:rsid w:val="0046035C"/>
    <w:rsid w:val="0046070D"/>
    <w:rsid w:val="00460B68"/>
    <w:rsid w:val="00460D0B"/>
    <w:rsid w:val="00460DBF"/>
    <w:rsid w:val="00460F3F"/>
    <w:rsid w:val="004610EC"/>
    <w:rsid w:val="00461DA4"/>
    <w:rsid w:val="00462426"/>
    <w:rsid w:val="004629CE"/>
    <w:rsid w:val="00462D32"/>
    <w:rsid w:val="00470BD9"/>
    <w:rsid w:val="00471948"/>
    <w:rsid w:val="00473D55"/>
    <w:rsid w:val="004759E0"/>
    <w:rsid w:val="004771D8"/>
    <w:rsid w:val="00477A86"/>
    <w:rsid w:val="00482469"/>
    <w:rsid w:val="004830A4"/>
    <w:rsid w:val="00483DF3"/>
    <w:rsid w:val="0048434A"/>
    <w:rsid w:val="00484649"/>
    <w:rsid w:val="00484D73"/>
    <w:rsid w:val="00485CD7"/>
    <w:rsid w:val="004878A3"/>
    <w:rsid w:val="0049019B"/>
    <w:rsid w:val="00491DB5"/>
    <w:rsid w:val="00493C6B"/>
    <w:rsid w:val="00493CF9"/>
    <w:rsid w:val="00493FAB"/>
    <w:rsid w:val="00494296"/>
    <w:rsid w:val="004943FF"/>
    <w:rsid w:val="0049469B"/>
    <w:rsid w:val="004956BA"/>
    <w:rsid w:val="004A089C"/>
    <w:rsid w:val="004A1554"/>
    <w:rsid w:val="004A1CEF"/>
    <w:rsid w:val="004A1EE4"/>
    <w:rsid w:val="004A2808"/>
    <w:rsid w:val="004A6C0B"/>
    <w:rsid w:val="004A706F"/>
    <w:rsid w:val="004A7B81"/>
    <w:rsid w:val="004B0997"/>
    <w:rsid w:val="004B224B"/>
    <w:rsid w:val="004B2CE9"/>
    <w:rsid w:val="004B53E7"/>
    <w:rsid w:val="004B5756"/>
    <w:rsid w:val="004B5C9B"/>
    <w:rsid w:val="004B6131"/>
    <w:rsid w:val="004B78AE"/>
    <w:rsid w:val="004C0D43"/>
    <w:rsid w:val="004C224B"/>
    <w:rsid w:val="004C240F"/>
    <w:rsid w:val="004C270F"/>
    <w:rsid w:val="004C3DEE"/>
    <w:rsid w:val="004C42C0"/>
    <w:rsid w:val="004C7417"/>
    <w:rsid w:val="004C7E5F"/>
    <w:rsid w:val="004D056F"/>
    <w:rsid w:val="004D20B9"/>
    <w:rsid w:val="004D3C65"/>
    <w:rsid w:val="004D453D"/>
    <w:rsid w:val="004D5EEB"/>
    <w:rsid w:val="004D6663"/>
    <w:rsid w:val="004D6D18"/>
    <w:rsid w:val="004E010B"/>
    <w:rsid w:val="004E048B"/>
    <w:rsid w:val="004E21C8"/>
    <w:rsid w:val="004E49DF"/>
    <w:rsid w:val="004E6CEB"/>
    <w:rsid w:val="004F1BA8"/>
    <w:rsid w:val="004F1C1F"/>
    <w:rsid w:val="004F2468"/>
    <w:rsid w:val="004F25A4"/>
    <w:rsid w:val="004F3133"/>
    <w:rsid w:val="004F33D3"/>
    <w:rsid w:val="004F47E3"/>
    <w:rsid w:val="004F5773"/>
    <w:rsid w:val="004F5798"/>
    <w:rsid w:val="004F6020"/>
    <w:rsid w:val="004F65AA"/>
    <w:rsid w:val="004F6F56"/>
    <w:rsid w:val="004F72ED"/>
    <w:rsid w:val="0050018A"/>
    <w:rsid w:val="00502A18"/>
    <w:rsid w:val="00503DF1"/>
    <w:rsid w:val="0050421B"/>
    <w:rsid w:val="005072A9"/>
    <w:rsid w:val="00510BC4"/>
    <w:rsid w:val="00510C82"/>
    <w:rsid w:val="00510DBA"/>
    <w:rsid w:val="00511E6B"/>
    <w:rsid w:val="0051231A"/>
    <w:rsid w:val="0051254F"/>
    <w:rsid w:val="0051288E"/>
    <w:rsid w:val="00514D9A"/>
    <w:rsid w:val="00514DDA"/>
    <w:rsid w:val="0051511B"/>
    <w:rsid w:val="00515801"/>
    <w:rsid w:val="00516D46"/>
    <w:rsid w:val="00517A5E"/>
    <w:rsid w:val="00520D34"/>
    <w:rsid w:val="005217F0"/>
    <w:rsid w:val="005220AD"/>
    <w:rsid w:val="005239D4"/>
    <w:rsid w:val="0052437C"/>
    <w:rsid w:val="005252C4"/>
    <w:rsid w:val="00525D90"/>
    <w:rsid w:val="005260F4"/>
    <w:rsid w:val="005311D9"/>
    <w:rsid w:val="005312B9"/>
    <w:rsid w:val="005318B2"/>
    <w:rsid w:val="00532F36"/>
    <w:rsid w:val="0053366F"/>
    <w:rsid w:val="005345D1"/>
    <w:rsid w:val="00534740"/>
    <w:rsid w:val="0053540E"/>
    <w:rsid w:val="0053582D"/>
    <w:rsid w:val="00535CE9"/>
    <w:rsid w:val="0053768F"/>
    <w:rsid w:val="00537812"/>
    <w:rsid w:val="00541D90"/>
    <w:rsid w:val="00541F6C"/>
    <w:rsid w:val="005446DB"/>
    <w:rsid w:val="0054492A"/>
    <w:rsid w:val="00546130"/>
    <w:rsid w:val="00546DB6"/>
    <w:rsid w:val="00547A31"/>
    <w:rsid w:val="00550379"/>
    <w:rsid w:val="005509DB"/>
    <w:rsid w:val="00550BF6"/>
    <w:rsid w:val="00550C8D"/>
    <w:rsid w:val="00550EA4"/>
    <w:rsid w:val="0055225D"/>
    <w:rsid w:val="005522D5"/>
    <w:rsid w:val="005530E5"/>
    <w:rsid w:val="00553917"/>
    <w:rsid w:val="00554F8B"/>
    <w:rsid w:val="00556358"/>
    <w:rsid w:val="00557301"/>
    <w:rsid w:val="00560A19"/>
    <w:rsid w:val="005616DB"/>
    <w:rsid w:val="00561BE9"/>
    <w:rsid w:val="00562543"/>
    <w:rsid w:val="00562CEA"/>
    <w:rsid w:val="00564003"/>
    <w:rsid w:val="00567D4E"/>
    <w:rsid w:val="005708B5"/>
    <w:rsid w:val="00570A99"/>
    <w:rsid w:val="00570E98"/>
    <w:rsid w:val="00572A68"/>
    <w:rsid w:val="00572D66"/>
    <w:rsid w:val="0057533C"/>
    <w:rsid w:val="00575A34"/>
    <w:rsid w:val="00575EE0"/>
    <w:rsid w:val="005761B6"/>
    <w:rsid w:val="00576394"/>
    <w:rsid w:val="005775B6"/>
    <w:rsid w:val="00577C1B"/>
    <w:rsid w:val="00577D0C"/>
    <w:rsid w:val="005827BF"/>
    <w:rsid w:val="00582B30"/>
    <w:rsid w:val="00583703"/>
    <w:rsid w:val="0058479A"/>
    <w:rsid w:val="005848CE"/>
    <w:rsid w:val="00584B66"/>
    <w:rsid w:val="00586D0D"/>
    <w:rsid w:val="00587125"/>
    <w:rsid w:val="005871F1"/>
    <w:rsid w:val="00591F10"/>
    <w:rsid w:val="005923CA"/>
    <w:rsid w:val="0059316E"/>
    <w:rsid w:val="00593F5B"/>
    <w:rsid w:val="00595E72"/>
    <w:rsid w:val="00597137"/>
    <w:rsid w:val="005976FF"/>
    <w:rsid w:val="00597A86"/>
    <w:rsid w:val="005A162D"/>
    <w:rsid w:val="005A2494"/>
    <w:rsid w:val="005A3C7C"/>
    <w:rsid w:val="005A453C"/>
    <w:rsid w:val="005A4B4A"/>
    <w:rsid w:val="005A555B"/>
    <w:rsid w:val="005A6841"/>
    <w:rsid w:val="005A6C89"/>
    <w:rsid w:val="005C0D37"/>
    <w:rsid w:val="005C1A3F"/>
    <w:rsid w:val="005C2F8A"/>
    <w:rsid w:val="005C4626"/>
    <w:rsid w:val="005C5227"/>
    <w:rsid w:val="005C6780"/>
    <w:rsid w:val="005C6B95"/>
    <w:rsid w:val="005C7AF1"/>
    <w:rsid w:val="005C7C4D"/>
    <w:rsid w:val="005D10F3"/>
    <w:rsid w:val="005D251F"/>
    <w:rsid w:val="005D2663"/>
    <w:rsid w:val="005D2CCB"/>
    <w:rsid w:val="005D401C"/>
    <w:rsid w:val="005D584D"/>
    <w:rsid w:val="005D78BE"/>
    <w:rsid w:val="005E0552"/>
    <w:rsid w:val="005E0CE3"/>
    <w:rsid w:val="005E2FE2"/>
    <w:rsid w:val="005E3EE6"/>
    <w:rsid w:val="005E4D27"/>
    <w:rsid w:val="005E4E79"/>
    <w:rsid w:val="005E4FCC"/>
    <w:rsid w:val="005E6D7B"/>
    <w:rsid w:val="005F0D6A"/>
    <w:rsid w:val="005F1826"/>
    <w:rsid w:val="005F2642"/>
    <w:rsid w:val="005F364C"/>
    <w:rsid w:val="005F40CE"/>
    <w:rsid w:val="005F6315"/>
    <w:rsid w:val="005F642A"/>
    <w:rsid w:val="005F699B"/>
    <w:rsid w:val="005F6DF4"/>
    <w:rsid w:val="006010C0"/>
    <w:rsid w:val="00601912"/>
    <w:rsid w:val="00601D99"/>
    <w:rsid w:val="00601EDC"/>
    <w:rsid w:val="00602D44"/>
    <w:rsid w:val="00603327"/>
    <w:rsid w:val="00603ACB"/>
    <w:rsid w:val="006043F3"/>
    <w:rsid w:val="006044E9"/>
    <w:rsid w:val="00604D7A"/>
    <w:rsid w:val="00606EC3"/>
    <w:rsid w:val="00607E25"/>
    <w:rsid w:val="006108AB"/>
    <w:rsid w:val="00610D18"/>
    <w:rsid w:val="00610DB0"/>
    <w:rsid w:val="006115AD"/>
    <w:rsid w:val="00611725"/>
    <w:rsid w:val="00611E0F"/>
    <w:rsid w:val="00614139"/>
    <w:rsid w:val="0061413D"/>
    <w:rsid w:val="00614270"/>
    <w:rsid w:val="0061429D"/>
    <w:rsid w:val="00614570"/>
    <w:rsid w:val="006149A2"/>
    <w:rsid w:val="0061646D"/>
    <w:rsid w:val="00616B4A"/>
    <w:rsid w:val="0061709C"/>
    <w:rsid w:val="00617F89"/>
    <w:rsid w:val="0062014B"/>
    <w:rsid w:val="00620279"/>
    <w:rsid w:val="00620B9C"/>
    <w:rsid w:val="006239E5"/>
    <w:rsid w:val="006253C1"/>
    <w:rsid w:val="0062569B"/>
    <w:rsid w:val="00625875"/>
    <w:rsid w:val="00626664"/>
    <w:rsid w:val="00630A2A"/>
    <w:rsid w:val="00630BB1"/>
    <w:rsid w:val="00630C69"/>
    <w:rsid w:val="00632046"/>
    <w:rsid w:val="0063312C"/>
    <w:rsid w:val="0063444A"/>
    <w:rsid w:val="00634B9A"/>
    <w:rsid w:val="00635724"/>
    <w:rsid w:val="00636A89"/>
    <w:rsid w:val="00636F62"/>
    <w:rsid w:val="0063740A"/>
    <w:rsid w:val="00637531"/>
    <w:rsid w:val="006409AD"/>
    <w:rsid w:val="00640B47"/>
    <w:rsid w:val="0064136C"/>
    <w:rsid w:val="006416E4"/>
    <w:rsid w:val="0064364C"/>
    <w:rsid w:val="006439D8"/>
    <w:rsid w:val="006440EB"/>
    <w:rsid w:val="00645BB3"/>
    <w:rsid w:val="00647426"/>
    <w:rsid w:val="0064753E"/>
    <w:rsid w:val="00650DA6"/>
    <w:rsid w:val="006523EE"/>
    <w:rsid w:val="00652CFF"/>
    <w:rsid w:val="00653123"/>
    <w:rsid w:val="00653AA3"/>
    <w:rsid w:val="00653E0E"/>
    <w:rsid w:val="006553F7"/>
    <w:rsid w:val="00657131"/>
    <w:rsid w:val="00657474"/>
    <w:rsid w:val="0066022A"/>
    <w:rsid w:val="0066328C"/>
    <w:rsid w:val="00663F48"/>
    <w:rsid w:val="0066434D"/>
    <w:rsid w:val="00664439"/>
    <w:rsid w:val="00664B63"/>
    <w:rsid w:val="006669DF"/>
    <w:rsid w:val="00671208"/>
    <w:rsid w:val="0067415D"/>
    <w:rsid w:val="00675579"/>
    <w:rsid w:val="00676C79"/>
    <w:rsid w:val="0067798C"/>
    <w:rsid w:val="0068007A"/>
    <w:rsid w:val="00680378"/>
    <w:rsid w:val="00680499"/>
    <w:rsid w:val="00681304"/>
    <w:rsid w:val="00681DC5"/>
    <w:rsid w:val="00681ED0"/>
    <w:rsid w:val="006827E4"/>
    <w:rsid w:val="006836C6"/>
    <w:rsid w:val="00683DA0"/>
    <w:rsid w:val="00684308"/>
    <w:rsid w:val="00684797"/>
    <w:rsid w:val="00684D77"/>
    <w:rsid w:val="00685E13"/>
    <w:rsid w:val="00686ECD"/>
    <w:rsid w:val="006928B0"/>
    <w:rsid w:val="00692B42"/>
    <w:rsid w:val="00693474"/>
    <w:rsid w:val="0069381A"/>
    <w:rsid w:val="00693910"/>
    <w:rsid w:val="00693CAB"/>
    <w:rsid w:val="00694270"/>
    <w:rsid w:val="00695CAA"/>
    <w:rsid w:val="0069620B"/>
    <w:rsid w:val="00696E31"/>
    <w:rsid w:val="0069780A"/>
    <w:rsid w:val="00697C2F"/>
    <w:rsid w:val="006A062C"/>
    <w:rsid w:val="006A1236"/>
    <w:rsid w:val="006A1567"/>
    <w:rsid w:val="006A2111"/>
    <w:rsid w:val="006A2290"/>
    <w:rsid w:val="006A25D4"/>
    <w:rsid w:val="006A2694"/>
    <w:rsid w:val="006A28D4"/>
    <w:rsid w:val="006A32C1"/>
    <w:rsid w:val="006A345F"/>
    <w:rsid w:val="006A3A7B"/>
    <w:rsid w:val="006A4E7C"/>
    <w:rsid w:val="006A6270"/>
    <w:rsid w:val="006A7F20"/>
    <w:rsid w:val="006B088D"/>
    <w:rsid w:val="006B0C88"/>
    <w:rsid w:val="006B103D"/>
    <w:rsid w:val="006B1405"/>
    <w:rsid w:val="006B172E"/>
    <w:rsid w:val="006B1E28"/>
    <w:rsid w:val="006B2766"/>
    <w:rsid w:val="006B2868"/>
    <w:rsid w:val="006B2C84"/>
    <w:rsid w:val="006B5019"/>
    <w:rsid w:val="006B580D"/>
    <w:rsid w:val="006B6586"/>
    <w:rsid w:val="006B75B1"/>
    <w:rsid w:val="006B76CD"/>
    <w:rsid w:val="006C135C"/>
    <w:rsid w:val="006C188B"/>
    <w:rsid w:val="006C1D28"/>
    <w:rsid w:val="006C247C"/>
    <w:rsid w:val="006C25E3"/>
    <w:rsid w:val="006C288D"/>
    <w:rsid w:val="006C372F"/>
    <w:rsid w:val="006C3CAE"/>
    <w:rsid w:val="006C3EBA"/>
    <w:rsid w:val="006C43A5"/>
    <w:rsid w:val="006C4AAA"/>
    <w:rsid w:val="006C4AD3"/>
    <w:rsid w:val="006C7E38"/>
    <w:rsid w:val="006D0A81"/>
    <w:rsid w:val="006D0BFC"/>
    <w:rsid w:val="006D138A"/>
    <w:rsid w:val="006D2906"/>
    <w:rsid w:val="006D4EE2"/>
    <w:rsid w:val="006D60D9"/>
    <w:rsid w:val="006D6778"/>
    <w:rsid w:val="006D69EB"/>
    <w:rsid w:val="006D7EA4"/>
    <w:rsid w:val="006D7EC6"/>
    <w:rsid w:val="006E0CFD"/>
    <w:rsid w:val="006E130C"/>
    <w:rsid w:val="006E1395"/>
    <w:rsid w:val="006E153E"/>
    <w:rsid w:val="006E1BD3"/>
    <w:rsid w:val="006E2B97"/>
    <w:rsid w:val="006E36DC"/>
    <w:rsid w:val="006E39BB"/>
    <w:rsid w:val="006E5C26"/>
    <w:rsid w:val="006E635D"/>
    <w:rsid w:val="006E6884"/>
    <w:rsid w:val="006E6B12"/>
    <w:rsid w:val="006E723F"/>
    <w:rsid w:val="006E7318"/>
    <w:rsid w:val="006E731C"/>
    <w:rsid w:val="006E761B"/>
    <w:rsid w:val="006F10F4"/>
    <w:rsid w:val="006F11B8"/>
    <w:rsid w:val="006F202F"/>
    <w:rsid w:val="006F2096"/>
    <w:rsid w:val="006F3CA5"/>
    <w:rsid w:val="006F4021"/>
    <w:rsid w:val="006F4753"/>
    <w:rsid w:val="006F52B3"/>
    <w:rsid w:val="006F7C12"/>
    <w:rsid w:val="0070049A"/>
    <w:rsid w:val="007007AC"/>
    <w:rsid w:val="00700982"/>
    <w:rsid w:val="00701695"/>
    <w:rsid w:val="0070233F"/>
    <w:rsid w:val="00703402"/>
    <w:rsid w:val="00704019"/>
    <w:rsid w:val="00704126"/>
    <w:rsid w:val="0070504D"/>
    <w:rsid w:val="007052D4"/>
    <w:rsid w:val="007055EC"/>
    <w:rsid w:val="00706809"/>
    <w:rsid w:val="00706C1B"/>
    <w:rsid w:val="00706E40"/>
    <w:rsid w:val="00706FDF"/>
    <w:rsid w:val="00707426"/>
    <w:rsid w:val="00707FFC"/>
    <w:rsid w:val="007100BB"/>
    <w:rsid w:val="00710D93"/>
    <w:rsid w:val="007112B2"/>
    <w:rsid w:val="00711A5A"/>
    <w:rsid w:val="00714CF1"/>
    <w:rsid w:val="00715118"/>
    <w:rsid w:val="00715528"/>
    <w:rsid w:val="0071566B"/>
    <w:rsid w:val="00715CEA"/>
    <w:rsid w:val="00717352"/>
    <w:rsid w:val="0071758A"/>
    <w:rsid w:val="007178C9"/>
    <w:rsid w:val="00720558"/>
    <w:rsid w:val="0072070C"/>
    <w:rsid w:val="00720DA2"/>
    <w:rsid w:val="007226B3"/>
    <w:rsid w:val="00723015"/>
    <w:rsid w:val="007249B0"/>
    <w:rsid w:val="00725369"/>
    <w:rsid w:val="00725373"/>
    <w:rsid w:val="00725C2D"/>
    <w:rsid w:val="0072688E"/>
    <w:rsid w:val="00726C4D"/>
    <w:rsid w:val="00726E4E"/>
    <w:rsid w:val="00727908"/>
    <w:rsid w:val="00727E6F"/>
    <w:rsid w:val="007307CC"/>
    <w:rsid w:val="007308DE"/>
    <w:rsid w:val="00730971"/>
    <w:rsid w:val="007319C2"/>
    <w:rsid w:val="00732112"/>
    <w:rsid w:val="0073311B"/>
    <w:rsid w:val="007335C9"/>
    <w:rsid w:val="00734069"/>
    <w:rsid w:val="00735995"/>
    <w:rsid w:val="00735EC1"/>
    <w:rsid w:val="007412A5"/>
    <w:rsid w:val="00742956"/>
    <w:rsid w:val="00743405"/>
    <w:rsid w:val="007440CF"/>
    <w:rsid w:val="00746977"/>
    <w:rsid w:val="00752A38"/>
    <w:rsid w:val="00752ED9"/>
    <w:rsid w:val="00753268"/>
    <w:rsid w:val="00753CE1"/>
    <w:rsid w:val="00755240"/>
    <w:rsid w:val="00755764"/>
    <w:rsid w:val="0076047D"/>
    <w:rsid w:val="00760B41"/>
    <w:rsid w:val="007618E8"/>
    <w:rsid w:val="0076286C"/>
    <w:rsid w:val="0076343D"/>
    <w:rsid w:val="00763BD8"/>
    <w:rsid w:val="00764354"/>
    <w:rsid w:val="0076440A"/>
    <w:rsid w:val="00764B4D"/>
    <w:rsid w:val="0076516F"/>
    <w:rsid w:val="0076529A"/>
    <w:rsid w:val="00765E72"/>
    <w:rsid w:val="0076647D"/>
    <w:rsid w:val="0076771B"/>
    <w:rsid w:val="007678E2"/>
    <w:rsid w:val="00767B0A"/>
    <w:rsid w:val="00770093"/>
    <w:rsid w:val="00770B78"/>
    <w:rsid w:val="007720EB"/>
    <w:rsid w:val="007727CD"/>
    <w:rsid w:val="00773179"/>
    <w:rsid w:val="00773228"/>
    <w:rsid w:val="0077370F"/>
    <w:rsid w:val="00773FA1"/>
    <w:rsid w:val="00774165"/>
    <w:rsid w:val="007745A0"/>
    <w:rsid w:val="0077504F"/>
    <w:rsid w:val="007750A4"/>
    <w:rsid w:val="007764E6"/>
    <w:rsid w:val="007770A6"/>
    <w:rsid w:val="00777D75"/>
    <w:rsid w:val="00782867"/>
    <w:rsid w:val="007828C9"/>
    <w:rsid w:val="00782B39"/>
    <w:rsid w:val="00783550"/>
    <w:rsid w:val="00785C73"/>
    <w:rsid w:val="00786016"/>
    <w:rsid w:val="007878A5"/>
    <w:rsid w:val="007945AF"/>
    <w:rsid w:val="007948D5"/>
    <w:rsid w:val="00794C15"/>
    <w:rsid w:val="00794E14"/>
    <w:rsid w:val="0079512F"/>
    <w:rsid w:val="007953C7"/>
    <w:rsid w:val="0079553D"/>
    <w:rsid w:val="00795735"/>
    <w:rsid w:val="0079577C"/>
    <w:rsid w:val="007957F2"/>
    <w:rsid w:val="0079795F"/>
    <w:rsid w:val="007A2C16"/>
    <w:rsid w:val="007A3F64"/>
    <w:rsid w:val="007A4FC8"/>
    <w:rsid w:val="007A512F"/>
    <w:rsid w:val="007A6112"/>
    <w:rsid w:val="007A6341"/>
    <w:rsid w:val="007A7483"/>
    <w:rsid w:val="007A7576"/>
    <w:rsid w:val="007A7883"/>
    <w:rsid w:val="007A7F48"/>
    <w:rsid w:val="007B10E3"/>
    <w:rsid w:val="007B1278"/>
    <w:rsid w:val="007B211B"/>
    <w:rsid w:val="007B3E9A"/>
    <w:rsid w:val="007B3F4F"/>
    <w:rsid w:val="007B3F6D"/>
    <w:rsid w:val="007B4B1A"/>
    <w:rsid w:val="007B4F82"/>
    <w:rsid w:val="007B55AF"/>
    <w:rsid w:val="007B5929"/>
    <w:rsid w:val="007B6D7B"/>
    <w:rsid w:val="007B7D28"/>
    <w:rsid w:val="007C0531"/>
    <w:rsid w:val="007C1909"/>
    <w:rsid w:val="007C2A33"/>
    <w:rsid w:val="007C4248"/>
    <w:rsid w:val="007C4545"/>
    <w:rsid w:val="007C65C7"/>
    <w:rsid w:val="007C6AB9"/>
    <w:rsid w:val="007D0021"/>
    <w:rsid w:val="007D0B22"/>
    <w:rsid w:val="007D223F"/>
    <w:rsid w:val="007D263D"/>
    <w:rsid w:val="007D26CC"/>
    <w:rsid w:val="007D2753"/>
    <w:rsid w:val="007D2EE4"/>
    <w:rsid w:val="007D594B"/>
    <w:rsid w:val="007D5CC1"/>
    <w:rsid w:val="007D73B1"/>
    <w:rsid w:val="007E04C1"/>
    <w:rsid w:val="007E0C31"/>
    <w:rsid w:val="007E14F1"/>
    <w:rsid w:val="007E2429"/>
    <w:rsid w:val="007E284E"/>
    <w:rsid w:val="007E3AA3"/>
    <w:rsid w:val="007E3B65"/>
    <w:rsid w:val="007E3FA3"/>
    <w:rsid w:val="007E6981"/>
    <w:rsid w:val="007E6A3E"/>
    <w:rsid w:val="007E7458"/>
    <w:rsid w:val="007E7487"/>
    <w:rsid w:val="007F021E"/>
    <w:rsid w:val="007F0916"/>
    <w:rsid w:val="007F1614"/>
    <w:rsid w:val="007F1CA6"/>
    <w:rsid w:val="007F27E8"/>
    <w:rsid w:val="007F3699"/>
    <w:rsid w:val="007F36A6"/>
    <w:rsid w:val="007F54F7"/>
    <w:rsid w:val="007F5AF4"/>
    <w:rsid w:val="007F6049"/>
    <w:rsid w:val="007F607E"/>
    <w:rsid w:val="007F62DF"/>
    <w:rsid w:val="007F6424"/>
    <w:rsid w:val="00800DA1"/>
    <w:rsid w:val="00801298"/>
    <w:rsid w:val="008044A8"/>
    <w:rsid w:val="00806637"/>
    <w:rsid w:val="00807DDC"/>
    <w:rsid w:val="008117CA"/>
    <w:rsid w:val="00811C7C"/>
    <w:rsid w:val="00811CD6"/>
    <w:rsid w:val="008128C2"/>
    <w:rsid w:val="008129BE"/>
    <w:rsid w:val="00812B78"/>
    <w:rsid w:val="0081334A"/>
    <w:rsid w:val="00814132"/>
    <w:rsid w:val="00814276"/>
    <w:rsid w:val="008145E2"/>
    <w:rsid w:val="008149EF"/>
    <w:rsid w:val="00814ED0"/>
    <w:rsid w:val="0081535C"/>
    <w:rsid w:val="00815EAB"/>
    <w:rsid w:val="008160D3"/>
    <w:rsid w:val="00816157"/>
    <w:rsid w:val="00816C2E"/>
    <w:rsid w:val="008175E4"/>
    <w:rsid w:val="00817847"/>
    <w:rsid w:val="00821BC0"/>
    <w:rsid w:val="008225DD"/>
    <w:rsid w:val="00822A17"/>
    <w:rsid w:val="00822F06"/>
    <w:rsid w:val="008235CF"/>
    <w:rsid w:val="0082442C"/>
    <w:rsid w:val="00825A8C"/>
    <w:rsid w:val="00825CF6"/>
    <w:rsid w:val="00826E4D"/>
    <w:rsid w:val="00830CE2"/>
    <w:rsid w:val="00831107"/>
    <w:rsid w:val="0083126C"/>
    <w:rsid w:val="0083173D"/>
    <w:rsid w:val="00831A16"/>
    <w:rsid w:val="00832D75"/>
    <w:rsid w:val="00833114"/>
    <w:rsid w:val="0083354F"/>
    <w:rsid w:val="008337DA"/>
    <w:rsid w:val="00833C5C"/>
    <w:rsid w:val="00834371"/>
    <w:rsid w:val="008345D6"/>
    <w:rsid w:val="008347FF"/>
    <w:rsid w:val="0083489B"/>
    <w:rsid w:val="008351DD"/>
    <w:rsid w:val="00835279"/>
    <w:rsid w:val="008370AB"/>
    <w:rsid w:val="00837E84"/>
    <w:rsid w:val="0084096A"/>
    <w:rsid w:val="00840E57"/>
    <w:rsid w:val="00842AEA"/>
    <w:rsid w:val="00843EC3"/>
    <w:rsid w:val="0084489A"/>
    <w:rsid w:val="00844E4A"/>
    <w:rsid w:val="00845EA8"/>
    <w:rsid w:val="008463DB"/>
    <w:rsid w:val="00850C81"/>
    <w:rsid w:val="00851E84"/>
    <w:rsid w:val="00854016"/>
    <w:rsid w:val="00854235"/>
    <w:rsid w:val="00854365"/>
    <w:rsid w:val="00855190"/>
    <w:rsid w:val="00855C8C"/>
    <w:rsid w:val="00856087"/>
    <w:rsid w:val="0085673C"/>
    <w:rsid w:val="00860087"/>
    <w:rsid w:val="008600E9"/>
    <w:rsid w:val="0086032C"/>
    <w:rsid w:val="00861127"/>
    <w:rsid w:val="0086171F"/>
    <w:rsid w:val="008617A6"/>
    <w:rsid w:val="00861A08"/>
    <w:rsid w:val="00861D14"/>
    <w:rsid w:val="008620BE"/>
    <w:rsid w:val="00862DE2"/>
    <w:rsid w:val="00863E11"/>
    <w:rsid w:val="00863FA7"/>
    <w:rsid w:val="00864189"/>
    <w:rsid w:val="00866668"/>
    <w:rsid w:val="008671F6"/>
    <w:rsid w:val="00870216"/>
    <w:rsid w:val="00871B64"/>
    <w:rsid w:val="00871FE0"/>
    <w:rsid w:val="0087330F"/>
    <w:rsid w:val="00873362"/>
    <w:rsid w:val="0087416F"/>
    <w:rsid w:val="00874E25"/>
    <w:rsid w:val="00875795"/>
    <w:rsid w:val="008765D0"/>
    <w:rsid w:val="0087722C"/>
    <w:rsid w:val="00877491"/>
    <w:rsid w:val="00880526"/>
    <w:rsid w:val="00880D1B"/>
    <w:rsid w:val="008817AF"/>
    <w:rsid w:val="00881FF5"/>
    <w:rsid w:val="0088239D"/>
    <w:rsid w:val="008832D1"/>
    <w:rsid w:val="0088339D"/>
    <w:rsid w:val="008857C8"/>
    <w:rsid w:val="00885C83"/>
    <w:rsid w:val="00885FAA"/>
    <w:rsid w:val="00885FDA"/>
    <w:rsid w:val="00886EDF"/>
    <w:rsid w:val="00892919"/>
    <w:rsid w:val="00893B74"/>
    <w:rsid w:val="0089427F"/>
    <w:rsid w:val="0089510C"/>
    <w:rsid w:val="008964CD"/>
    <w:rsid w:val="008971B1"/>
    <w:rsid w:val="008976CA"/>
    <w:rsid w:val="00897CD4"/>
    <w:rsid w:val="008A07E9"/>
    <w:rsid w:val="008A0B49"/>
    <w:rsid w:val="008A167B"/>
    <w:rsid w:val="008A1916"/>
    <w:rsid w:val="008A1D10"/>
    <w:rsid w:val="008A2C2D"/>
    <w:rsid w:val="008A3381"/>
    <w:rsid w:val="008A49E9"/>
    <w:rsid w:val="008A5F5C"/>
    <w:rsid w:val="008A628D"/>
    <w:rsid w:val="008B0140"/>
    <w:rsid w:val="008B0C9C"/>
    <w:rsid w:val="008B1F8A"/>
    <w:rsid w:val="008B225E"/>
    <w:rsid w:val="008B409D"/>
    <w:rsid w:val="008B608E"/>
    <w:rsid w:val="008B6DB1"/>
    <w:rsid w:val="008B76EF"/>
    <w:rsid w:val="008C0D4A"/>
    <w:rsid w:val="008C1186"/>
    <w:rsid w:val="008C1B3C"/>
    <w:rsid w:val="008C231D"/>
    <w:rsid w:val="008C2B96"/>
    <w:rsid w:val="008C2C58"/>
    <w:rsid w:val="008C4926"/>
    <w:rsid w:val="008C53A9"/>
    <w:rsid w:val="008C6795"/>
    <w:rsid w:val="008D0458"/>
    <w:rsid w:val="008D21B6"/>
    <w:rsid w:val="008D36BB"/>
    <w:rsid w:val="008D3A24"/>
    <w:rsid w:val="008D4322"/>
    <w:rsid w:val="008D4466"/>
    <w:rsid w:val="008D46A4"/>
    <w:rsid w:val="008D5F52"/>
    <w:rsid w:val="008D61FC"/>
    <w:rsid w:val="008D76CB"/>
    <w:rsid w:val="008D7877"/>
    <w:rsid w:val="008E245C"/>
    <w:rsid w:val="008E2A36"/>
    <w:rsid w:val="008E2C76"/>
    <w:rsid w:val="008E3F82"/>
    <w:rsid w:val="008E689C"/>
    <w:rsid w:val="008F00EB"/>
    <w:rsid w:val="008F08FE"/>
    <w:rsid w:val="008F131F"/>
    <w:rsid w:val="008F23C5"/>
    <w:rsid w:val="008F31D6"/>
    <w:rsid w:val="008F3C03"/>
    <w:rsid w:val="008F4AB3"/>
    <w:rsid w:val="008F55AD"/>
    <w:rsid w:val="008F562A"/>
    <w:rsid w:val="00901B54"/>
    <w:rsid w:val="00901F5A"/>
    <w:rsid w:val="009020F1"/>
    <w:rsid w:val="00902352"/>
    <w:rsid w:val="009029D8"/>
    <w:rsid w:val="00903E55"/>
    <w:rsid w:val="009040F6"/>
    <w:rsid w:val="00905448"/>
    <w:rsid w:val="00905ED4"/>
    <w:rsid w:val="0090600F"/>
    <w:rsid w:val="00906FBF"/>
    <w:rsid w:val="00909320"/>
    <w:rsid w:val="00910A36"/>
    <w:rsid w:val="009110BF"/>
    <w:rsid w:val="00911100"/>
    <w:rsid w:val="00911A24"/>
    <w:rsid w:val="0091394A"/>
    <w:rsid w:val="009149F2"/>
    <w:rsid w:val="00914C83"/>
    <w:rsid w:val="00914D9E"/>
    <w:rsid w:val="00914DBA"/>
    <w:rsid w:val="00916823"/>
    <w:rsid w:val="0091795C"/>
    <w:rsid w:val="00917D83"/>
    <w:rsid w:val="0091EDCE"/>
    <w:rsid w:val="009209EC"/>
    <w:rsid w:val="0092386F"/>
    <w:rsid w:val="00925088"/>
    <w:rsid w:val="00925650"/>
    <w:rsid w:val="00925A35"/>
    <w:rsid w:val="00925CDB"/>
    <w:rsid w:val="0092636D"/>
    <w:rsid w:val="009268E1"/>
    <w:rsid w:val="00926B02"/>
    <w:rsid w:val="009271E1"/>
    <w:rsid w:val="00927222"/>
    <w:rsid w:val="009272BF"/>
    <w:rsid w:val="0092757B"/>
    <w:rsid w:val="009276CA"/>
    <w:rsid w:val="00927710"/>
    <w:rsid w:val="00927DE8"/>
    <w:rsid w:val="00932875"/>
    <w:rsid w:val="0093302A"/>
    <w:rsid w:val="00933194"/>
    <w:rsid w:val="00936119"/>
    <w:rsid w:val="00936B08"/>
    <w:rsid w:val="00936EEB"/>
    <w:rsid w:val="00937293"/>
    <w:rsid w:val="00937AC0"/>
    <w:rsid w:val="00941531"/>
    <w:rsid w:val="00942916"/>
    <w:rsid w:val="00943913"/>
    <w:rsid w:val="00943971"/>
    <w:rsid w:val="00943E78"/>
    <w:rsid w:val="00943FBF"/>
    <w:rsid w:val="009442D2"/>
    <w:rsid w:val="00944524"/>
    <w:rsid w:val="00944CE6"/>
    <w:rsid w:val="0094509E"/>
    <w:rsid w:val="00945152"/>
    <w:rsid w:val="0094522A"/>
    <w:rsid w:val="0094581A"/>
    <w:rsid w:val="009505B2"/>
    <w:rsid w:val="00950732"/>
    <w:rsid w:val="00950CF6"/>
    <w:rsid w:val="00951453"/>
    <w:rsid w:val="00951733"/>
    <w:rsid w:val="009527D7"/>
    <w:rsid w:val="009532F0"/>
    <w:rsid w:val="009539E1"/>
    <w:rsid w:val="00954515"/>
    <w:rsid w:val="00954B69"/>
    <w:rsid w:val="00957E15"/>
    <w:rsid w:val="0096009B"/>
    <w:rsid w:val="009600D4"/>
    <w:rsid w:val="00962036"/>
    <w:rsid w:val="00962F45"/>
    <w:rsid w:val="00963735"/>
    <w:rsid w:val="009645F9"/>
    <w:rsid w:val="00964A8F"/>
    <w:rsid w:val="00964EDC"/>
    <w:rsid w:val="009652DC"/>
    <w:rsid w:val="00965E11"/>
    <w:rsid w:val="009660F2"/>
    <w:rsid w:val="00966130"/>
    <w:rsid w:val="00967133"/>
    <w:rsid w:val="00971360"/>
    <w:rsid w:val="00971873"/>
    <w:rsid w:val="00971A8F"/>
    <w:rsid w:val="00972E1E"/>
    <w:rsid w:val="009736E9"/>
    <w:rsid w:val="009745CD"/>
    <w:rsid w:val="009751DF"/>
    <w:rsid w:val="00975B4B"/>
    <w:rsid w:val="00975DA4"/>
    <w:rsid w:val="0097699F"/>
    <w:rsid w:val="00977A3D"/>
    <w:rsid w:val="00980778"/>
    <w:rsid w:val="00980781"/>
    <w:rsid w:val="00980DD3"/>
    <w:rsid w:val="00981601"/>
    <w:rsid w:val="00982169"/>
    <w:rsid w:val="009823F9"/>
    <w:rsid w:val="00982C80"/>
    <w:rsid w:val="009832D7"/>
    <w:rsid w:val="00983E74"/>
    <w:rsid w:val="00984BFA"/>
    <w:rsid w:val="00985F8A"/>
    <w:rsid w:val="009861FB"/>
    <w:rsid w:val="009868A8"/>
    <w:rsid w:val="00986A85"/>
    <w:rsid w:val="009904B1"/>
    <w:rsid w:val="00991C6E"/>
    <w:rsid w:val="00991CC7"/>
    <w:rsid w:val="00992449"/>
    <w:rsid w:val="00992C02"/>
    <w:rsid w:val="00994762"/>
    <w:rsid w:val="00995DE0"/>
    <w:rsid w:val="009972E4"/>
    <w:rsid w:val="009974B5"/>
    <w:rsid w:val="00997DD8"/>
    <w:rsid w:val="009A0695"/>
    <w:rsid w:val="009A315B"/>
    <w:rsid w:val="009A335B"/>
    <w:rsid w:val="009A4460"/>
    <w:rsid w:val="009A7CF2"/>
    <w:rsid w:val="009B09C6"/>
    <w:rsid w:val="009B164F"/>
    <w:rsid w:val="009B16A4"/>
    <w:rsid w:val="009B26B0"/>
    <w:rsid w:val="009B35DB"/>
    <w:rsid w:val="009B5694"/>
    <w:rsid w:val="009B5D46"/>
    <w:rsid w:val="009B651B"/>
    <w:rsid w:val="009B6635"/>
    <w:rsid w:val="009B7E45"/>
    <w:rsid w:val="009C045D"/>
    <w:rsid w:val="009C0EDF"/>
    <w:rsid w:val="009C10CF"/>
    <w:rsid w:val="009C33AD"/>
    <w:rsid w:val="009C3BD1"/>
    <w:rsid w:val="009C419D"/>
    <w:rsid w:val="009C504C"/>
    <w:rsid w:val="009C65B8"/>
    <w:rsid w:val="009C67F1"/>
    <w:rsid w:val="009C6D2F"/>
    <w:rsid w:val="009C708A"/>
    <w:rsid w:val="009C730D"/>
    <w:rsid w:val="009C734E"/>
    <w:rsid w:val="009D08A1"/>
    <w:rsid w:val="009D11E9"/>
    <w:rsid w:val="009D140D"/>
    <w:rsid w:val="009D14A0"/>
    <w:rsid w:val="009D1667"/>
    <w:rsid w:val="009D21D1"/>
    <w:rsid w:val="009D2204"/>
    <w:rsid w:val="009D38D3"/>
    <w:rsid w:val="009D4329"/>
    <w:rsid w:val="009D45B1"/>
    <w:rsid w:val="009D47A4"/>
    <w:rsid w:val="009D56E3"/>
    <w:rsid w:val="009D6F79"/>
    <w:rsid w:val="009E03E8"/>
    <w:rsid w:val="009E0AAB"/>
    <w:rsid w:val="009E231F"/>
    <w:rsid w:val="009E3023"/>
    <w:rsid w:val="009E31D7"/>
    <w:rsid w:val="009E3AAC"/>
    <w:rsid w:val="009E3B90"/>
    <w:rsid w:val="009E4118"/>
    <w:rsid w:val="009E4F8F"/>
    <w:rsid w:val="009E4FE0"/>
    <w:rsid w:val="009E5608"/>
    <w:rsid w:val="009E56F7"/>
    <w:rsid w:val="009E57F0"/>
    <w:rsid w:val="009E6894"/>
    <w:rsid w:val="009F0967"/>
    <w:rsid w:val="009F16B1"/>
    <w:rsid w:val="009F19F3"/>
    <w:rsid w:val="009F22D1"/>
    <w:rsid w:val="009F40A7"/>
    <w:rsid w:val="009F4309"/>
    <w:rsid w:val="00A01125"/>
    <w:rsid w:val="00A012B5"/>
    <w:rsid w:val="00A01E2B"/>
    <w:rsid w:val="00A02A2C"/>
    <w:rsid w:val="00A02A6D"/>
    <w:rsid w:val="00A07289"/>
    <w:rsid w:val="00A10852"/>
    <w:rsid w:val="00A10E57"/>
    <w:rsid w:val="00A12A41"/>
    <w:rsid w:val="00A1351F"/>
    <w:rsid w:val="00A13B7A"/>
    <w:rsid w:val="00A14061"/>
    <w:rsid w:val="00A15172"/>
    <w:rsid w:val="00A22C24"/>
    <w:rsid w:val="00A232F4"/>
    <w:rsid w:val="00A236B4"/>
    <w:rsid w:val="00A24627"/>
    <w:rsid w:val="00A251CA"/>
    <w:rsid w:val="00A30EC5"/>
    <w:rsid w:val="00A3191E"/>
    <w:rsid w:val="00A31F95"/>
    <w:rsid w:val="00A32854"/>
    <w:rsid w:val="00A3343F"/>
    <w:rsid w:val="00A353DB"/>
    <w:rsid w:val="00A3611A"/>
    <w:rsid w:val="00A362D0"/>
    <w:rsid w:val="00A37353"/>
    <w:rsid w:val="00A37AE6"/>
    <w:rsid w:val="00A409F1"/>
    <w:rsid w:val="00A40A6D"/>
    <w:rsid w:val="00A40DF4"/>
    <w:rsid w:val="00A40FBF"/>
    <w:rsid w:val="00A41A9D"/>
    <w:rsid w:val="00A42590"/>
    <w:rsid w:val="00A43439"/>
    <w:rsid w:val="00A4369C"/>
    <w:rsid w:val="00A43A4E"/>
    <w:rsid w:val="00A44814"/>
    <w:rsid w:val="00A4490D"/>
    <w:rsid w:val="00A44B7B"/>
    <w:rsid w:val="00A44CF5"/>
    <w:rsid w:val="00A44E5A"/>
    <w:rsid w:val="00A45D36"/>
    <w:rsid w:val="00A4764B"/>
    <w:rsid w:val="00A50294"/>
    <w:rsid w:val="00A51503"/>
    <w:rsid w:val="00A527D9"/>
    <w:rsid w:val="00A52B85"/>
    <w:rsid w:val="00A538E6"/>
    <w:rsid w:val="00A53EF3"/>
    <w:rsid w:val="00A542F0"/>
    <w:rsid w:val="00A56CE6"/>
    <w:rsid w:val="00A6049E"/>
    <w:rsid w:val="00A619C8"/>
    <w:rsid w:val="00A61DFF"/>
    <w:rsid w:val="00A62BAD"/>
    <w:rsid w:val="00A62DF8"/>
    <w:rsid w:val="00A63892"/>
    <w:rsid w:val="00A67C1D"/>
    <w:rsid w:val="00A72F0C"/>
    <w:rsid w:val="00A731CC"/>
    <w:rsid w:val="00A73F60"/>
    <w:rsid w:val="00A74D0F"/>
    <w:rsid w:val="00A74F3A"/>
    <w:rsid w:val="00A75A71"/>
    <w:rsid w:val="00A76552"/>
    <w:rsid w:val="00A7724C"/>
    <w:rsid w:val="00A80686"/>
    <w:rsid w:val="00A816E0"/>
    <w:rsid w:val="00A826E2"/>
    <w:rsid w:val="00A843C5"/>
    <w:rsid w:val="00A84EC7"/>
    <w:rsid w:val="00A85F7B"/>
    <w:rsid w:val="00A86091"/>
    <w:rsid w:val="00A86EBB"/>
    <w:rsid w:val="00A87784"/>
    <w:rsid w:val="00A8794F"/>
    <w:rsid w:val="00A87EF4"/>
    <w:rsid w:val="00A9031C"/>
    <w:rsid w:val="00A904E1"/>
    <w:rsid w:val="00A92B2E"/>
    <w:rsid w:val="00A93055"/>
    <w:rsid w:val="00A946DB"/>
    <w:rsid w:val="00A94795"/>
    <w:rsid w:val="00A9581C"/>
    <w:rsid w:val="00AA19EA"/>
    <w:rsid w:val="00AA24BD"/>
    <w:rsid w:val="00AA2A82"/>
    <w:rsid w:val="00AA3C86"/>
    <w:rsid w:val="00AA410D"/>
    <w:rsid w:val="00AA5144"/>
    <w:rsid w:val="00AA5E5D"/>
    <w:rsid w:val="00AA7836"/>
    <w:rsid w:val="00AA78AE"/>
    <w:rsid w:val="00AB26DA"/>
    <w:rsid w:val="00AB31FB"/>
    <w:rsid w:val="00AB57F5"/>
    <w:rsid w:val="00AB6A51"/>
    <w:rsid w:val="00AB6AB7"/>
    <w:rsid w:val="00AB7732"/>
    <w:rsid w:val="00AC1A3A"/>
    <w:rsid w:val="00AC227C"/>
    <w:rsid w:val="00AC23AC"/>
    <w:rsid w:val="00AC2920"/>
    <w:rsid w:val="00AC566E"/>
    <w:rsid w:val="00AD210C"/>
    <w:rsid w:val="00AD2762"/>
    <w:rsid w:val="00AD664A"/>
    <w:rsid w:val="00AD72B0"/>
    <w:rsid w:val="00AD72B6"/>
    <w:rsid w:val="00AE006E"/>
    <w:rsid w:val="00AE18BE"/>
    <w:rsid w:val="00AE255C"/>
    <w:rsid w:val="00AE2C04"/>
    <w:rsid w:val="00AE307B"/>
    <w:rsid w:val="00AE38FD"/>
    <w:rsid w:val="00AE3AE9"/>
    <w:rsid w:val="00AE4F05"/>
    <w:rsid w:val="00AE545F"/>
    <w:rsid w:val="00AE5EFE"/>
    <w:rsid w:val="00AE6002"/>
    <w:rsid w:val="00AE63D9"/>
    <w:rsid w:val="00AF0D45"/>
    <w:rsid w:val="00AF0DD4"/>
    <w:rsid w:val="00AF22B3"/>
    <w:rsid w:val="00AF2569"/>
    <w:rsid w:val="00AF3171"/>
    <w:rsid w:val="00AF386C"/>
    <w:rsid w:val="00AF3D4D"/>
    <w:rsid w:val="00AF64AA"/>
    <w:rsid w:val="00AF7C80"/>
    <w:rsid w:val="00AF7DDD"/>
    <w:rsid w:val="00B00EE9"/>
    <w:rsid w:val="00B01EF5"/>
    <w:rsid w:val="00B02910"/>
    <w:rsid w:val="00B0360E"/>
    <w:rsid w:val="00B03978"/>
    <w:rsid w:val="00B04583"/>
    <w:rsid w:val="00B04AD7"/>
    <w:rsid w:val="00B0509F"/>
    <w:rsid w:val="00B06024"/>
    <w:rsid w:val="00B06C60"/>
    <w:rsid w:val="00B06D4B"/>
    <w:rsid w:val="00B071FF"/>
    <w:rsid w:val="00B11776"/>
    <w:rsid w:val="00B1235A"/>
    <w:rsid w:val="00B1562C"/>
    <w:rsid w:val="00B15856"/>
    <w:rsid w:val="00B15C8C"/>
    <w:rsid w:val="00B15CD5"/>
    <w:rsid w:val="00B20079"/>
    <w:rsid w:val="00B2053B"/>
    <w:rsid w:val="00B205EC"/>
    <w:rsid w:val="00B21A9B"/>
    <w:rsid w:val="00B22246"/>
    <w:rsid w:val="00B222B3"/>
    <w:rsid w:val="00B23180"/>
    <w:rsid w:val="00B24E82"/>
    <w:rsid w:val="00B25212"/>
    <w:rsid w:val="00B2572C"/>
    <w:rsid w:val="00B3020F"/>
    <w:rsid w:val="00B30A86"/>
    <w:rsid w:val="00B31154"/>
    <w:rsid w:val="00B31C7B"/>
    <w:rsid w:val="00B32383"/>
    <w:rsid w:val="00B33654"/>
    <w:rsid w:val="00B33887"/>
    <w:rsid w:val="00B33928"/>
    <w:rsid w:val="00B34993"/>
    <w:rsid w:val="00B353E4"/>
    <w:rsid w:val="00B360E8"/>
    <w:rsid w:val="00B36814"/>
    <w:rsid w:val="00B37A5C"/>
    <w:rsid w:val="00B37B34"/>
    <w:rsid w:val="00B37ECA"/>
    <w:rsid w:val="00B40E84"/>
    <w:rsid w:val="00B410E7"/>
    <w:rsid w:val="00B4195E"/>
    <w:rsid w:val="00B428D5"/>
    <w:rsid w:val="00B439FF"/>
    <w:rsid w:val="00B44248"/>
    <w:rsid w:val="00B44492"/>
    <w:rsid w:val="00B45285"/>
    <w:rsid w:val="00B45855"/>
    <w:rsid w:val="00B459F4"/>
    <w:rsid w:val="00B45FF4"/>
    <w:rsid w:val="00B46D09"/>
    <w:rsid w:val="00B4718E"/>
    <w:rsid w:val="00B47231"/>
    <w:rsid w:val="00B50BB3"/>
    <w:rsid w:val="00B51101"/>
    <w:rsid w:val="00B527F6"/>
    <w:rsid w:val="00B52A13"/>
    <w:rsid w:val="00B5328A"/>
    <w:rsid w:val="00B538E9"/>
    <w:rsid w:val="00B53C41"/>
    <w:rsid w:val="00B543F2"/>
    <w:rsid w:val="00B54A0E"/>
    <w:rsid w:val="00B54C5B"/>
    <w:rsid w:val="00B55EE2"/>
    <w:rsid w:val="00B5620F"/>
    <w:rsid w:val="00B56E4C"/>
    <w:rsid w:val="00B61420"/>
    <w:rsid w:val="00B61AAB"/>
    <w:rsid w:val="00B61BBF"/>
    <w:rsid w:val="00B621D7"/>
    <w:rsid w:val="00B62A34"/>
    <w:rsid w:val="00B63B66"/>
    <w:rsid w:val="00B640D7"/>
    <w:rsid w:val="00B64D4A"/>
    <w:rsid w:val="00B64E25"/>
    <w:rsid w:val="00B64F8F"/>
    <w:rsid w:val="00B65D2B"/>
    <w:rsid w:val="00B67EC9"/>
    <w:rsid w:val="00B71190"/>
    <w:rsid w:val="00B713A2"/>
    <w:rsid w:val="00B71950"/>
    <w:rsid w:val="00B72190"/>
    <w:rsid w:val="00B7222D"/>
    <w:rsid w:val="00B732D1"/>
    <w:rsid w:val="00B73FAD"/>
    <w:rsid w:val="00B7487B"/>
    <w:rsid w:val="00B74B41"/>
    <w:rsid w:val="00B75181"/>
    <w:rsid w:val="00B75A15"/>
    <w:rsid w:val="00B76435"/>
    <w:rsid w:val="00B802DF"/>
    <w:rsid w:val="00B80D95"/>
    <w:rsid w:val="00B81E83"/>
    <w:rsid w:val="00B825A9"/>
    <w:rsid w:val="00B832CF"/>
    <w:rsid w:val="00B83F05"/>
    <w:rsid w:val="00B844A1"/>
    <w:rsid w:val="00B86A48"/>
    <w:rsid w:val="00B906BD"/>
    <w:rsid w:val="00B9112B"/>
    <w:rsid w:val="00B9183E"/>
    <w:rsid w:val="00B9238A"/>
    <w:rsid w:val="00B92762"/>
    <w:rsid w:val="00B932E1"/>
    <w:rsid w:val="00B93939"/>
    <w:rsid w:val="00B93FC6"/>
    <w:rsid w:val="00B95DB8"/>
    <w:rsid w:val="00B9699D"/>
    <w:rsid w:val="00B97187"/>
    <w:rsid w:val="00B97614"/>
    <w:rsid w:val="00BA069C"/>
    <w:rsid w:val="00BA0E2A"/>
    <w:rsid w:val="00BA2F57"/>
    <w:rsid w:val="00BA3890"/>
    <w:rsid w:val="00BA454F"/>
    <w:rsid w:val="00BA4704"/>
    <w:rsid w:val="00BA50FE"/>
    <w:rsid w:val="00BA538A"/>
    <w:rsid w:val="00BA58BC"/>
    <w:rsid w:val="00BA5AA3"/>
    <w:rsid w:val="00BA649E"/>
    <w:rsid w:val="00BA7CA8"/>
    <w:rsid w:val="00BA7F52"/>
    <w:rsid w:val="00BB1053"/>
    <w:rsid w:val="00BB19A0"/>
    <w:rsid w:val="00BB39DF"/>
    <w:rsid w:val="00BB3AA1"/>
    <w:rsid w:val="00BB7E0F"/>
    <w:rsid w:val="00BC023E"/>
    <w:rsid w:val="00BC06A6"/>
    <w:rsid w:val="00BC1626"/>
    <w:rsid w:val="00BC3FEB"/>
    <w:rsid w:val="00BC66AB"/>
    <w:rsid w:val="00BC7D11"/>
    <w:rsid w:val="00BD0A23"/>
    <w:rsid w:val="00BD0D51"/>
    <w:rsid w:val="00BD126F"/>
    <w:rsid w:val="00BD1414"/>
    <w:rsid w:val="00BD1756"/>
    <w:rsid w:val="00BD20BA"/>
    <w:rsid w:val="00BD2CC3"/>
    <w:rsid w:val="00BD6EDC"/>
    <w:rsid w:val="00BE066B"/>
    <w:rsid w:val="00BE1980"/>
    <w:rsid w:val="00BE1B83"/>
    <w:rsid w:val="00BE2A17"/>
    <w:rsid w:val="00BE30D7"/>
    <w:rsid w:val="00BE3364"/>
    <w:rsid w:val="00BE3CF9"/>
    <w:rsid w:val="00BE434E"/>
    <w:rsid w:val="00BE4638"/>
    <w:rsid w:val="00BE4737"/>
    <w:rsid w:val="00BE4BDE"/>
    <w:rsid w:val="00BE530F"/>
    <w:rsid w:val="00BE5965"/>
    <w:rsid w:val="00BE60B3"/>
    <w:rsid w:val="00BE6C5B"/>
    <w:rsid w:val="00BE7B5D"/>
    <w:rsid w:val="00BF0588"/>
    <w:rsid w:val="00BF0590"/>
    <w:rsid w:val="00BF0A5B"/>
    <w:rsid w:val="00BF13B0"/>
    <w:rsid w:val="00BF13F8"/>
    <w:rsid w:val="00BF2042"/>
    <w:rsid w:val="00BF3B9B"/>
    <w:rsid w:val="00BF4A9F"/>
    <w:rsid w:val="00BF4DD6"/>
    <w:rsid w:val="00BF5B91"/>
    <w:rsid w:val="00BF61A6"/>
    <w:rsid w:val="00BF6AF7"/>
    <w:rsid w:val="00BF71A0"/>
    <w:rsid w:val="00BF7CC3"/>
    <w:rsid w:val="00C010FF"/>
    <w:rsid w:val="00C01985"/>
    <w:rsid w:val="00C032A8"/>
    <w:rsid w:val="00C03F57"/>
    <w:rsid w:val="00C048A7"/>
    <w:rsid w:val="00C052FF"/>
    <w:rsid w:val="00C05AE5"/>
    <w:rsid w:val="00C06BE3"/>
    <w:rsid w:val="00C077F1"/>
    <w:rsid w:val="00C07A6F"/>
    <w:rsid w:val="00C07ACD"/>
    <w:rsid w:val="00C10A5D"/>
    <w:rsid w:val="00C11E91"/>
    <w:rsid w:val="00C12BC8"/>
    <w:rsid w:val="00C13DFB"/>
    <w:rsid w:val="00C14868"/>
    <w:rsid w:val="00C14A08"/>
    <w:rsid w:val="00C1505C"/>
    <w:rsid w:val="00C150BD"/>
    <w:rsid w:val="00C159B3"/>
    <w:rsid w:val="00C15F4A"/>
    <w:rsid w:val="00C1696B"/>
    <w:rsid w:val="00C17622"/>
    <w:rsid w:val="00C20A97"/>
    <w:rsid w:val="00C21B0E"/>
    <w:rsid w:val="00C220EC"/>
    <w:rsid w:val="00C22139"/>
    <w:rsid w:val="00C22549"/>
    <w:rsid w:val="00C232FD"/>
    <w:rsid w:val="00C236B2"/>
    <w:rsid w:val="00C23CAF"/>
    <w:rsid w:val="00C2482A"/>
    <w:rsid w:val="00C24DB1"/>
    <w:rsid w:val="00C26216"/>
    <w:rsid w:val="00C2635A"/>
    <w:rsid w:val="00C2638E"/>
    <w:rsid w:val="00C27524"/>
    <w:rsid w:val="00C305D9"/>
    <w:rsid w:val="00C3147D"/>
    <w:rsid w:val="00C315E5"/>
    <w:rsid w:val="00C3205C"/>
    <w:rsid w:val="00C3276C"/>
    <w:rsid w:val="00C3331D"/>
    <w:rsid w:val="00C33822"/>
    <w:rsid w:val="00C3390D"/>
    <w:rsid w:val="00C33DC2"/>
    <w:rsid w:val="00C33F85"/>
    <w:rsid w:val="00C34267"/>
    <w:rsid w:val="00C369D6"/>
    <w:rsid w:val="00C36A49"/>
    <w:rsid w:val="00C40A05"/>
    <w:rsid w:val="00C40B8E"/>
    <w:rsid w:val="00C42127"/>
    <w:rsid w:val="00C436A5"/>
    <w:rsid w:val="00C43E74"/>
    <w:rsid w:val="00C45345"/>
    <w:rsid w:val="00C4642C"/>
    <w:rsid w:val="00C46BBB"/>
    <w:rsid w:val="00C46D21"/>
    <w:rsid w:val="00C529C9"/>
    <w:rsid w:val="00C557FB"/>
    <w:rsid w:val="00C55DF2"/>
    <w:rsid w:val="00C56E5A"/>
    <w:rsid w:val="00C575DF"/>
    <w:rsid w:val="00C57D6D"/>
    <w:rsid w:val="00C61CF8"/>
    <w:rsid w:val="00C61EA6"/>
    <w:rsid w:val="00C62E4F"/>
    <w:rsid w:val="00C6391C"/>
    <w:rsid w:val="00C63A59"/>
    <w:rsid w:val="00C64259"/>
    <w:rsid w:val="00C6433F"/>
    <w:rsid w:val="00C647D4"/>
    <w:rsid w:val="00C64FAB"/>
    <w:rsid w:val="00C65466"/>
    <w:rsid w:val="00C65622"/>
    <w:rsid w:val="00C65769"/>
    <w:rsid w:val="00C65F6D"/>
    <w:rsid w:val="00C662A4"/>
    <w:rsid w:val="00C66688"/>
    <w:rsid w:val="00C66FC7"/>
    <w:rsid w:val="00C67ED3"/>
    <w:rsid w:val="00C71432"/>
    <w:rsid w:val="00C72234"/>
    <w:rsid w:val="00C722D4"/>
    <w:rsid w:val="00C7341F"/>
    <w:rsid w:val="00C74C1B"/>
    <w:rsid w:val="00C7507A"/>
    <w:rsid w:val="00C75405"/>
    <w:rsid w:val="00C7728F"/>
    <w:rsid w:val="00C77EA0"/>
    <w:rsid w:val="00C80CF3"/>
    <w:rsid w:val="00C8130D"/>
    <w:rsid w:val="00C81C3C"/>
    <w:rsid w:val="00C82F1C"/>
    <w:rsid w:val="00C8323E"/>
    <w:rsid w:val="00C835FB"/>
    <w:rsid w:val="00C83E13"/>
    <w:rsid w:val="00C84326"/>
    <w:rsid w:val="00C844AC"/>
    <w:rsid w:val="00C852B9"/>
    <w:rsid w:val="00C853DB"/>
    <w:rsid w:val="00C85666"/>
    <w:rsid w:val="00C8709E"/>
    <w:rsid w:val="00C87421"/>
    <w:rsid w:val="00C87BE6"/>
    <w:rsid w:val="00C9025A"/>
    <w:rsid w:val="00C924B7"/>
    <w:rsid w:val="00C941A2"/>
    <w:rsid w:val="00C95093"/>
    <w:rsid w:val="00C95206"/>
    <w:rsid w:val="00C954C5"/>
    <w:rsid w:val="00C956AC"/>
    <w:rsid w:val="00C95FB5"/>
    <w:rsid w:val="00C96C0C"/>
    <w:rsid w:val="00C9788D"/>
    <w:rsid w:val="00CA188E"/>
    <w:rsid w:val="00CA1950"/>
    <w:rsid w:val="00CA255F"/>
    <w:rsid w:val="00CA26A6"/>
    <w:rsid w:val="00CA27C9"/>
    <w:rsid w:val="00CA2ED8"/>
    <w:rsid w:val="00CA34E5"/>
    <w:rsid w:val="00CA3B96"/>
    <w:rsid w:val="00CA3C04"/>
    <w:rsid w:val="00CA5D18"/>
    <w:rsid w:val="00CA624B"/>
    <w:rsid w:val="00CB07B7"/>
    <w:rsid w:val="00CB14FC"/>
    <w:rsid w:val="00CB1C10"/>
    <w:rsid w:val="00CB2B7D"/>
    <w:rsid w:val="00CB5E39"/>
    <w:rsid w:val="00CB6884"/>
    <w:rsid w:val="00CB6DFB"/>
    <w:rsid w:val="00CB7C78"/>
    <w:rsid w:val="00CB7E98"/>
    <w:rsid w:val="00CC0E5C"/>
    <w:rsid w:val="00CC1DFD"/>
    <w:rsid w:val="00CC3199"/>
    <w:rsid w:val="00CC3CFB"/>
    <w:rsid w:val="00CC3FA8"/>
    <w:rsid w:val="00CC4666"/>
    <w:rsid w:val="00CC503F"/>
    <w:rsid w:val="00CC585B"/>
    <w:rsid w:val="00CC64FC"/>
    <w:rsid w:val="00CC7403"/>
    <w:rsid w:val="00CC7A12"/>
    <w:rsid w:val="00CD15A5"/>
    <w:rsid w:val="00CD3359"/>
    <w:rsid w:val="00CD33FA"/>
    <w:rsid w:val="00CD3A18"/>
    <w:rsid w:val="00CD3D61"/>
    <w:rsid w:val="00CD50D9"/>
    <w:rsid w:val="00CD50F3"/>
    <w:rsid w:val="00CD5FBC"/>
    <w:rsid w:val="00CD6BBC"/>
    <w:rsid w:val="00CD71A7"/>
    <w:rsid w:val="00CE1197"/>
    <w:rsid w:val="00CE1F2C"/>
    <w:rsid w:val="00CE21EF"/>
    <w:rsid w:val="00CE228B"/>
    <w:rsid w:val="00CE2582"/>
    <w:rsid w:val="00CE3348"/>
    <w:rsid w:val="00CE449D"/>
    <w:rsid w:val="00CE569A"/>
    <w:rsid w:val="00CE608B"/>
    <w:rsid w:val="00CE672A"/>
    <w:rsid w:val="00CE676F"/>
    <w:rsid w:val="00CE6AEE"/>
    <w:rsid w:val="00CE728D"/>
    <w:rsid w:val="00CE7628"/>
    <w:rsid w:val="00CE7F4E"/>
    <w:rsid w:val="00CF0038"/>
    <w:rsid w:val="00CF05CD"/>
    <w:rsid w:val="00CF0616"/>
    <w:rsid w:val="00CF0FD4"/>
    <w:rsid w:val="00CF10F1"/>
    <w:rsid w:val="00CF1731"/>
    <w:rsid w:val="00CF208E"/>
    <w:rsid w:val="00CF2F54"/>
    <w:rsid w:val="00CF37A7"/>
    <w:rsid w:val="00CF3E48"/>
    <w:rsid w:val="00CF4634"/>
    <w:rsid w:val="00CF4738"/>
    <w:rsid w:val="00CF4F9A"/>
    <w:rsid w:val="00CF54AB"/>
    <w:rsid w:val="00CF56D1"/>
    <w:rsid w:val="00CF58F7"/>
    <w:rsid w:val="00CF73C0"/>
    <w:rsid w:val="00CF7EB1"/>
    <w:rsid w:val="00D00358"/>
    <w:rsid w:val="00D0048D"/>
    <w:rsid w:val="00D004CE"/>
    <w:rsid w:val="00D00A27"/>
    <w:rsid w:val="00D018C6"/>
    <w:rsid w:val="00D01C35"/>
    <w:rsid w:val="00D01FAF"/>
    <w:rsid w:val="00D03402"/>
    <w:rsid w:val="00D03651"/>
    <w:rsid w:val="00D0479E"/>
    <w:rsid w:val="00D04EAB"/>
    <w:rsid w:val="00D04EE8"/>
    <w:rsid w:val="00D05C6A"/>
    <w:rsid w:val="00D06C63"/>
    <w:rsid w:val="00D06D6C"/>
    <w:rsid w:val="00D07337"/>
    <w:rsid w:val="00D10258"/>
    <w:rsid w:val="00D105E2"/>
    <w:rsid w:val="00D107F2"/>
    <w:rsid w:val="00D11025"/>
    <w:rsid w:val="00D13B0B"/>
    <w:rsid w:val="00D14792"/>
    <w:rsid w:val="00D14FEB"/>
    <w:rsid w:val="00D15DF7"/>
    <w:rsid w:val="00D15F70"/>
    <w:rsid w:val="00D16357"/>
    <w:rsid w:val="00D17C3C"/>
    <w:rsid w:val="00D203C7"/>
    <w:rsid w:val="00D21CD6"/>
    <w:rsid w:val="00D22007"/>
    <w:rsid w:val="00D2350F"/>
    <w:rsid w:val="00D23865"/>
    <w:rsid w:val="00D25422"/>
    <w:rsid w:val="00D26943"/>
    <w:rsid w:val="00D26D12"/>
    <w:rsid w:val="00D30E96"/>
    <w:rsid w:val="00D30F72"/>
    <w:rsid w:val="00D31455"/>
    <w:rsid w:val="00D318D6"/>
    <w:rsid w:val="00D3224A"/>
    <w:rsid w:val="00D327A6"/>
    <w:rsid w:val="00D329F7"/>
    <w:rsid w:val="00D32F8A"/>
    <w:rsid w:val="00D3325C"/>
    <w:rsid w:val="00D33EA7"/>
    <w:rsid w:val="00D34634"/>
    <w:rsid w:val="00D347A1"/>
    <w:rsid w:val="00D3493D"/>
    <w:rsid w:val="00D3565B"/>
    <w:rsid w:val="00D35BDA"/>
    <w:rsid w:val="00D36092"/>
    <w:rsid w:val="00D4096D"/>
    <w:rsid w:val="00D41C48"/>
    <w:rsid w:val="00D41D73"/>
    <w:rsid w:val="00D4225A"/>
    <w:rsid w:val="00D42A01"/>
    <w:rsid w:val="00D44A08"/>
    <w:rsid w:val="00D450F7"/>
    <w:rsid w:val="00D519AE"/>
    <w:rsid w:val="00D5439E"/>
    <w:rsid w:val="00D54625"/>
    <w:rsid w:val="00D55151"/>
    <w:rsid w:val="00D55644"/>
    <w:rsid w:val="00D55FF7"/>
    <w:rsid w:val="00D56BE9"/>
    <w:rsid w:val="00D56E8C"/>
    <w:rsid w:val="00D57534"/>
    <w:rsid w:val="00D604CA"/>
    <w:rsid w:val="00D605F1"/>
    <w:rsid w:val="00D60D3D"/>
    <w:rsid w:val="00D63199"/>
    <w:rsid w:val="00D63A3B"/>
    <w:rsid w:val="00D64600"/>
    <w:rsid w:val="00D6461C"/>
    <w:rsid w:val="00D64997"/>
    <w:rsid w:val="00D67D1D"/>
    <w:rsid w:val="00D705F8"/>
    <w:rsid w:val="00D71D23"/>
    <w:rsid w:val="00D71F8C"/>
    <w:rsid w:val="00D7399B"/>
    <w:rsid w:val="00D74362"/>
    <w:rsid w:val="00D75335"/>
    <w:rsid w:val="00D75391"/>
    <w:rsid w:val="00D75CF7"/>
    <w:rsid w:val="00D76364"/>
    <w:rsid w:val="00D76393"/>
    <w:rsid w:val="00D7665E"/>
    <w:rsid w:val="00D76739"/>
    <w:rsid w:val="00D76FDB"/>
    <w:rsid w:val="00D77AD9"/>
    <w:rsid w:val="00D8037D"/>
    <w:rsid w:val="00D81612"/>
    <w:rsid w:val="00D834AB"/>
    <w:rsid w:val="00D8453A"/>
    <w:rsid w:val="00D85093"/>
    <w:rsid w:val="00D86BC9"/>
    <w:rsid w:val="00D86F9F"/>
    <w:rsid w:val="00D91479"/>
    <w:rsid w:val="00D914FF"/>
    <w:rsid w:val="00D92223"/>
    <w:rsid w:val="00D922E2"/>
    <w:rsid w:val="00D9255C"/>
    <w:rsid w:val="00D92967"/>
    <w:rsid w:val="00D92E2F"/>
    <w:rsid w:val="00D92F6B"/>
    <w:rsid w:val="00D94C40"/>
    <w:rsid w:val="00D95AAD"/>
    <w:rsid w:val="00D96088"/>
    <w:rsid w:val="00D96254"/>
    <w:rsid w:val="00D9687C"/>
    <w:rsid w:val="00D97761"/>
    <w:rsid w:val="00D97D40"/>
    <w:rsid w:val="00D97E88"/>
    <w:rsid w:val="00DA0369"/>
    <w:rsid w:val="00DA0B72"/>
    <w:rsid w:val="00DA336B"/>
    <w:rsid w:val="00DA3632"/>
    <w:rsid w:val="00DA3DE4"/>
    <w:rsid w:val="00DA4144"/>
    <w:rsid w:val="00DA582A"/>
    <w:rsid w:val="00DA5C66"/>
    <w:rsid w:val="00DA6098"/>
    <w:rsid w:val="00DA6C04"/>
    <w:rsid w:val="00DB055B"/>
    <w:rsid w:val="00DB0724"/>
    <w:rsid w:val="00DB0965"/>
    <w:rsid w:val="00DB111B"/>
    <w:rsid w:val="00DB1677"/>
    <w:rsid w:val="00DB2592"/>
    <w:rsid w:val="00DB4CED"/>
    <w:rsid w:val="00DB655A"/>
    <w:rsid w:val="00DB6742"/>
    <w:rsid w:val="00DB6AED"/>
    <w:rsid w:val="00DB73AF"/>
    <w:rsid w:val="00DB7B8A"/>
    <w:rsid w:val="00DC26CC"/>
    <w:rsid w:val="00DC4B6A"/>
    <w:rsid w:val="00DC522F"/>
    <w:rsid w:val="00DC6E9C"/>
    <w:rsid w:val="00DC7571"/>
    <w:rsid w:val="00DC7ECD"/>
    <w:rsid w:val="00DD06EB"/>
    <w:rsid w:val="00DD0E6B"/>
    <w:rsid w:val="00DD1169"/>
    <w:rsid w:val="00DD27CB"/>
    <w:rsid w:val="00DD4A58"/>
    <w:rsid w:val="00DD5EAE"/>
    <w:rsid w:val="00DD69A8"/>
    <w:rsid w:val="00DD6D06"/>
    <w:rsid w:val="00DD7CFA"/>
    <w:rsid w:val="00DE0C56"/>
    <w:rsid w:val="00DE12BC"/>
    <w:rsid w:val="00DE1381"/>
    <w:rsid w:val="00DE19B5"/>
    <w:rsid w:val="00DE31D3"/>
    <w:rsid w:val="00DE4206"/>
    <w:rsid w:val="00DE5958"/>
    <w:rsid w:val="00DEFBEE"/>
    <w:rsid w:val="00DF0414"/>
    <w:rsid w:val="00DF04BE"/>
    <w:rsid w:val="00DF0757"/>
    <w:rsid w:val="00DF0ACF"/>
    <w:rsid w:val="00DF29E5"/>
    <w:rsid w:val="00DF4E35"/>
    <w:rsid w:val="00DF5D04"/>
    <w:rsid w:val="00E003F0"/>
    <w:rsid w:val="00E00686"/>
    <w:rsid w:val="00E00A6D"/>
    <w:rsid w:val="00E01639"/>
    <w:rsid w:val="00E01A87"/>
    <w:rsid w:val="00E02313"/>
    <w:rsid w:val="00E029F5"/>
    <w:rsid w:val="00E04ECA"/>
    <w:rsid w:val="00E0556C"/>
    <w:rsid w:val="00E06B99"/>
    <w:rsid w:val="00E0715E"/>
    <w:rsid w:val="00E0756C"/>
    <w:rsid w:val="00E07B0B"/>
    <w:rsid w:val="00E1033A"/>
    <w:rsid w:val="00E10805"/>
    <w:rsid w:val="00E112FA"/>
    <w:rsid w:val="00E120E4"/>
    <w:rsid w:val="00E12E19"/>
    <w:rsid w:val="00E13512"/>
    <w:rsid w:val="00E14B52"/>
    <w:rsid w:val="00E156A7"/>
    <w:rsid w:val="00E169CE"/>
    <w:rsid w:val="00E17428"/>
    <w:rsid w:val="00E21DA0"/>
    <w:rsid w:val="00E224AF"/>
    <w:rsid w:val="00E2343C"/>
    <w:rsid w:val="00E236A4"/>
    <w:rsid w:val="00E242B4"/>
    <w:rsid w:val="00E24B94"/>
    <w:rsid w:val="00E24FC3"/>
    <w:rsid w:val="00E24FC9"/>
    <w:rsid w:val="00E272C1"/>
    <w:rsid w:val="00E272F3"/>
    <w:rsid w:val="00E30AA2"/>
    <w:rsid w:val="00E3246C"/>
    <w:rsid w:val="00E32507"/>
    <w:rsid w:val="00E332DB"/>
    <w:rsid w:val="00E3341D"/>
    <w:rsid w:val="00E33C63"/>
    <w:rsid w:val="00E343EF"/>
    <w:rsid w:val="00E3499B"/>
    <w:rsid w:val="00E34F83"/>
    <w:rsid w:val="00E35BB6"/>
    <w:rsid w:val="00E36275"/>
    <w:rsid w:val="00E39D1B"/>
    <w:rsid w:val="00E40225"/>
    <w:rsid w:val="00E40EAE"/>
    <w:rsid w:val="00E40F13"/>
    <w:rsid w:val="00E416B8"/>
    <w:rsid w:val="00E426CA"/>
    <w:rsid w:val="00E4310A"/>
    <w:rsid w:val="00E43682"/>
    <w:rsid w:val="00E43A8C"/>
    <w:rsid w:val="00E43AE1"/>
    <w:rsid w:val="00E44359"/>
    <w:rsid w:val="00E44C48"/>
    <w:rsid w:val="00E44D7B"/>
    <w:rsid w:val="00E4527B"/>
    <w:rsid w:val="00E45300"/>
    <w:rsid w:val="00E456C6"/>
    <w:rsid w:val="00E45C80"/>
    <w:rsid w:val="00E4786C"/>
    <w:rsid w:val="00E47FCB"/>
    <w:rsid w:val="00E50886"/>
    <w:rsid w:val="00E50CEB"/>
    <w:rsid w:val="00E52EC9"/>
    <w:rsid w:val="00E53267"/>
    <w:rsid w:val="00E53F7A"/>
    <w:rsid w:val="00E5468C"/>
    <w:rsid w:val="00E57031"/>
    <w:rsid w:val="00E57071"/>
    <w:rsid w:val="00E57083"/>
    <w:rsid w:val="00E61073"/>
    <w:rsid w:val="00E61DF8"/>
    <w:rsid w:val="00E6276C"/>
    <w:rsid w:val="00E627C0"/>
    <w:rsid w:val="00E660EA"/>
    <w:rsid w:val="00E66713"/>
    <w:rsid w:val="00E6726B"/>
    <w:rsid w:val="00E70D6F"/>
    <w:rsid w:val="00E7158F"/>
    <w:rsid w:val="00E71BFD"/>
    <w:rsid w:val="00E72442"/>
    <w:rsid w:val="00E73904"/>
    <w:rsid w:val="00E745FD"/>
    <w:rsid w:val="00E7547C"/>
    <w:rsid w:val="00E77193"/>
    <w:rsid w:val="00E77603"/>
    <w:rsid w:val="00E77643"/>
    <w:rsid w:val="00E804E7"/>
    <w:rsid w:val="00E80980"/>
    <w:rsid w:val="00E80DE7"/>
    <w:rsid w:val="00E81CC9"/>
    <w:rsid w:val="00E81E06"/>
    <w:rsid w:val="00E82546"/>
    <w:rsid w:val="00E844D2"/>
    <w:rsid w:val="00E84E4F"/>
    <w:rsid w:val="00E85BC3"/>
    <w:rsid w:val="00E861A7"/>
    <w:rsid w:val="00E90C41"/>
    <w:rsid w:val="00E90C51"/>
    <w:rsid w:val="00E90DCE"/>
    <w:rsid w:val="00E91AD4"/>
    <w:rsid w:val="00E91E5C"/>
    <w:rsid w:val="00E923EE"/>
    <w:rsid w:val="00E9243E"/>
    <w:rsid w:val="00E92509"/>
    <w:rsid w:val="00E95B06"/>
    <w:rsid w:val="00E960B2"/>
    <w:rsid w:val="00E970FA"/>
    <w:rsid w:val="00EA0A30"/>
    <w:rsid w:val="00EA201A"/>
    <w:rsid w:val="00EA535D"/>
    <w:rsid w:val="00EA634A"/>
    <w:rsid w:val="00EA67DB"/>
    <w:rsid w:val="00EA6F9F"/>
    <w:rsid w:val="00EA7033"/>
    <w:rsid w:val="00EB0225"/>
    <w:rsid w:val="00EB08CB"/>
    <w:rsid w:val="00EB0B42"/>
    <w:rsid w:val="00EB10A7"/>
    <w:rsid w:val="00EB19D5"/>
    <w:rsid w:val="00EB2682"/>
    <w:rsid w:val="00EB28EC"/>
    <w:rsid w:val="00EB3651"/>
    <w:rsid w:val="00EB384D"/>
    <w:rsid w:val="00EB38C2"/>
    <w:rsid w:val="00EB3A3E"/>
    <w:rsid w:val="00EB3D2B"/>
    <w:rsid w:val="00EB4624"/>
    <w:rsid w:val="00EB4826"/>
    <w:rsid w:val="00EB4BF8"/>
    <w:rsid w:val="00EB5622"/>
    <w:rsid w:val="00EB64BD"/>
    <w:rsid w:val="00EB6585"/>
    <w:rsid w:val="00EB6E36"/>
    <w:rsid w:val="00EB6FE5"/>
    <w:rsid w:val="00EB70D7"/>
    <w:rsid w:val="00EC041D"/>
    <w:rsid w:val="00EC0DDF"/>
    <w:rsid w:val="00EC1026"/>
    <w:rsid w:val="00EC1B64"/>
    <w:rsid w:val="00EC1BC0"/>
    <w:rsid w:val="00EC1EB1"/>
    <w:rsid w:val="00EC3C8A"/>
    <w:rsid w:val="00EC3E73"/>
    <w:rsid w:val="00EC4131"/>
    <w:rsid w:val="00EC4A22"/>
    <w:rsid w:val="00EC4FA2"/>
    <w:rsid w:val="00EC6048"/>
    <w:rsid w:val="00EC75CB"/>
    <w:rsid w:val="00EC7B49"/>
    <w:rsid w:val="00EC7D6F"/>
    <w:rsid w:val="00ED0502"/>
    <w:rsid w:val="00ED1055"/>
    <w:rsid w:val="00ED19D8"/>
    <w:rsid w:val="00ED2BD2"/>
    <w:rsid w:val="00ED30EA"/>
    <w:rsid w:val="00ED3574"/>
    <w:rsid w:val="00ED56A8"/>
    <w:rsid w:val="00ED5C48"/>
    <w:rsid w:val="00ED5D08"/>
    <w:rsid w:val="00EE183C"/>
    <w:rsid w:val="00EE1C98"/>
    <w:rsid w:val="00EE28E5"/>
    <w:rsid w:val="00EE45C4"/>
    <w:rsid w:val="00EE4FCC"/>
    <w:rsid w:val="00EE5DB2"/>
    <w:rsid w:val="00EE7953"/>
    <w:rsid w:val="00EF0814"/>
    <w:rsid w:val="00EF1C65"/>
    <w:rsid w:val="00EF2879"/>
    <w:rsid w:val="00EF2944"/>
    <w:rsid w:val="00EF352E"/>
    <w:rsid w:val="00EF39BB"/>
    <w:rsid w:val="00EF4350"/>
    <w:rsid w:val="00EF471C"/>
    <w:rsid w:val="00EF4775"/>
    <w:rsid w:val="00EF4C8C"/>
    <w:rsid w:val="00EF4FA7"/>
    <w:rsid w:val="00EF5918"/>
    <w:rsid w:val="00EF6515"/>
    <w:rsid w:val="00EF735D"/>
    <w:rsid w:val="00F00169"/>
    <w:rsid w:val="00F00260"/>
    <w:rsid w:val="00F00F72"/>
    <w:rsid w:val="00F01166"/>
    <w:rsid w:val="00F017BD"/>
    <w:rsid w:val="00F020D2"/>
    <w:rsid w:val="00F02182"/>
    <w:rsid w:val="00F02271"/>
    <w:rsid w:val="00F02A2D"/>
    <w:rsid w:val="00F0309B"/>
    <w:rsid w:val="00F03A42"/>
    <w:rsid w:val="00F04659"/>
    <w:rsid w:val="00F05664"/>
    <w:rsid w:val="00F05901"/>
    <w:rsid w:val="00F05F1F"/>
    <w:rsid w:val="00F067C6"/>
    <w:rsid w:val="00F07C7C"/>
    <w:rsid w:val="00F102FB"/>
    <w:rsid w:val="00F10798"/>
    <w:rsid w:val="00F117F1"/>
    <w:rsid w:val="00F11CFA"/>
    <w:rsid w:val="00F11F79"/>
    <w:rsid w:val="00F1258A"/>
    <w:rsid w:val="00F13B2E"/>
    <w:rsid w:val="00F14E91"/>
    <w:rsid w:val="00F1577B"/>
    <w:rsid w:val="00F15F46"/>
    <w:rsid w:val="00F16077"/>
    <w:rsid w:val="00F16222"/>
    <w:rsid w:val="00F16C50"/>
    <w:rsid w:val="00F2000A"/>
    <w:rsid w:val="00F20508"/>
    <w:rsid w:val="00F208ED"/>
    <w:rsid w:val="00F20DF2"/>
    <w:rsid w:val="00F21BDE"/>
    <w:rsid w:val="00F228BB"/>
    <w:rsid w:val="00F238F0"/>
    <w:rsid w:val="00F23C62"/>
    <w:rsid w:val="00F24D70"/>
    <w:rsid w:val="00F26FF4"/>
    <w:rsid w:val="00F27116"/>
    <w:rsid w:val="00F3044E"/>
    <w:rsid w:val="00F30903"/>
    <w:rsid w:val="00F30A2B"/>
    <w:rsid w:val="00F319DB"/>
    <w:rsid w:val="00F320AD"/>
    <w:rsid w:val="00F324F2"/>
    <w:rsid w:val="00F32A1C"/>
    <w:rsid w:val="00F33C38"/>
    <w:rsid w:val="00F349BE"/>
    <w:rsid w:val="00F34CAC"/>
    <w:rsid w:val="00F363CD"/>
    <w:rsid w:val="00F368F4"/>
    <w:rsid w:val="00F36DE2"/>
    <w:rsid w:val="00F36EE4"/>
    <w:rsid w:val="00F376C0"/>
    <w:rsid w:val="00F37CB0"/>
    <w:rsid w:val="00F4009B"/>
    <w:rsid w:val="00F4311A"/>
    <w:rsid w:val="00F4376B"/>
    <w:rsid w:val="00F43BB4"/>
    <w:rsid w:val="00F443EB"/>
    <w:rsid w:val="00F459ED"/>
    <w:rsid w:val="00F45A12"/>
    <w:rsid w:val="00F46C45"/>
    <w:rsid w:val="00F46CF8"/>
    <w:rsid w:val="00F47492"/>
    <w:rsid w:val="00F5198D"/>
    <w:rsid w:val="00F51A97"/>
    <w:rsid w:val="00F5615C"/>
    <w:rsid w:val="00F56283"/>
    <w:rsid w:val="00F5631B"/>
    <w:rsid w:val="00F56998"/>
    <w:rsid w:val="00F569E8"/>
    <w:rsid w:val="00F56F02"/>
    <w:rsid w:val="00F60B3D"/>
    <w:rsid w:val="00F60C68"/>
    <w:rsid w:val="00F61E39"/>
    <w:rsid w:val="00F61FCF"/>
    <w:rsid w:val="00F63218"/>
    <w:rsid w:val="00F63ED7"/>
    <w:rsid w:val="00F64F5C"/>
    <w:rsid w:val="00F656C2"/>
    <w:rsid w:val="00F66510"/>
    <w:rsid w:val="00F66A47"/>
    <w:rsid w:val="00F719B2"/>
    <w:rsid w:val="00F72AB5"/>
    <w:rsid w:val="00F73F9A"/>
    <w:rsid w:val="00F74DDE"/>
    <w:rsid w:val="00F75E4D"/>
    <w:rsid w:val="00F76040"/>
    <w:rsid w:val="00F767F2"/>
    <w:rsid w:val="00F76964"/>
    <w:rsid w:val="00F76C41"/>
    <w:rsid w:val="00F77A94"/>
    <w:rsid w:val="00F803CA"/>
    <w:rsid w:val="00F80513"/>
    <w:rsid w:val="00F80F64"/>
    <w:rsid w:val="00F814A2"/>
    <w:rsid w:val="00F815AE"/>
    <w:rsid w:val="00F831E5"/>
    <w:rsid w:val="00F83BFA"/>
    <w:rsid w:val="00F84F27"/>
    <w:rsid w:val="00F85660"/>
    <w:rsid w:val="00F85EEA"/>
    <w:rsid w:val="00F86CD7"/>
    <w:rsid w:val="00F86DA7"/>
    <w:rsid w:val="00F8747D"/>
    <w:rsid w:val="00F87932"/>
    <w:rsid w:val="00F90254"/>
    <w:rsid w:val="00F9115E"/>
    <w:rsid w:val="00F92928"/>
    <w:rsid w:val="00F9420A"/>
    <w:rsid w:val="00F94487"/>
    <w:rsid w:val="00F94916"/>
    <w:rsid w:val="00F95306"/>
    <w:rsid w:val="00F954B0"/>
    <w:rsid w:val="00F95D3B"/>
    <w:rsid w:val="00F96950"/>
    <w:rsid w:val="00F96C20"/>
    <w:rsid w:val="00F977B7"/>
    <w:rsid w:val="00FA15A1"/>
    <w:rsid w:val="00FA15C8"/>
    <w:rsid w:val="00FA1769"/>
    <w:rsid w:val="00FA2388"/>
    <w:rsid w:val="00FA2497"/>
    <w:rsid w:val="00FA2A80"/>
    <w:rsid w:val="00FA3902"/>
    <w:rsid w:val="00FA398C"/>
    <w:rsid w:val="00FA3AF1"/>
    <w:rsid w:val="00FA467B"/>
    <w:rsid w:val="00FA4ACD"/>
    <w:rsid w:val="00FA66C4"/>
    <w:rsid w:val="00FA6A05"/>
    <w:rsid w:val="00FA740E"/>
    <w:rsid w:val="00FA7E1C"/>
    <w:rsid w:val="00FB0C63"/>
    <w:rsid w:val="00FB305B"/>
    <w:rsid w:val="00FB3614"/>
    <w:rsid w:val="00FB47D0"/>
    <w:rsid w:val="00FB4F50"/>
    <w:rsid w:val="00FB53F6"/>
    <w:rsid w:val="00FB541D"/>
    <w:rsid w:val="00FB56E3"/>
    <w:rsid w:val="00FB57ED"/>
    <w:rsid w:val="00FB59AD"/>
    <w:rsid w:val="00FB6A54"/>
    <w:rsid w:val="00FB6AF4"/>
    <w:rsid w:val="00FB6BA8"/>
    <w:rsid w:val="00FB7608"/>
    <w:rsid w:val="00FB768F"/>
    <w:rsid w:val="00FB76F7"/>
    <w:rsid w:val="00FC0B4A"/>
    <w:rsid w:val="00FC0C75"/>
    <w:rsid w:val="00FC21D4"/>
    <w:rsid w:val="00FC2426"/>
    <w:rsid w:val="00FC31E4"/>
    <w:rsid w:val="00FC37C8"/>
    <w:rsid w:val="00FC3C65"/>
    <w:rsid w:val="00FC3E0B"/>
    <w:rsid w:val="00FC43B1"/>
    <w:rsid w:val="00FC47C1"/>
    <w:rsid w:val="00FC63AF"/>
    <w:rsid w:val="00FC6BCE"/>
    <w:rsid w:val="00FC6CF0"/>
    <w:rsid w:val="00FD0209"/>
    <w:rsid w:val="00FD133A"/>
    <w:rsid w:val="00FD16CE"/>
    <w:rsid w:val="00FD1BA2"/>
    <w:rsid w:val="00FD1D7A"/>
    <w:rsid w:val="00FD208D"/>
    <w:rsid w:val="00FD23E4"/>
    <w:rsid w:val="00FD2909"/>
    <w:rsid w:val="00FD4A4D"/>
    <w:rsid w:val="00FD4EC0"/>
    <w:rsid w:val="00FD58BA"/>
    <w:rsid w:val="00FD5939"/>
    <w:rsid w:val="00FD59EF"/>
    <w:rsid w:val="00FD6BC6"/>
    <w:rsid w:val="00FD7693"/>
    <w:rsid w:val="00FD7B58"/>
    <w:rsid w:val="00FD7DA9"/>
    <w:rsid w:val="00FE0943"/>
    <w:rsid w:val="00FE102D"/>
    <w:rsid w:val="00FE2EBD"/>
    <w:rsid w:val="00FE38D2"/>
    <w:rsid w:val="00FE4B35"/>
    <w:rsid w:val="00FE4F8A"/>
    <w:rsid w:val="00FE6BC3"/>
    <w:rsid w:val="00FE6D3F"/>
    <w:rsid w:val="00FE724A"/>
    <w:rsid w:val="00FE7281"/>
    <w:rsid w:val="00FE7639"/>
    <w:rsid w:val="00FF145B"/>
    <w:rsid w:val="00FF1BC4"/>
    <w:rsid w:val="00FF23C0"/>
    <w:rsid w:val="00FF2922"/>
    <w:rsid w:val="00FF4384"/>
    <w:rsid w:val="00FF455D"/>
    <w:rsid w:val="00FF4755"/>
    <w:rsid w:val="00FF7987"/>
    <w:rsid w:val="01852194"/>
    <w:rsid w:val="018C5B00"/>
    <w:rsid w:val="019F5186"/>
    <w:rsid w:val="01AABD3D"/>
    <w:rsid w:val="01B8FA45"/>
    <w:rsid w:val="01BD6253"/>
    <w:rsid w:val="01D54465"/>
    <w:rsid w:val="01DDBF5B"/>
    <w:rsid w:val="01E445BB"/>
    <w:rsid w:val="02238560"/>
    <w:rsid w:val="02607447"/>
    <w:rsid w:val="02653DC8"/>
    <w:rsid w:val="02EBCE7F"/>
    <w:rsid w:val="030F5C91"/>
    <w:rsid w:val="037005E7"/>
    <w:rsid w:val="0380FAFB"/>
    <w:rsid w:val="0389D0FF"/>
    <w:rsid w:val="03D387EC"/>
    <w:rsid w:val="03E4A695"/>
    <w:rsid w:val="03F3C6B5"/>
    <w:rsid w:val="042AC795"/>
    <w:rsid w:val="0434D4B5"/>
    <w:rsid w:val="043AF44F"/>
    <w:rsid w:val="0441553E"/>
    <w:rsid w:val="0450FFBF"/>
    <w:rsid w:val="045F81EE"/>
    <w:rsid w:val="0464EB97"/>
    <w:rsid w:val="04669288"/>
    <w:rsid w:val="049D09E9"/>
    <w:rsid w:val="04B54984"/>
    <w:rsid w:val="04F312C8"/>
    <w:rsid w:val="0503242B"/>
    <w:rsid w:val="051647F7"/>
    <w:rsid w:val="0517506F"/>
    <w:rsid w:val="05363C37"/>
    <w:rsid w:val="05522576"/>
    <w:rsid w:val="059440F8"/>
    <w:rsid w:val="05991984"/>
    <w:rsid w:val="05A8EA71"/>
    <w:rsid w:val="05E03512"/>
    <w:rsid w:val="063E9580"/>
    <w:rsid w:val="066323CC"/>
    <w:rsid w:val="0667E292"/>
    <w:rsid w:val="0669DC12"/>
    <w:rsid w:val="066D1EE2"/>
    <w:rsid w:val="067871BC"/>
    <w:rsid w:val="068785E6"/>
    <w:rsid w:val="068AF084"/>
    <w:rsid w:val="06DA7A56"/>
    <w:rsid w:val="070CABE0"/>
    <w:rsid w:val="071CBF0C"/>
    <w:rsid w:val="07607A75"/>
    <w:rsid w:val="0764A69B"/>
    <w:rsid w:val="0780A3BA"/>
    <w:rsid w:val="078444F9"/>
    <w:rsid w:val="07FBD14F"/>
    <w:rsid w:val="084B3387"/>
    <w:rsid w:val="0870F176"/>
    <w:rsid w:val="0888411A"/>
    <w:rsid w:val="08A5B5B2"/>
    <w:rsid w:val="08AEC7C2"/>
    <w:rsid w:val="08CE6851"/>
    <w:rsid w:val="093A9F1B"/>
    <w:rsid w:val="096C7882"/>
    <w:rsid w:val="099EEEDC"/>
    <w:rsid w:val="09B10693"/>
    <w:rsid w:val="09CBD5A6"/>
    <w:rsid w:val="09E7A6E7"/>
    <w:rsid w:val="09EF06D5"/>
    <w:rsid w:val="09EFCAEA"/>
    <w:rsid w:val="0A020FAC"/>
    <w:rsid w:val="0A269C67"/>
    <w:rsid w:val="0A3EE379"/>
    <w:rsid w:val="0A573C6F"/>
    <w:rsid w:val="0A7A1C42"/>
    <w:rsid w:val="0AB1E2C6"/>
    <w:rsid w:val="0AD905EA"/>
    <w:rsid w:val="0B03EF95"/>
    <w:rsid w:val="0B19C5F3"/>
    <w:rsid w:val="0B4F2574"/>
    <w:rsid w:val="0B66AB3B"/>
    <w:rsid w:val="0B71F15D"/>
    <w:rsid w:val="0B8B2C0F"/>
    <w:rsid w:val="0B943CC7"/>
    <w:rsid w:val="0B9C6438"/>
    <w:rsid w:val="0BA41871"/>
    <w:rsid w:val="0BACB922"/>
    <w:rsid w:val="0BB11B98"/>
    <w:rsid w:val="0C5585D6"/>
    <w:rsid w:val="0C6B0CD2"/>
    <w:rsid w:val="0C905E0E"/>
    <w:rsid w:val="0C9757A4"/>
    <w:rsid w:val="0CBCF334"/>
    <w:rsid w:val="0CE5AB39"/>
    <w:rsid w:val="0CEDBD28"/>
    <w:rsid w:val="0D12F151"/>
    <w:rsid w:val="0D1B6753"/>
    <w:rsid w:val="0D63DBA7"/>
    <w:rsid w:val="0D6AB83A"/>
    <w:rsid w:val="0DC816DA"/>
    <w:rsid w:val="0DEE8327"/>
    <w:rsid w:val="0DF27E49"/>
    <w:rsid w:val="0DF4EE0C"/>
    <w:rsid w:val="0E2ACFE0"/>
    <w:rsid w:val="0E4712A9"/>
    <w:rsid w:val="0E522325"/>
    <w:rsid w:val="0E59B448"/>
    <w:rsid w:val="0E5D3082"/>
    <w:rsid w:val="0E62DF1E"/>
    <w:rsid w:val="0E7C7DB9"/>
    <w:rsid w:val="0E87A147"/>
    <w:rsid w:val="0EA00A09"/>
    <w:rsid w:val="0ED7DAE7"/>
    <w:rsid w:val="0EF3C7FB"/>
    <w:rsid w:val="0F4BB257"/>
    <w:rsid w:val="0F5770BD"/>
    <w:rsid w:val="0F5E8013"/>
    <w:rsid w:val="0F74F822"/>
    <w:rsid w:val="0F7AF867"/>
    <w:rsid w:val="0F7D0013"/>
    <w:rsid w:val="0F8408C7"/>
    <w:rsid w:val="0FA25B06"/>
    <w:rsid w:val="0FAEFDD6"/>
    <w:rsid w:val="10131865"/>
    <w:rsid w:val="103AEB61"/>
    <w:rsid w:val="1050EAF1"/>
    <w:rsid w:val="108A68F9"/>
    <w:rsid w:val="10B275A5"/>
    <w:rsid w:val="10C82A5F"/>
    <w:rsid w:val="10F88901"/>
    <w:rsid w:val="1104728A"/>
    <w:rsid w:val="114918F2"/>
    <w:rsid w:val="115948DA"/>
    <w:rsid w:val="115A2E6B"/>
    <w:rsid w:val="116134DA"/>
    <w:rsid w:val="11739D70"/>
    <w:rsid w:val="117A48D4"/>
    <w:rsid w:val="119251D2"/>
    <w:rsid w:val="11978453"/>
    <w:rsid w:val="11BADB53"/>
    <w:rsid w:val="11CEA57F"/>
    <w:rsid w:val="12043809"/>
    <w:rsid w:val="122076A4"/>
    <w:rsid w:val="12527ECF"/>
    <w:rsid w:val="12610017"/>
    <w:rsid w:val="127BEB51"/>
    <w:rsid w:val="129A173B"/>
    <w:rsid w:val="12AB2FB1"/>
    <w:rsid w:val="12AE83FC"/>
    <w:rsid w:val="12CB1553"/>
    <w:rsid w:val="12F88712"/>
    <w:rsid w:val="12FDA693"/>
    <w:rsid w:val="132B0C2D"/>
    <w:rsid w:val="133B2BED"/>
    <w:rsid w:val="1343057E"/>
    <w:rsid w:val="1343DFCD"/>
    <w:rsid w:val="136B6E5D"/>
    <w:rsid w:val="137C3CA5"/>
    <w:rsid w:val="138C2302"/>
    <w:rsid w:val="138C9A59"/>
    <w:rsid w:val="138D0E52"/>
    <w:rsid w:val="13A9186B"/>
    <w:rsid w:val="13AA6C59"/>
    <w:rsid w:val="13BC9CCA"/>
    <w:rsid w:val="13C51984"/>
    <w:rsid w:val="13F4BB4A"/>
    <w:rsid w:val="13FAA402"/>
    <w:rsid w:val="141E9023"/>
    <w:rsid w:val="143D5DE4"/>
    <w:rsid w:val="1441467B"/>
    <w:rsid w:val="14602BCA"/>
    <w:rsid w:val="14785CFF"/>
    <w:rsid w:val="147FCBDE"/>
    <w:rsid w:val="14BDB81D"/>
    <w:rsid w:val="14D0D1A0"/>
    <w:rsid w:val="14D163D8"/>
    <w:rsid w:val="14EC3DCE"/>
    <w:rsid w:val="14EE61C2"/>
    <w:rsid w:val="14F05455"/>
    <w:rsid w:val="15065569"/>
    <w:rsid w:val="151120A7"/>
    <w:rsid w:val="1524A5FE"/>
    <w:rsid w:val="15261237"/>
    <w:rsid w:val="153D7F09"/>
    <w:rsid w:val="154666FE"/>
    <w:rsid w:val="1555C08F"/>
    <w:rsid w:val="155AB6E2"/>
    <w:rsid w:val="1579E1EB"/>
    <w:rsid w:val="15A6E67D"/>
    <w:rsid w:val="15ABCA06"/>
    <w:rsid w:val="15FF3F7F"/>
    <w:rsid w:val="160D3518"/>
    <w:rsid w:val="161647A8"/>
    <w:rsid w:val="1627C907"/>
    <w:rsid w:val="1635AB59"/>
    <w:rsid w:val="165093E1"/>
    <w:rsid w:val="16574D63"/>
    <w:rsid w:val="1666CBE8"/>
    <w:rsid w:val="166F51D0"/>
    <w:rsid w:val="167D8A6A"/>
    <w:rsid w:val="1681B025"/>
    <w:rsid w:val="16B473EA"/>
    <w:rsid w:val="16EC93CD"/>
    <w:rsid w:val="170138C9"/>
    <w:rsid w:val="1729C323"/>
    <w:rsid w:val="17374F52"/>
    <w:rsid w:val="1748B385"/>
    <w:rsid w:val="1759C337"/>
    <w:rsid w:val="175E9E19"/>
    <w:rsid w:val="17602416"/>
    <w:rsid w:val="177B32E3"/>
    <w:rsid w:val="17A8739A"/>
    <w:rsid w:val="17ABC903"/>
    <w:rsid w:val="17BB8AB7"/>
    <w:rsid w:val="17D76664"/>
    <w:rsid w:val="17EEDB4D"/>
    <w:rsid w:val="18080C5A"/>
    <w:rsid w:val="18318594"/>
    <w:rsid w:val="1835BBB1"/>
    <w:rsid w:val="1863B701"/>
    <w:rsid w:val="18942F01"/>
    <w:rsid w:val="1898B243"/>
    <w:rsid w:val="18A76636"/>
    <w:rsid w:val="190298A8"/>
    <w:rsid w:val="1909058B"/>
    <w:rsid w:val="19091D37"/>
    <w:rsid w:val="19111B5D"/>
    <w:rsid w:val="191C87C5"/>
    <w:rsid w:val="191E68B1"/>
    <w:rsid w:val="194FC254"/>
    <w:rsid w:val="19574B98"/>
    <w:rsid w:val="1965C369"/>
    <w:rsid w:val="197FDE4C"/>
    <w:rsid w:val="1997B879"/>
    <w:rsid w:val="19AEC3A5"/>
    <w:rsid w:val="19B06CAE"/>
    <w:rsid w:val="19B14C94"/>
    <w:rsid w:val="19B5E722"/>
    <w:rsid w:val="19C4764A"/>
    <w:rsid w:val="19C96B1E"/>
    <w:rsid w:val="19DA7B55"/>
    <w:rsid w:val="19F98083"/>
    <w:rsid w:val="19FE09D4"/>
    <w:rsid w:val="1A1D02B9"/>
    <w:rsid w:val="1A62ABB6"/>
    <w:rsid w:val="1A6776D7"/>
    <w:rsid w:val="1A75FDA1"/>
    <w:rsid w:val="1AC3C127"/>
    <w:rsid w:val="1AC7976E"/>
    <w:rsid w:val="1AF1ACC1"/>
    <w:rsid w:val="1AF7D552"/>
    <w:rsid w:val="1AF9EA8F"/>
    <w:rsid w:val="1B01028F"/>
    <w:rsid w:val="1B55D0ED"/>
    <w:rsid w:val="1B687DA3"/>
    <w:rsid w:val="1B747CB8"/>
    <w:rsid w:val="1B7A2884"/>
    <w:rsid w:val="1B8B35B5"/>
    <w:rsid w:val="1BB0F208"/>
    <w:rsid w:val="1BE0EB49"/>
    <w:rsid w:val="1BE23420"/>
    <w:rsid w:val="1BF37523"/>
    <w:rsid w:val="1C0A2F45"/>
    <w:rsid w:val="1C67F6F7"/>
    <w:rsid w:val="1C783062"/>
    <w:rsid w:val="1C7ADC7D"/>
    <w:rsid w:val="1C944423"/>
    <w:rsid w:val="1C9F960F"/>
    <w:rsid w:val="1CB79165"/>
    <w:rsid w:val="1CC3D872"/>
    <w:rsid w:val="1D17D78F"/>
    <w:rsid w:val="1D39A008"/>
    <w:rsid w:val="1D4C69F3"/>
    <w:rsid w:val="1D52F880"/>
    <w:rsid w:val="1D8AC4F8"/>
    <w:rsid w:val="1DAE992B"/>
    <w:rsid w:val="1DE1B892"/>
    <w:rsid w:val="1DEA5943"/>
    <w:rsid w:val="1E00AE9D"/>
    <w:rsid w:val="1E0416DD"/>
    <w:rsid w:val="1E18EA05"/>
    <w:rsid w:val="1E30D237"/>
    <w:rsid w:val="1E494070"/>
    <w:rsid w:val="1E81E3E0"/>
    <w:rsid w:val="1E835F9F"/>
    <w:rsid w:val="1E8E28FD"/>
    <w:rsid w:val="1EA5EA7B"/>
    <w:rsid w:val="1ECB7984"/>
    <w:rsid w:val="1EDB7844"/>
    <w:rsid w:val="1EEED332"/>
    <w:rsid w:val="1F7D0E51"/>
    <w:rsid w:val="1F9B506E"/>
    <w:rsid w:val="1FC20693"/>
    <w:rsid w:val="1FD1F198"/>
    <w:rsid w:val="1FD9C681"/>
    <w:rsid w:val="201F589F"/>
    <w:rsid w:val="20437B5E"/>
    <w:rsid w:val="204E7D0F"/>
    <w:rsid w:val="205163D7"/>
    <w:rsid w:val="206F62E9"/>
    <w:rsid w:val="2076493A"/>
    <w:rsid w:val="20777B71"/>
    <w:rsid w:val="207DBA7F"/>
    <w:rsid w:val="208FF872"/>
    <w:rsid w:val="209BEA30"/>
    <w:rsid w:val="20AEDD5C"/>
    <w:rsid w:val="20B08798"/>
    <w:rsid w:val="21079254"/>
    <w:rsid w:val="212C8711"/>
    <w:rsid w:val="214B057F"/>
    <w:rsid w:val="2190B8A0"/>
    <w:rsid w:val="21CEF431"/>
    <w:rsid w:val="21DA7878"/>
    <w:rsid w:val="2204DFC4"/>
    <w:rsid w:val="2208A7B2"/>
    <w:rsid w:val="222C6E1A"/>
    <w:rsid w:val="22342C13"/>
    <w:rsid w:val="22441D00"/>
    <w:rsid w:val="22525C1D"/>
    <w:rsid w:val="229EA7A8"/>
    <w:rsid w:val="22A3DDCF"/>
    <w:rsid w:val="22E1E350"/>
    <w:rsid w:val="22F11937"/>
    <w:rsid w:val="2318A68B"/>
    <w:rsid w:val="23202287"/>
    <w:rsid w:val="233E9CF8"/>
    <w:rsid w:val="23635016"/>
    <w:rsid w:val="2390EAF1"/>
    <w:rsid w:val="2398FB4E"/>
    <w:rsid w:val="23A01E2B"/>
    <w:rsid w:val="23AD4A4B"/>
    <w:rsid w:val="23D40B2E"/>
    <w:rsid w:val="23E62BD3"/>
    <w:rsid w:val="23E744DC"/>
    <w:rsid w:val="23FA32D1"/>
    <w:rsid w:val="24096C6B"/>
    <w:rsid w:val="241E3B33"/>
    <w:rsid w:val="243CE0D5"/>
    <w:rsid w:val="2440715F"/>
    <w:rsid w:val="2460D59A"/>
    <w:rsid w:val="2470C4B4"/>
    <w:rsid w:val="249B558E"/>
    <w:rsid w:val="24A4C541"/>
    <w:rsid w:val="24B8541D"/>
    <w:rsid w:val="24BAC85B"/>
    <w:rsid w:val="24CB7C2C"/>
    <w:rsid w:val="24E5973B"/>
    <w:rsid w:val="24EE912D"/>
    <w:rsid w:val="252723D8"/>
    <w:rsid w:val="25312D0D"/>
    <w:rsid w:val="255BA6AC"/>
    <w:rsid w:val="25706611"/>
    <w:rsid w:val="25774E30"/>
    <w:rsid w:val="259FE890"/>
    <w:rsid w:val="26180E88"/>
    <w:rsid w:val="26231609"/>
    <w:rsid w:val="26388D8E"/>
    <w:rsid w:val="264C25D6"/>
    <w:rsid w:val="26A449A4"/>
    <w:rsid w:val="26D754A7"/>
    <w:rsid w:val="270C05FC"/>
    <w:rsid w:val="27334E3E"/>
    <w:rsid w:val="2743961B"/>
    <w:rsid w:val="2747BEEE"/>
    <w:rsid w:val="278FB23C"/>
    <w:rsid w:val="27907579"/>
    <w:rsid w:val="27A08BC7"/>
    <w:rsid w:val="27B2F4F6"/>
    <w:rsid w:val="281E2E2B"/>
    <w:rsid w:val="2838AE2E"/>
    <w:rsid w:val="28576DED"/>
    <w:rsid w:val="287DFFB5"/>
    <w:rsid w:val="288743EA"/>
    <w:rsid w:val="28CFB5E9"/>
    <w:rsid w:val="28FA2789"/>
    <w:rsid w:val="290D3D6E"/>
    <w:rsid w:val="29180A70"/>
    <w:rsid w:val="291E3C17"/>
    <w:rsid w:val="293C1249"/>
    <w:rsid w:val="293DF3FF"/>
    <w:rsid w:val="2940F41C"/>
    <w:rsid w:val="294666D7"/>
    <w:rsid w:val="294F92D6"/>
    <w:rsid w:val="2956694F"/>
    <w:rsid w:val="2959903F"/>
    <w:rsid w:val="2969B3A1"/>
    <w:rsid w:val="297DA153"/>
    <w:rsid w:val="2999D9AA"/>
    <w:rsid w:val="29A55DDC"/>
    <w:rsid w:val="29F0BED0"/>
    <w:rsid w:val="2A025882"/>
    <w:rsid w:val="2A324407"/>
    <w:rsid w:val="2A525D5A"/>
    <w:rsid w:val="2A57303F"/>
    <w:rsid w:val="2A73FC02"/>
    <w:rsid w:val="2A7C1508"/>
    <w:rsid w:val="2A8E65CC"/>
    <w:rsid w:val="2AB07C4C"/>
    <w:rsid w:val="2AC3C9F0"/>
    <w:rsid w:val="2AD77A69"/>
    <w:rsid w:val="2AE71C1F"/>
    <w:rsid w:val="2AECB08C"/>
    <w:rsid w:val="2AEE8355"/>
    <w:rsid w:val="2AFD5DAA"/>
    <w:rsid w:val="2B109A10"/>
    <w:rsid w:val="2B2AA736"/>
    <w:rsid w:val="2B2AF641"/>
    <w:rsid w:val="2B406725"/>
    <w:rsid w:val="2B40EA8F"/>
    <w:rsid w:val="2B5205E0"/>
    <w:rsid w:val="2B61AEEB"/>
    <w:rsid w:val="2BCB305E"/>
    <w:rsid w:val="2BF20449"/>
    <w:rsid w:val="2C1D267F"/>
    <w:rsid w:val="2C32B4AD"/>
    <w:rsid w:val="2C7483E3"/>
    <w:rsid w:val="2C8F5975"/>
    <w:rsid w:val="2CBE08FA"/>
    <w:rsid w:val="2CD31AAE"/>
    <w:rsid w:val="2CE50266"/>
    <w:rsid w:val="2CEBB7A3"/>
    <w:rsid w:val="2CF5A108"/>
    <w:rsid w:val="2D1CE362"/>
    <w:rsid w:val="2D3D4C9C"/>
    <w:rsid w:val="2D47E402"/>
    <w:rsid w:val="2D54E5D3"/>
    <w:rsid w:val="2D57CC0E"/>
    <w:rsid w:val="2D5D0F0B"/>
    <w:rsid w:val="2D961146"/>
    <w:rsid w:val="2DA78DED"/>
    <w:rsid w:val="2DBF0CB6"/>
    <w:rsid w:val="2DC2161E"/>
    <w:rsid w:val="2DCD2358"/>
    <w:rsid w:val="2E1933E0"/>
    <w:rsid w:val="2E1E5449"/>
    <w:rsid w:val="2E2DCAC7"/>
    <w:rsid w:val="2E3C3621"/>
    <w:rsid w:val="2E4CB230"/>
    <w:rsid w:val="2E8E7288"/>
    <w:rsid w:val="2EC2F415"/>
    <w:rsid w:val="2ECEBF6B"/>
    <w:rsid w:val="2EEB0AFC"/>
    <w:rsid w:val="2F4B44E0"/>
    <w:rsid w:val="2F633C05"/>
    <w:rsid w:val="2F697EEB"/>
    <w:rsid w:val="2F8012E5"/>
    <w:rsid w:val="2F8F8792"/>
    <w:rsid w:val="2F9D59D2"/>
    <w:rsid w:val="2FCF60F4"/>
    <w:rsid w:val="2FEB4519"/>
    <w:rsid w:val="300B392E"/>
    <w:rsid w:val="301E42EA"/>
    <w:rsid w:val="3037AEF1"/>
    <w:rsid w:val="30520610"/>
    <w:rsid w:val="30615C03"/>
    <w:rsid w:val="30846D43"/>
    <w:rsid w:val="3090A918"/>
    <w:rsid w:val="3099C54C"/>
    <w:rsid w:val="30C574D6"/>
    <w:rsid w:val="30DD8D0E"/>
    <w:rsid w:val="3131C7BE"/>
    <w:rsid w:val="3141B96C"/>
    <w:rsid w:val="314718A8"/>
    <w:rsid w:val="315F8466"/>
    <w:rsid w:val="315FB1F1"/>
    <w:rsid w:val="31DA9476"/>
    <w:rsid w:val="322BA5CE"/>
    <w:rsid w:val="3250D560"/>
    <w:rsid w:val="32AFC923"/>
    <w:rsid w:val="32B64399"/>
    <w:rsid w:val="32C5B29C"/>
    <w:rsid w:val="33161410"/>
    <w:rsid w:val="331CBA26"/>
    <w:rsid w:val="3330C253"/>
    <w:rsid w:val="3332486F"/>
    <w:rsid w:val="33364293"/>
    <w:rsid w:val="339859F6"/>
    <w:rsid w:val="33A0D987"/>
    <w:rsid w:val="33AAEA2F"/>
    <w:rsid w:val="33BF0A19"/>
    <w:rsid w:val="33C3D5B7"/>
    <w:rsid w:val="33F29B75"/>
    <w:rsid w:val="34012945"/>
    <w:rsid w:val="3416794F"/>
    <w:rsid w:val="343565D3"/>
    <w:rsid w:val="348E3E9B"/>
    <w:rsid w:val="348F1439"/>
    <w:rsid w:val="34B50FB1"/>
    <w:rsid w:val="34C01C03"/>
    <w:rsid w:val="34C7D2AC"/>
    <w:rsid w:val="34C9BC99"/>
    <w:rsid w:val="34CF37CF"/>
    <w:rsid w:val="34DBDDF4"/>
    <w:rsid w:val="34E19D59"/>
    <w:rsid w:val="34EB24EE"/>
    <w:rsid w:val="34FDD33D"/>
    <w:rsid w:val="3516055B"/>
    <w:rsid w:val="353D77F4"/>
    <w:rsid w:val="3555608A"/>
    <w:rsid w:val="356632B1"/>
    <w:rsid w:val="358849E8"/>
    <w:rsid w:val="359B866A"/>
    <w:rsid w:val="35B55FA4"/>
    <w:rsid w:val="35B64FA0"/>
    <w:rsid w:val="35E15595"/>
    <w:rsid w:val="35F79100"/>
    <w:rsid w:val="35FEF12F"/>
    <w:rsid w:val="361C089C"/>
    <w:rsid w:val="363B5B13"/>
    <w:rsid w:val="363E5CE6"/>
    <w:rsid w:val="364C3C64"/>
    <w:rsid w:val="36572275"/>
    <w:rsid w:val="3661530F"/>
    <w:rsid w:val="36645E33"/>
    <w:rsid w:val="367B7E96"/>
    <w:rsid w:val="368A6B73"/>
    <w:rsid w:val="36A685FF"/>
    <w:rsid w:val="36AC8963"/>
    <w:rsid w:val="36C9D53D"/>
    <w:rsid w:val="3713328C"/>
    <w:rsid w:val="3716BD13"/>
    <w:rsid w:val="3733947C"/>
    <w:rsid w:val="37646BC7"/>
    <w:rsid w:val="376C9C9C"/>
    <w:rsid w:val="37C588BD"/>
    <w:rsid w:val="37E77C0F"/>
    <w:rsid w:val="38229CD9"/>
    <w:rsid w:val="382548FD"/>
    <w:rsid w:val="383F74DA"/>
    <w:rsid w:val="38714274"/>
    <w:rsid w:val="387B5C16"/>
    <w:rsid w:val="38A134FB"/>
    <w:rsid w:val="38D11E2E"/>
    <w:rsid w:val="38E563E3"/>
    <w:rsid w:val="390693F2"/>
    <w:rsid w:val="3911D760"/>
    <w:rsid w:val="39421576"/>
    <w:rsid w:val="39446DC4"/>
    <w:rsid w:val="394750A0"/>
    <w:rsid w:val="3983CE10"/>
    <w:rsid w:val="39936D72"/>
    <w:rsid w:val="39A71F6E"/>
    <w:rsid w:val="39FB465C"/>
    <w:rsid w:val="39FC40FF"/>
    <w:rsid w:val="3A13FF4E"/>
    <w:rsid w:val="3A22E267"/>
    <w:rsid w:val="3A5BD552"/>
    <w:rsid w:val="3A658F16"/>
    <w:rsid w:val="3A993C7D"/>
    <w:rsid w:val="3AB92F8D"/>
    <w:rsid w:val="3AD28152"/>
    <w:rsid w:val="3AF08960"/>
    <w:rsid w:val="3AF7050B"/>
    <w:rsid w:val="3B07C826"/>
    <w:rsid w:val="3B23F975"/>
    <w:rsid w:val="3B2D8E56"/>
    <w:rsid w:val="3B3E7DC2"/>
    <w:rsid w:val="3B4510EE"/>
    <w:rsid w:val="3B535ED9"/>
    <w:rsid w:val="3B54D677"/>
    <w:rsid w:val="3B5FA7B2"/>
    <w:rsid w:val="3B6382ED"/>
    <w:rsid w:val="3B79DCC4"/>
    <w:rsid w:val="3B8469F1"/>
    <w:rsid w:val="3B9F8A91"/>
    <w:rsid w:val="3BD5F789"/>
    <w:rsid w:val="3BD87541"/>
    <w:rsid w:val="3C272037"/>
    <w:rsid w:val="3C2BABA2"/>
    <w:rsid w:val="3C7549BA"/>
    <w:rsid w:val="3CBCF31F"/>
    <w:rsid w:val="3CC0B1CE"/>
    <w:rsid w:val="3D128D1B"/>
    <w:rsid w:val="3D1315F4"/>
    <w:rsid w:val="3D3688C7"/>
    <w:rsid w:val="3D373F12"/>
    <w:rsid w:val="3D4BA8B3"/>
    <w:rsid w:val="3D4E3CDE"/>
    <w:rsid w:val="3D596269"/>
    <w:rsid w:val="3D5BF215"/>
    <w:rsid w:val="3D63746B"/>
    <w:rsid w:val="3D722754"/>
    <w:rsid w:val="3D88295C"/>
    <w:rsid w:val="3DA4C80C"/>
    <w:rsid w:val="3DCA7301"/>
    <w:rsid w:val="3DDA375C"/>
    <w:rsid w:val="3DDCFE94"/>
    <w:rsid w:val="3DF3B05C"/>
    <w:rsid w:val="3E067143"/>
    <w:rsid w:val="3E15E9A3"/>
    <w:rsid w:val="3E293C0C"/>
    <w:rsid w:val="3E48E28A"/>
    <w:rsid w:val="3E5FFD41"/>
    <w:rsid w:val="3E78A7A4"/>
    <w:rsid w:val="3E8E1181"/>
    <w:rsid w:val="3EA17AD2"/>
    <w:rsid w:val="3EB65061"/>
    <w:rsid w:val="3EC3B754"/>
    <w:rsid w:val="3F1CB85D"/>
    <w:rsid w:val="3F2556D3"/>
    <w:rsid w:val="3F3A4821"/>
    <w:rsid w:val="3F41209F"/>
    <w:rsid w:val="3F68413C"/>
    <w:rsid w:val="3F715826"/>
    <w:rsid w:val="3F91A151"/>
    <w:rsid w:val="3FA864A5"/>
    <w:rsid w:val="3FB3CB6D"/>
    <w:rsid w:val="3FBE59E8"/>
    <w:rsid w:val="3FC0154F"/>
    <w:rsid w:val="3FC313FC"/>
    <w:rsid w:val="3FC7F02A"/>
    <w:rsid w:val="405E5798"/>
    <w:rsid w:val="406C8719"/>
    <w:rsid w:val="406D9A8A"/>
    <w:rsid w:val="4080C50C"/>
    <w:rsid w:val="40897D6E"/>
    <w:rsid w:val="40CA5443"/>
    <w:rsid w:val="40FA62A8"/>
    <w:rsid w:val="413AFA97"/>
    <w:rsid w:val="4167E054"/>
    <w:rsid w:val="417325D3"/>
    <w:rsid w:val="41957AB8"/>
    <w:rsid w:val="41AB6904"/>
    <w:rsid w:val="41B2B2A2"/>
    <w:rsid w:val="41BFC267"/>
    <w:rsid w:val="41DBC4AA"/>
    <w:rsid w:val="41F7DADA"/>
    <w:rsid w:val="41FD6056"/>
    <w:rsid w:val="4227A4BC"/>
    <w:rsid w:val="4251FFB9"/>
    <w:rsid w:val="4255CA36"/>
    <w:rsid w:val="425B2AEC"/>
    <w:rsid w:val="42AC3BBF"/>
    <w:rsid w:val="42CB986D"/>
    <w:rsid w:val="42D3C9CF"/>
    <w:rsid w:val="42F24FB1"/>
    <w:rsid w:val="430254DC"/>
    <w:rsid w:val="431E90C9"/>
    <w:rsid w:val="43236A71"/>
    <w:rsid w:val="4329F29F"/>
    <w:rsid w:val="432ACEA0"/>
    <w:rsid w:val="434741BC"/>
    <w:rsid w:val="434871E1"/>
    <w:rsid w:val="434DF3B2"/>
    <w:rsid w:val="437F772B"/>
    <w:rsid w:val="43A6BE07"/>
    <w:rsid w:val="43CECA40"/>
    <w:rsid w:val="44000679"/>
    <w:rsid w:val="441F369F"/>
    <w:rsid w:val="4420B0ED"/>
    <w:rsid w:val="442A5C2F"/>
    <w:rsid w:val="442B4111"/>
    <w:rsid w:val="442F5BBC"/>
    <w:rsid w:val="446F68AB"/>
    <w:rsid w:val="4490370D"/>
    <w:rsid w:val="449E478E"/>
    <w:rsid w:val="44D441B7"/>
    <w:rsid w:val="4501AFCA"/>
    <w:rsid w:val="450F5F13"/>
    <w:rsid w:val="4525207D"/>
    <w:rsid w:val="4539F20E"/>
    <w:rsid w:val="4561C1E1"/>
    <w:rsid w:val="45A44943"/>
    <w:rsid w:val="45B97120"/>
    <w:rsid w:val="45BD3393"/>
    <w:rsid w:val="45DA33EE"/>
    <w:rsid w:val="45DF0271"/>
    <w:rsid w:val="45F2D149"/>
    <w:rsid w:val="45F58033"/>
    <w:rsid w:val="46526FED"/>
    <w:rsid w:val="466980FF"/>
    <w:rsid w:val="467F0C02"/>
    <w:rsid w:val="46844706"/>
    <w:rsid w:val="46EE56CB"/>
    <w:rsid w:val="46FDA278"/>
    <w:rsid w:val="472ACCB2"/>
    <w:rsid w:val="473B8B4E"/>
    <w:rsid w:val="475C4115"/>
    <w:rsid w:val="47839EA8"/>
    <w:rsid w:val="479D7573"/>
    <w:rsid w:val="47BCBBAD"/>
    <w:rsid w:val="47C30312"/>
    <w:rsid w:val="47F46A46"/>
    <w:rsid w:val="47F7F32A"/>
    <w:rsid w:val="4809890A"/>
    <w:rsid w:val="48098A67"/>
    <w:rsid w:val="4810B1D8"/>
    <w:rsid w:val="483D44B4"/>
    <w:rsid w:val="483F95E4"/>
    <w:rsid w:val="484B468A"/>
    <w:rsid w:val="486695F0"/>
    <w:rsid w:val="4867832A"/>
    <w:rsid w:val="48978D2A"/>
    <w:rsid w:val="48AFE3CB"/>
    <w:rsid w:val="48B50E00"/>
    <w:rsid w:val="48CBAFF3"/>
    <w:rsid w:val="48D04546"/>
    <w:rsid w:val="491278CC"/>
    <w:rsid w:val="491AECFA"/>
    <w:rsid w:val="4926A528"/>
    <w:rsid w:val="493AE3AE"/>
    <w:rsid w:val="493ECBE6"/>
    <w:rsid w:val="4946E352"/>
    <w:rsid w:val="49545B78"/>
    <w:rsid w:val="495FA504"/>
    <w:rsid w:val="49664481"/>
    <w:rsid w:val="496769BE"/>
    <w:rsid w:val="496BA022"/>
    <w:rsid w:val="49803ADD"/>
    <w:rsid w:val="499B0D95"/>
    <w:rsid w:val="49A81B6E"/>
    <w:rsid w:val="49B61F00"/>
    <w:rsid w:val="49D34EDA"/>
    <w:rsid w:val="49DF4904"/>
    <w:rsid w:val="49EAC22D"/>
    <w:rsid w:val="49F01DF1"/>
    <w:rsid w:val="49F7025C"/>
    <w:rsid w:val="4A0C2BB9"/>
    <w:rsid w:val="4A0DC43D"/>
    <w:rsid w:val="4A19D61B"/>
    <w:rsid w:val="4A409847"/>
    <w:rsid w:val="4A4B5D34"/>
    <w:rsid w:val="4A634953"/>
    <w:rsid w:val="4A67EADE"/>
    <w:rsid w:val="4ADF6B5D"/>
    <w:rsid w:val="4B159123"/>
    <w:rsid w:val="4B2F2172"/>
    <w:rsid w:val="4BE831A2"/>
    <w:rsid w:val="4BEB9A0B"/>
    <w:rsid w:val="4BEC3009"/>
    <w:rsid w:val="4BFF772D"/>
    <w:rsid w:val="4C1F38F9"/>
    <w:rsid w:val="4C5ADB8D"/>
    <w:rsid w:val="4C68C1CE"/>
    <w:rsid w:val="4C99A29B"/>
    <w:rsid w:val="4CB6DD56"/>
    <w:rsid w:val="4CBAC18C"/>
    <w:rsid w:val="4D14C7A2"/>
    <w:rsid w:val="4D376DF1"/>
    <w:rsid w:val="4D4DDAA0"/>
    <w:rsid w:val="4D80DB2A"/>
    <w:rsid w:val="4D918864"/>
    <w:rsid w:val="4D990739"/>
    <w:rsid w:val="4D9D6D8E"/>
    <w:rsid w:val="4DA200ED"/>
    <w:rsid w:val="4DAE6846"/>
    <w:rsid w:val="4DB4C750"/>
    <w:rsid w:val="4DBD039B"/>
    <w:rsid w:val="4DC061DE"/>
    <w:rsid w:val="4E2DDA84"/>
    <w:rsid w:val="4E312041"/>
    <w:rsid w:val="4E4E990C"/>
    <w:rsid w:val="4E8809F7"/>
    <w:rsid w:val="4E90EEF2"/>
    <w:rsid w:val="4E9DF9AE"/>
    <w:rsid w:val="4EA2FA21"/>
    <w:rsid w:val="4EC0AA5A"/>
    <w:rsid w:val="4ECBE9FF"/>
    <w:rsid w:val="4ED80912"/>
    <w:rsid w:val="4EE96373"/>
    <w:rsid w:val="4F0E4D4D"/>
    <w:rsid w:val="4F327C54"/>
    <w:rsid w:val="4F32E10C"/>
    <w:rsid w:val="4F365451"/>
    <w:rsid w:val="4F38813C"/>
    <w:rsid w:val="4F44998F"/>
    <w:rsid w:val="4F619B94"/>
    <w:rsid w:val="4F9EEEDB"/>
    <w:rsid w:val="4FBB282E"/>
    <w:rsid w:val="4FF367FB"/>
    <w:rsid w:val="4FF53D77"/>
    <w:rsid w:val="5015366F"/>
    <w:rsid w:val="504803EC"/>
    <w:rsid w:val="505B3A2B"/>
    <w:rsid w:val="5066B0DB"/>
    <w:rsid w:val="509D1201"/>
    <w:rsid w:val="509D41AB"/>
    <w:rsid w:val="50C6CC28"/>
    <w:rsid w:val="50D6A0FA"/>
    <w:rsid w:val="50D7ADD5"/>
    <w:rsid w:val="50DA304C"/>
    <w:rsid w:val="50DB7299"/>
    <w:rsid w:val="51138F40"/>
    <w:rsid w:val="512D1029"/>
    <w:rsid w:val="51396A9B"/>
    <w:rsid w:val="5152BECC"/>
    <w:rsid w:val="515F9FA0"/>
    <w:rsid w:val="5178F5C9"/>
    <w:rsid w:val="517FDAA5"/>
    <w:rsid w:val="519BF684"/>
    <w:rsid w:val="51AB3699"/>
    <w:rsid w:val="51ADF9F4"/>
    <w:rsid w:val="51AE68F6"/>
    <w:rsid w:val="51DC96BE"/>
    <w:rsid w:val="51E4621E"/>
    <w:rsid w:val="51EA0F6F"/>
    <w:rsid w:val="52190C96"/>
    <w:rsid w:val="521FA018"/>
    <w:rsid w:val="52226801"/>
    <w:rsid w:val="522AE0DF"/>
    <w:rsid w:val="52472BD8"/>
    <w:rsid w:val="525DBDEF"/>
    <w:rsid w:val="5292CEC3"/>
    <w:rsid w:val="529FC340"/>
    <w:rsid w:val="52BFD3CA"/>
    <w:rsid w:val="52FE01C0"/>
    <w:rsid w:val="5304E427"/>
    <w:rsid w:val="5329EF8C"/>
    <w:rsid w:val="5331E0C4"/>
    <w:rsid w:val="533C1D56"/>
    <w:rsid w:val="534E38B0"/>
    <w:rsid w:val="5358CA42"/>
    <w:rsid w:val="53727F8E"/>
    <w:rsid w:val="53830926"/>
    <w:rsid w:val="53877DD5"/>
    <w:rsid w:val="539252E4"/>
    <w:rsid w:val="539416E7"/>
    <w:rsid w:val="53A823D1"/>
    <w:rsid w:val="53AF6D12"/>
    <w:rsid w:val="53BCD98F"/>
    <w:rsid w:val="53C320CB"/>
    <w:rsid w:val="53C78FDD"/>
    <w:rsid w:val="53DC4C92"/>
    <w:rsid w:val="53E0DFF2"/>
    <w:rsid w:val="541FF31C"/>
    <w:rsid w:val="54215413"/>
    <w:rsid w:val="54350D45"/>
    <w:rsid w:val="546A7475"/>
    <w:rsid w:val="54773067"/>
    <w:rsid w:val="548E9D7C"/>
    <w:rsid w:val="5495AFCB"/>
    <w:rsid w:val="54CD340F"/>
    <w:rsid w:val="54DB6EEE"/>
    <w:rsid w:val="5505F722"/>
    <w:rsid w:val="55A25307"/>
    <w:rsid w:val="55A47795"/>
    <w:rsid w:val="55D1CC2E"/>
    <w:rsid w:val="55FC430C"/>
    <w:rsid w:val="56132A3D"/>
    <w:rsid w:val="5636FA8E"/>
    <w:rsid w:val="5637A752"/>
    <w:rsid w:val="566672EE"/>
    <w:rsid w:val="56830C2A"/>
    <w:rsid w:val="56972B78"/>
    <w:rsid w:val="569BD6D9"/>
    <w:rsid w:val="56A03BD1"/>
    <w:rsid w:val="56B12B41"/>
    <w:rsid w:val="56E2F25C"/>
    <w:rsid w:val="56E71613"/>
    <w:rsid w:val="56F16616"/>
    <w:rsid w:val="56FE464C"/>
    <w:rsid w:val="572F992A"/>
    <w:rsid w:val="57406040"/>
    <w:rsid w:val="57580F54"/>
    <w:rsid w:val="575E8C88"/>
    <w:rsid w:val="576BE34C"/>
    <w:rsid w:val="57923E4A"/>
    <w:rsid w:val="57A29981"/>
    <w:rsid w:val="57C26D95"/>
    <w:rsid w:val="57DC060C"/>
    <w:rsid w:val="57F6D458"/>
    <w:rsid w:val="5801DD06"/>
    <w:rsid w:val="5803E3BF"/>
    <w:rsid w:val="582D9F43"/>
    <w:rsid w:val="584E72FE"/>
    <w:rsid w:val="586A3BC4"/>
    <w:rsid w:val="586C8A3F"/>
    <w:rsid w:val="588DCBE5"/>
    <w:rsid w:val="588E9D0B"/>
    <w:rsid w:val="589D1613"/>
    <w:rsid w:val="58C0F5FD"/>
    <w:rsid w:val="59184FF3"/>
    <w:rsid w:val="591C0DA6"/>
    <w:rsid w:val="5922529E"/>
    <w:rsid w:val="59421110"/>
    <w:rsid w:val="5967FF16"/>
    <w:rsid w:val="5971F08D"/>
    <w:rsid w:val="5974CC9C"/>
    <w:rsid w:val="597E2168"/>
    <w:rsid w:val="59AB3314"/>
    <w:rsid w:val="59B49A03"/>
    <w:rsid w:val="59DF2C26"/>
    <w:rsid w:val="5A0EF7B9"/>
    <w:rsid w:val="5A522341"/>
    <w:rsid w:val="5A527B2F"/>
    <w:rsid w:val="5A7A2C4E"/>
    <w:rsid w:val="5ADB0DDC"/>
    <w:rsid w:val="5AF6F3EC"/>
    <w:rsid w:val="5AF8412F"/>
    <w:rsid w:val="5B0B0727"/>
    <w:rsid w:val="5B17A274"/>
    <w:rsid w:val="5B2A6B06"/>
    <w:rsid w:val="5B58DB4B"/>
    <w:rsid w:val="5B7847B6"/>
    <w:rsid w:val="5B84100A"/>
    <w:rsid w:val="5B920622"/>
    <w:rsid w:val="5BA279B1"/>
    <w:rsid w:val="5BA9D563"/>
    <w:rsid w:val="5BEBCDF3"/>
    <w:rsid w:val="5BF3EFDC"/>
    <w:rsid w:val="5C220F09"/>
    <w:rsid w:val="5C359D52"/>
    <w:rsid w:val="5C415329"/>
    <w:rsid w:val="5C676CA4"/>
    <w:rsid w:val="5C681EB3"/>
    <w:rsid w:val="5C6E0D89"/>
    <w:rsid w:val="5C76EE62"/>
    <w:rsid w:val="5C9FF8A8"/>
    <w:rsid w:val="5CAB29A4"/>
    <w:rsid w:val="5CB22586"/>
    <w:rsid w:val="5CCECE13"/>
    <w:rsid w:val="5CFCC6B6"/>
    <w:rsid w:val="5CFFE629"/>
    <w:rsid w:val="5D04015E"/>
    <w:rsid w:val="5D0C6AA5"/>
    <w:rsid w:val="5D1586A5"/>
    <w:rsid w:val="5D199B43"/>
    <w:rsid w:val="5D29318E"/>
    <w:rsid w:val="5D2CAE8D"/>
    <w:rsid w:val="5D2E5E78"/>
    <w:rsid w:val="5D386ABC"/>
    <w:rsid w:val="5D4AE2DF"/>
    <w:rsid w:val="5D5A7655"/>
    <w:rsid w:val="5D66CB3F"/>
    <w:rsid w:val="5D795840"/>
    <w:rsid w:val="5D88971E"/>
    <w:rsid w:val="5DA431A7"/>
    <w:rsid w:val="5DABEED5"/>
    <w:rsid w:val="5DB8625E"/>
    <w:rsid w:val="5DBCA59D"/>
    <w:rsid w:val="5DCCD77D"/>
    <w:rsid w:val="5DD274EB"/>
    <w:rsid w:val="5DE1A67A"/>
    <w:rsid w:val="5DEFC6DC"/>
    <w:rsid w:val="5E00C2F8"/>
    <w:rsid w:val="5E0D7058"/>
    <w:rsid w:val="5E47D9C7"/>
    <w:rsid w:val="5E4810BC"/>
    <w:rsid w:val="5E48FA5E"/>
    <w:rsid w:val="5E69D12E"/>
    <w:rsid w:val="5E70A7D6"/>
    <w:rsid w:val="5E813BCA"/>
    <w:rsid w:val="5E87CEAA"/>
    <w:rsid w:val="5E89E04E"/>
    <w:rsid w:val="5E8DC19A"/>
    <w:rsid w:val="5E9E9414"/>
    <w:rsid w:val="5EA8649F"/>
    <w:rsid w:val="5EAAB277"/>
    <w:rsid w:val="5EE3D7F8"/>
    <w:rsid w:val="5F3CC6AC"/>
    <w:rsid w:val="5F56CD48"/>
    <w:rsid w:val="5F79C58D"/>
    <w:rsid w:val="5F8F9983"/>
    <w:rsid w:val="5FA60AF9"/>
    <w:rsid w:val="5FBA4624"/>
    <w:rsid w:val="5FD3CB52"/>
    <w:rsid w:val="60017D90"/>
    <w:rsid w:val="6008F9BC"/>
    <w:rsid w:val="603D74C7"/>
    <w:rsid w:val="603D93E6"/>
    <w:rsid w:val="60627498"/>
    <w:rsid w:val="606EA3FC"/>
    <w:rsid w:val="60974037"/>
    <w:rsid w:val="60980C92"/>
    <w:rsid w:val="609ED33F"/>
    <w:rsid w:val="60A525A4"/>
    <w:rsid w:val="60C2657E"/>
    <w:rsid w:val="60EA4B97"/>
    <w:rsid w:val="60FA26C9"/>
    <w:rsid w:val="6109A068"/>
    <w:rsid w:val="6115A43C"/>
    <w:rsid w:val="612171EC"/>
    <w:rsid w:val="61591CD5"/>
    <w:rsid w:val="6165D2C4"/>
    <w:rsid w:val="618D4567"/>
    <w:rsid w:val="61BBD3E3"/>
    <w:rsid w:val="61BC09D3"/>
    <w:rsid w:val="620EA332"/>
    <w:rsid w:val="62821894"/>
    <w:rsid w:val="628DEADF"/>
    <w:rsid w:val="629F0736"/>
    <w:rsid w:val="62F1F466"/>
    <w:rsid w:val="631EF889"/>
    <w:rsid w:val="63246BDF"/>
    <w:rsid w:val="633AC2A6"/>
    <w:rsid w:val="635C276B"/>
    <w:rsid w:val="635C7238"/>
    <w:rsid w:val="6369FD05"/>
    <w:rsid w:val="63802B61"/>
    <w:rsid w:val="63898B76"/>
    <w:rsid w:val="639AF2C9"/>
    <w:rsid w:val="63A50754"/>
    <w:rsid w:val="63B41D30"/>
    <w:rsid w:val="63D2CC86"/>
    <w:rsid w:val="63FED31D"/>
    <w:rsid w:val="6404CDF6"/>
    <w:rsid w:val="641159B3"/>
    <w:rsid w:val="64116C35"/>
    <w:rsid w:val="6456C1FD"/>
    <w:rsid w:val="64758850"/>
    <w:rsid w:val="6475B188"/>
    <w:rsid w:val="64C5C3C8"/>
    <w:rsid w:val="64F18170"/>
    <w:rsid w:val="64F245CD"/>
    <w:rsid w:val="64F3BD85"/>
    <w:rsid w:val="64F61907"/>
    <w:rsid w:val="65099E14"/>
    <w:rsid w:val="65564FF8"/>
    <w:rsid w:val="655AFA01"/>
    <w:rsid w:val="6595BB0C"/>
    <w:rsid w:val="65BD48B2"/>
    <w:rsid w:val="65D973DE"/>
    <w:rsid w:val="660DEB53"/>
    <w:rsid w:val="660EDB5B"/>
    <w:rsid w:val="6611A580"/>
    <w:rsid w:val="66187AFF"/>
    <w:rsid w:val="6637284B"/>
    <w:rsid w:val="663D551D"/>
    <w:rsid w:val="66686176"/>
    <w:rsid w:val="666EA1FB"/>
    <w:rsid w:val="667D8488"/>
    <w:rsid w:val="669BBF8B"/>
    <w:rsid w:val="66A04668"/>
    <w:rsid w:val="66C4FBA2"/>
    <w:rsid w:val="66CEC0D7"/>
    <w:rsid w:val="66E54960"/>
    <w:rsid w:val="66F32DC6"/>
    <w:rsid w:val="66F654CE"/>
    <w:rsid w:val="6708D7C2"/>
    <w:rsid w:val="672055F8"/>
    <w:rsid w:val="672AEFCE"/>
    <w:rsid w:val="672E451A"/>
    <w:rsid w:val="672FD659"/>
    <w:rsid w:val="6738910E"/>
    <w:rsid w:val="673A0C98"/>
    <w:rsid w:val="673B1A89"/>
    <w:rsid w:val="6743472F"/>
    <w:rsid w:val="67513735"/>
    <w:rsid w:val="677065AF"/>
    <w:rsid w:val="679CACB9"/>
    <w:rsid w:val="679FA0D0"/>
    <w:rsid w:val="67A74CE1"/>
    <w:rsid w:val="67CF8BF8"/>
    <w:rsid w:val="67D568EE"/>
    <w:rsid w:val="67D6003E"/>
    <w:rsid w:val="67DC3785"/>
    <w:rsid w:val="680A2648"/>
    <w:rsid w:val="6815809A"/>
    <w:rsid w:val="68261A99"/>
    <w:rsid w:val="68568977"/>
    <w:rsid w:val="68793BF6"/>
    <w:rsid w:val="687DDA10"/>
    <w:rsid w:val="68F06A48"/>
    <w:rsid w:val="68F23024"/>
    <w:rsid w:val="68F26B33"/>
    <w:rsid w:val="68FF6CAE"/>
    <w:rsid w:val="6964282E"/>
    <w:rsid w:val="69799348"/>
    <w:rsid w:val="6986C149"/>
    <w:rsid w:val="698D02A3"/>
    <w:rsid w:val="69925AA2"/>
    <w:rsid w:val="69B0BA32"/>
    <w:rsid w:val="69CBF5DB"/>
    <w:rsid w:val="69DE7F4A"/>
    <w:rsid w:val="69E35B4A"/>
    <w:rsid w:val="6A068B67"/>
    <w:rsid w:val="6A143F42"/>
    <w:rsid w:val="6A28C68F"/>
    <w:rsid w:val="6A4193CA"/>
    <w:rsid w:val="6A975337"/>
    <w:rsid w:val="6A9D2E83"/>
    <w:rsid w:val="6AA6FD81"/>
    <w:rsid w:val="6AB24448"/>
    <w:rsid w:val="6ABE1AEA"/>
    <w:rsid w:val="6ADD6144"/>
    <w:rsid w:val="6B10ABA3"/>
    <w:rsid w:val="6B14C1FB"/>
    <w:rsid w:val="6B21062D"/>
    <w:rsid w:val="6B25EC6E"/>
    <w:rsid w:val="6B4859BE"/>
    <w:rsid w:val="6B55DBE8"/>
    <w:rsid w:val="6B615D0C"/>
    <w:rsid w:val="6B75EEC3"/>
    <w:rsid w:val="6B8AA5E8"/>
    <w:rsid w:val="6BD6348C"/>
    <w:rsid w:val="6BE95923"/>
    <w:rsid w:val="6C2DCA89"/>
    <w:rsid w:val="6C2F1183"/>
    <w:rsid w:val="6C8BE866"/>
    <w:rsid w:val="6C8E41CA"/>
    <w:rsid w:val="6CE2FDCF"/>
    <w:rsid w:val="6CE4D0DA"/>
    <w:rsid w:val="6CEB52F5"/>
    <w:rsid w:val="6CF367EC"/>
    <w:rsid w:val="6D038C10"/>
    <w:rsid w:val="6D0E3714"/>
    <w:rsid w:val="6D358AB2"/>
    <w:rsid w:val="6D6CC48E"/>
    <w:rsid w:val="6D791CAE"/>
    <w:rsid w:val="6D82C4EA"/>
    <w:rsid w:val="6D99955E"/>
    <w:rsid w:val="6DB3FBF7"/>
    <w:rsid w:val="6DBECEE7"/>
    <w:rsid w:val="6DE1D76D"/>
    <w:rsid w:val="6DE460D8"/>
    <w:rsid w:val="6DEBFA20"/>
    <w:rsid w:val="6DF3D68A"/>
    <w:rsid w:val="6E18A36D"/>
    <w:rsid w:val="6E20944C"/>
    <w:rsid w:val="6E2D174C"/>
    <w:rsid w:val="6E5DF106"/>
    <w:rsid w:val="6E88C918"/>
    <w:rsid w:val="6EA8D8B1"/>
    <w:rsid w:val="6EC9EA9D"/>
    <w:rsid w:val="6EEFC20F"/>
    <w:rsid w:val="6EF2CE05"/>
    <w:rsid w:val="6EF58E18"/>
    <w:rsid w:val="6F15D8C2"/>
    <w:rsid w:val="6F1F12F3"/>
    <w:rsid w:val="6F20354F"/>
    <w:rsid w:val="6F253F23"/>
    <w:rsid w:val="6F349CE3"/>
    <w:rsid w:val="6F3A472F"/>
    <w:rsid w:val="6F4A6A8E"/>
    <w:rsid w:val="6F68BF56"/>
    <w:rsid w:val="6F91C589"/>
    <w:rsid w:val="6F9D3808"/>
    <w:rsid w:val="6FAA8FD2"/>
    <w:rsid w:val="6FB09293"/>
    <w:rsid w:val="6FB88683"/>
    <w:rsid w:val="6FC11C55"/>
    <w:rsid w:val="6FC2C0C8"/>
    <w:rsid w:val="6FC9019F"/>
    <w:rsid w:val="6FD491EE"/>
    <w:rsid w:val="6FE78141"/>
    <w:rsid w:val="6FF0869E"/>
    <w:rsid w:val="6FF4B674"/>
    <w:rsid w:val="6FFB3BBB"/>
    <w:rsid w:val="700B44F6"/>
    <w:rsid w:val="7010EAD9"/>
    <w:rsid w:val="70338B26"/>
    <w:rsid w:val="703B9FFC"/>
    <w:rsid w:val="7043CB99"/>
    <w:rsid w:val="708771DF"/>
    <w:rsid w:val="709F58D0"/>
    <w:rsid w:val="70AFC9D0"/>
    <w:rsid w:val="70C845A4"/>
    <w:rsid w:val="70D6FDDC"/>
    <w:rsid w:val="71014089"/>
    <w:rsid w:val="7104802E"/>
    <w:rsid w:val="7127A08D"/>
    <w:rsid w:val="712C35A2"/>
    <w:rsid w:val="71639BE2"/>
    <w:rsid w:val="716F6A89"/>
    <w:rsid w:val="71AA7593"/>
    <w:rsid w:val="71B035F9"/>
    <w:rsid w:val="71C7A512"/>
    <w:rsid w:val="71CBC63A"/>
    <w:rsid w:val="71D0C1A4"/>
    <w:rsid w:val="71D2AFC6"/>
    <w:rsid w:val="71DAA005"/>
    <w:rsid w:val="71E10DD2"/>
    <w:rsid w:val="71E78A6C"/>
    <w:rsid w:val="71FB9117"/>
    <w:rsid w:val="71FC9EC2"/>
    <w:rsid w:val="722BEB95"/>
    <w:rsid w:val="723BF550"/>
    <w:rsid w:val="7256D11B"/>
    <w:rsid w:val="72757208"/>
    <w:rsid w:val="7278DF71"/>
    <w:rsid w:val="727F863E"/>
    <w:rsid w:val="728BFC9D"/>
    <w:rsid w:val="72A18D62"/>
    <w:rsid w:val="730DBE4E"/>
    <w:rsid w:val="73175A9F"/>
    <w:rsid w:val="73299FB3"/>
    <w:rsid w:val="73308218"/>
    <w:rsid w:val="73373AF0"/>
    <w:rsid w:val="736E550B"/>
    <w:rsid w:val="73932494"/>
    <w:rsid w:val="73C0A61D"/>
    <w:rsid w:val="73E708D1"/>
    <w:rsid w:val="73F36823"/>
    <w:rsid w:val="73FD73FB"/>
    <w:rsid w:val="7414E5C5"/>
    <w:rsid w:val="7415063C"/>
    <w:rsid w:val="7442E487"/>
    <w:rsid w:val="744C7782"/>
    <w:rsid w:val="7465EF87"/>
    <w:rsid w:val="748347AA"/>
    <w:rsid w:val="74A1FFE3"/>
    <w:rsid w:val="74C27776"/>
    <w:rsid w:val="74C7D521"/>
    <w:rsid w:val="74D573C7"/>
    <w:rsid w:val="74D891EF"/>
    <w:rsid w:val="751A1E2B"/>
    <w:rsid w:val="75236F06"/>
    <w:rsid w:val="753C43A7"/>
    <w:rsid w:val="75531FB1"/>
    <w:rsid w:val="75563BEE"/>
    <w:rsid w:val="75674FFE"/>
    <w:rsid w:val="75747FC9"/>
    <w:rsid w:val="75AB81F9"/>
    <w:rsid w:val="75D0F669"/>
    <w:rsid w:val="75E736B5"/>
    <w:rsid w:val="76229CE9"/>
    <w:rsid w:val="762B1F62"/>
    <w:rsid w:val="76448ECA"/>
    <w:rsid w:val="7645B399"/>
    <w:rsid w:val="7647CBF3"/>
    <w:rsid w:val="76B62480"/>
    <w:rsid w:val="76C677D9"/>
    <w:rsid w:val="76D41173"/>
    <w:rsid w:val="76ECA0DE"/>
    <w:rsid w:val="77104976"/>
    <w:rsid w:val="771BF65F"/>
    <w:rsid w:val="774249D0"/>
    <w:rsid w:val="775955DF"/>
    <w:rsid w:val="776DC518"/>
    <w:rsid w:val="777A7C40"/>
    <w:rsid w:val="77A8D4CC"/>
    <w:rsid w:val="77A8DD41"/>
    <w:rsid w:val="77AEFB0E"/>
    <w:rsid w:val="77CC38BC"/>
    <w:rsid w:val="7802E7E8"/>
    <w:rsid w:val="7810B8FE"/>
    <w:rsid w:val="78197FE5"/>
    <w:rsid w:val="781E2E81"/>
    <w:rsid w:val="78320933"/>
    <w:rsid w:val="78363650"/>
    <w:rsid w:val="784490D6"/>
    <w:rsid w:val="78481E64"/>
    <w:rsid w:val="7851FCC2"/>
    <w:rsid w:val="78523BC1"/>
    <w:rsid w:val="785ADF27"/>
    <w:rsid w:val="789720DE"/>
    <w:rsid w:val="789790DB"/>
    <w:rsid w:val="789AAD01"/>
    <w:rsid w:val="78E08BDB"/>
    <w:rsid w:val="78E64070"/>
    <w:rsid w:val="78EF1EE7"/>
    <w:rsid w:val="78F88FA9"/>
    <w:rsid w:val="791AED62"/>
    <w:rsid w:val="792D065B"/>
    <w:rsid w:val="79421772"/>
    <w:rsid w:val="7957CAF8"/>
    <w:rsid w:val="796A3D30"/>
    <w:rsid w:val="79C8BB39"/>
    <w:rsid w:val="79CAF0FE"/>
    <w:rsid w:val="79D62CBD"/>
    <w:rsid w:val="79D7D091"/>
    <w:rsid w:val="7A1DCDC6"/>
    <w:rsid w:val="7A293A70"/>
    <w:rsid w:val="7A59910D"/>
    <w:rsid w:val="7A5D6256"/>
    <w:rsid w:val="7A63ECED"/>
    <w:rsid w:val="7A65502B"/>
    <w:rsid w:val="7A6B5077"/>
    <w:rsid w:val="7A708966"/>
    <w:rsid w:val="7A8F1EDE"/>
    <w:rsid w:val="7A976E72"/>
    <w:rsid w:val="7A9E6490"/>
    <w:rsid w:val="7AB980FD"/>
    <w:rsid w:val="7AFCE1B0"/>
    <w:rsid w:val="7B10803D"/>
    <w:rsid w:val="7B36B3CF"/>
    <w:rsid w:val="7B39E363"/>
    <w:rsid w:val="7B76D390"/>
    <w:rsid w:val="7B98742A"/>
    <w:rsid w:val="7BAC9FAA"/>
    <w:rsid w:val="7BC0EC35"/>
    <w:rsid w:val="7BDA9CFE"/>
    <w:rsid w:val="7BDEC870"/>
    <w:rsid w:val="7C1070AA"/>
    <w:rsid w:val="7C206AB9"/>
    <w:rsid w:val="7C2C9842"/>
    <w:rsid w:val="7C30C375"/>
    <w:rsid w:val="7C4E0FBB"/>
    <w:rsid w:val="7C6D19E4"/>
    <w:rsid w:val="7C89A903"/>
    <w:rsid w:val="7C8B921E"/>
    <w:rsid w:val="7CA1C051"/>
    <w:rsid w:val="7CA6BE06"/>
    <w:rsid w:val="7CB30BDE"/>
    <w:rsid w:val="7CB4F04F"/>
    <w:rsid w:val="7CB818BA"/>
    <w:rsid w:val="7CC4AB79"/>
    <w:rsid w:val="7CEDD525"/>
    <w:rsid w:val="7CF0793D"/>
    <w:rsid w:val="7CFE195C"/>
    <w:rsid w:val="7D1FFDE4"/>
    <w:rsid w:val="7D836D2D"/>
    <w:rsid w:val="7DB8B3B7"/>
    <w:rsid w:val="7DCB2067"/>
    <w:rsid w:val="7DD4DCF8"/>
    <w:rsid w:val="7E0B3C33"/>
    <w:rsid w:val="7E5AEF20"/>
    <w:rsid w:val="7E60F492"/>
    <w:rsid w:val="7E6102FD"/>
    <w:rsid w:val="7E7E9A94"/>
    <w:rsid w:val="7EDCEBCC"/>
    <w:rsid w:val="7EF80356"/>
    <w:rsid w:val="7F14AFA7"/>
    <w:rsid w:val="7F294C4E"/>
    <w:rsid w:val="7F2C66D1"/>
    <w:rsid w:val="7F4AB735"/>
    <w:rsid w:val="7F4B5EC9"/>
    <w:rsid w:val="7F5A584A"/>
    <w:rsid w:val="7FCB21A2"/>
    <w:rsid w:val="7FEE810F"/>
    <w:rsid w:val="7FF89C20"/>
    <w:rsid w:val="7FFAD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89E83"/>
  <w15:chartTrackingRefBased/>
  <w15:docId w15:val="{F7ED368F-1D3F-43B5-B0A5-DFFA6271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35E0C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rsid w:val="00EA201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EA201A"/>
  </w:style>
  <w:style w:type="paragraph" w:styleId="Normaallaadveeb">
    <w:name w:val="Normal (Web)"/>
    <w:basedOn w:val="Normaallaad"/>
    <w:uiPriority w:val="99"/>
    <w:rsid w:val="00FD1BA2"/>
    <w:pPr>
      <w:spacing w:before="100" w:beforeAutospacing="1" w:after="100" w:afterAutospacing="1"/>
    </w:pPr>
    <w:rPr>
      <w:color w:val="000000"/>
      <w:lang w:eastAsia="et-EE"/>
    </w:rPr>
  </w:style>
  <w:style w:type="character" w:styleId="Hperlink">
    <w:name w:val="Hyperlink"/>
    <w:rsid w:val="00FD1BA2"/>
    <w:rPr>
      <w:color w:val="003471"/>
      <w:u w:val="single"/>
    </w:rPr>
  </w:style>
  <w:style w:type="paragraph" w:styleId="Kehatekst3">
    <w:name w:val="Body Text 3"/>
    <w:basedOn w:val="Normaallaad"/>
    <w:rsid w:val="00FD1BA2"/>
    <w:pPr>
      <w:spacing w:before="100" w:beforeAutospacing="1" w:after="100" w:afterAutospacing="1"/>
    </w:pPr>
    <w:rPr>
      <w:color w:val="000000"/>
      <w:lang w:eastAsia="et-EE"/>
    </w:rPr>
  </w:style>
  <w:style w:type="paragraph" w:styleId="Kehatekst2">
    <w:name w:val="Body Text 2"/>
    <w:basedOn w:val="Normaallaad"/>
    <w:rsid w:val="00FD1BA2"/>
    <w:pPr>
      <w:spacing w:before="100" w:beforeAutospacing="1" w:after="100" w:afterAutospacing="1"/>
    </w:pPr>
    <w:rPr>
      <w:color w:val="000000"/>
      <w:lang w:eastAsia="et-EE"/>
    </w:rPr>
  </w:style>
  <w:style w:type="paragraph" w:styleId="Pealkiri">
    <w:name w:val="Title"/>
    <w:basedOn w:val="Normaallaad"/>
    <w:qFormat/>
    <w:rsid w:val="009974B5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Arial" w:hAnsi="Arial" w:cs="Arial"/>
      <w:b/>
      <w:sz w:val="22"/>
      <w:szCs w:val="20"/>
    </w:rPr>
  </w:style>
  <w:style w:type="character" w:styleId="Kommentaariviide">
    <w:name w:val="annotation reference"/>
    <w:uiPriority w:val="99"/>
    <w:rsid w:val="00C3390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C3390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C3390D"/>
    <w:rPr>
      <w:b/>
      <w:bCs/>
    </w:rPr>
  </w:style>
  <w:style w:type="paragraph" w:styleId="Jutumullitekst">
    <w:name w:val="Balloon Text"/>
    <w:basedOn w:val="Normaallaad"/>
    <w:semiHidden/>
    <w:rsid w:val="00C3390D"/>
    <w:rPr>
      <w:rFonts w:ascii="Tahoma" w:hAnsi="Tahoma" w:cs="Tahoma"/>
      <w:sz w:val="16"/>
      <w:szCs w:val="16"/>
    </w:rPr>
  </w:style>
  <w:style w:type="character" w:styleId="Tugev">
    <w:name w:val="Strong"/>
    <w:uiPriority w:val="22"/>
    <w:qFormat/>
    <w:rsid w:val="002B7E38"/>
    <w:rPr>
      <w:b/>
      <w:bCs/>
      <w:sz w:val="24"/>
      <w:szCs w:val="24"/>
      <w:bdr w:val="none" w:sz="0" w:space="0" w:color="auto" w:frame="1"/>
      <w:vertAlign w:val="baseline"/>
    </w:rPr>
  </w:style>
  <w:style w:type="character" w:customStyle="1" w:styleId="tyhik">
    <w:name w:val="tyhik"/>
    <w:rsid w:val="000C0A47"/>
  </w:style>
  <w:style w:type="paragraph" w:styleId="Pis">
    <w:name w:val="header"/>
    <w:basedOn w:val="Normaallaad"/>
    <w:link w:val="PisMrk"/>
    <w:uiPriority w:val="99"/>
    <w:rsid w:val="009E31D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31D7"/>
    <w:rPr>
      <w:sz w:val="24"/>
      <w:szCs w:val="24"/>
      <w:lang w:eastAsia="en-US"/>
    </w:rPr>
  </w:style>
  <w:style w:type="paragraph" w:styleId="Redaktsioon">
    <w:name w:val="Revision"/>
    <w:hidden/>
    <w:uiPriority w:val="99"/>
    <w:semiHidden/>
    <w:rsid w:val="00332D57"/>
    <w:rPr>
      <w:sz w:val="24"/>
      <w:szCs w:val="24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7724C"/>
    <w:rPr>
      <w:lang w:eastAsia="en-US"/>
    </w:rPr>
  </w:style>
  <w:style w:type="character" w:styleId="Kohatitetekst">
    <w:name w:val="Placeholder Text"/>
    <w:basedOn w:val="Liguvaikefont"/>
    <w:uiPriority w:val="99"/>
    <w:semiHidden/>
    <w:rsid w:val="00684797"/>
    <w:rPr>
      <w:color w:val="808080"/>
    </w:rPr>
  </w:style>
  <w:style w:type="paragraph" w:customStyle="1" w:styleId="Default">
    <w:name w:val="Default"/>
    <w:rsid w:val="002F68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lastatudhperlink">
    <w:name w:val="FollowedHyperlink"/>
    <w:basedOn w:val="Liguvaikefont"/>
    <w:rsid w:val="002F682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C1EB1"/>
    <w:rPr>
      <w:color w:val="605E5C"/>
      <w:shd w:val="clear" w:color="auto" w:fill="E1DFDD"/>
    </w:rPr>
  </w:style>
  <w:style w:type="paragraph" w:styleId="Loendilik">
    <w:name w:val="List Paragraph"/>
    <w:aliases w:val="Mummuga loetelu,2,Akapit z listą BS,Bullet 1,Bullet Points,Dot pt,F5 List Paragraph,IFCL - List Paragraph,Indicator Text,List Paragraph Char Char Char,List Paragraph1,List Paragraph12,MAIN CONTENT,Numbered Para 1,OBC Bullet"/>
    <w:basedOn w:val="Normaallaad"/>
    <w:link w:val="LoendilikMrk"/>
    <w:uiPriority w:val="34"/>
    <w:qFormat/>
    <w:rsid w:val="007E6A3E"/>
    <w:pPr>
      <w:ind w:left="720"/>
      <w:contextualSpacing/>
    </w:pPr>
  </w:style>
  <w:style w:type="character" w:customStyle="1" w:styleId="LoendilikMrk">
    <w:name w:val="Loendi lõik Märk"/>
    <w:aliases w:val="Mummuga loetelu Märk,2 Märk1,Akapit z listą BS Märk,Bullet 1 Märk,Bullet Points Märk,Dot pt Märk,F5 List Paragraph Märk,IFCL - List Paragraph Märk,Indicator Text Märk,List Paragraph Char Char Char Märk,List Paragraph1 Märk"/>
    <w:link w:val="Loendilik"/>
    <w:uiPriority w:val="34"/>
    <w:qFormat/>
    <w:locked/>
    <w:rsid w:val="00F00169"/>
    <w:rPr>
      <w:sz w:val="24"/>
      <w:szCs w:val="24"/>
      <w:lang w:eastAsia="en-US"/>
    </w:rPr>
  </w:style>
  <w:style w:type="paragraph" w:customStyle="1" w:styleId="FunotentextChar1">
    <w:name w:val="Fußnotentext Char1"/>
    <w:basedOn w:val="Normaallaad"/>
    <w:next w:val="Allmrkusetekst"/>
    <w:link w:val="AllmrkusetekstMrk"/>
    <w:uiPriority w:val="99"/>
    <w:unhideWhenUsed/>
    <w:qFormat/>
    <w:rsid w:val="0064136C"/>
    <w:rPr>
      <w:rFonts w:ascii="Calibri" w:eastAsia="Calibri" w:hAnsi="Calibri"/>
      <w:kern w:val="2"/>
      <w:sz w:val="22"/>
      <w:szCs w:val="22"/>
      <w14:ligatures w14:val="standardContextual"/>
    </w:rPr>
  </w:style>
  <w:style w:type="character" w:customStyle="1" w:styleId="AllmrkusetekstMrk">
    <w:name w:val="Allmärkuse tekst Märk"/>
    <w:aliases w:val="Char Märk,fn Märk,Footnote Text Char Char Char Char Char Char Märk,single space Märk,footnote text Märk,FOOTNOTES Märk,WB-Fußnotentext Märk,Fußnote Märk,ADB Märk,Footnote Text qer Märk,Testo_note Märk,Testo_note1 Märk"/>
    <w:basedOn w:val="Liguvaikefont"/>
    <w:link w:val="FunotentextChar1"/>
    <w:uiPriority w:val="99"/>
    <w:rsid w:val="0064136C"/>
    <w:rPr>
      <w:rFonts w:ascii="Calibri" w:eastAsia="Calibri" w:hAnsi="Calibri"/>
      <w:kern w:val="2"/>
      <w:sz w:val="22"/>
      <w:szCs w:val="22"/>
      <w:lang w:eastAsia="en-US"/>
      <w14:ligatures w14:val="standardContextual"/>
    </w:rPr>
  </w:style>
  <w:style w:type="character" w:styleId="Allmrkuseviide">
    <w:name w:val="footnote reference"/>
    <w:aliases w:val="4_G,Footnote symbol,Footnotes refss,Appel note de bas de p.,Appel note de bas de p,Ref,de nota al pie,-E Fußnotenzeichen,fr,h2 Märk,2 Märk,Header 2nd Page Märk,A.B.C. Märk,Heading2-bio Märk,Career Exp. Märk,H2 Märk,SUPERS,Nota,Footnot"/>
    <w:basedOn w:val="Liguvaikefont"/>
    <w:link w:val="BVIfnrChar"/>
    <w:uiPriority w:val="99"/>
    <w:unhideWhenUsed/>
    <w:qFormat/>
    <w:rsid w:val="0064136C"/>
    <w:rPr>
      <w:vertAlign w:val="superscript"/>
    </w:rPr>
  </w:style>
  <w:style w:type="paragraph" w:customStyle="1" w:styleId="BVIfnrChar">
    <w:name w:val="BVI fnr Char"/>
    <w:aliases w:val="BVI fnr Car Car Char,BVI fnr Car Char,BVI fnr Car Car Car Car Char1,BVI fnr Car Car Car Car Char Car Char Char"/>
    <w:basedOn w:val="Normaallaad"/>
    <w:link w:val="Allmrkuseviide"/>
    <w:uiPriority w:val="99"/>
    <w:rsid w:val="0064136C"/>
    <w:pPr>
      <w:spacing w:after="160" w:line="240" w:lineRule="exact"/>
      <w:jc w:val="both"/>
    </w:pPr>
    <w:rPr>
      <w:sz w:val="20"/>
      <w:szCs w:val="20"/>
      <w:vertAlign w:val="superscript"/>
      <w:lang w:eastAsia="et-EE"/>
    </w:rPr>
  </w:style>
  <w:style w:type="paragraph" w:styleId="Allmrkusetekst">
    <w:name w:val="footnote text"/>
    <w:basedOn w:val="Normaallaad"/>
    <w:link w:val="AllmrkusetekstMrk1"/>
    <w:uiPriority w:val="99"/>
    <w:unhideWhenUsed/>
    <w:rsid w:val="0064136C"/>
    <w:pPr>
      <w:jc w:val="both"/>
    </w:pPr>
    <w:rPr>
      <w:rFonts w:ascii="Arial" w:eastAsiaTheme="minorHAnsi" w:hAnsi="Arial" w:cstheme="minorBidi"/>
      <w:kern w:val="2"/>
      <w:sz w:val="20"/>
      <w:szCs w:val="20"/>
      <w14:ligatures w14:val="standardContextual"/>
    </w:rPr>
  </w:style>
  <w:style w:type="character" w:customStyle="1" w:styleId="AllmrkusetekstMrk1">
    <w:name w:val="Allmärkuse tekst Märk1"/>
    <w:basedOn w:val="Liguvaikefont"/>
    <w:link w:val="Allmrkusetekst"/>
    <w:uiPriority w:val="99"/>
    <w:rsid w:val="0064136C"/>
    <w:rPr>
      <w:rFonts w:ascii="Arial" w:eastAsiaTheme="minorHAnsi" w:hAnsi="Arial" w:cstheme="minorBidi"/>
      <w:kern w:val="2"/>
      <w:lang w:eastAsia="en-US"/>
      <w14:ligatures w14:val="standardContextual"/>
    </w:rPr>
  </w:style>
  <w:style w:type="character" w:customStyle="1" w:styleId="cf01">
    <w:name w:val="cf01"/>
    <w:basedOn w:val="Liguvaikefont"/>
    <w:rsid w:val="00381590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allaad"/>
    <w:rsid w:val="00704126"/>
    <w:pPr>
      <w:spacing w:before="100" w:beforeAutospacing="1" w:after="100" w:afterAutospacing="1"/>
    </w:pPr>
    <w:rPr>
      <w:lang w:eastAsia="et-EE"/>
    </w:rPr>
  </w:style>
  <w:style w:type="numbering" w:customStyle="1" w:styleId="Praeguneloend1">
    <w:name w:val="Praegune loend1"/>
    <w:uiPriority w:val="99"/>
    <w:rsid w:val="004C240F"/>
    <w:pPr>
      <w:numPr>
        <w:numId w:val="24"/>
      </w:numPr>
    </w:pPr>
  </w:style>
  <w:style w:type="character" w:customStyle="1" w:styleId="ui-provider">
    <w:name w:val="ui-provider"/>
    <w:basedOn w:val="Liguvaikefont"/>
    <w:rsid w:val="008B409D"/>
  </w:style>
  <w:style w:type="character" w:styleId="Mainimine">
    <w:name w:val="Mention"/>
    <w:basedOn w:val="Liguvaikefont"/>
    <w:uiPriority w:val="99"/>
    <w:unhideWhenUsed/>
    <w:rsid w:val="00A353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9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piret.eelmets@sm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nu.oun@sm.ee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anneli.taal@sm.ee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got.maisalu@sm.ee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via.aunapuu\Downloads\SELETUSKIRI%20m&#228;&#228;rus%202018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A7A3BFFC-7020-4A2E-888D-9E2C858E931D}">
    <t:Anchor>
      <t:Comment id="615713107"/>
    </t:Anchor>
    <t:History>
      <t:Event id="{7FAB424B-D3DC-4272-8E7E-6BD837E1CECF}" time="2026-01-05T09:21:39.594Z">
        <t:Attribution userId="S::anu.oun@sm.ee::76f04511-1971-42b5-a292-33720d1f62df" userProvider="AD" userName="Anu Õun - SOM"/>
        <t:Anchor>
          <t:Comment id="1895722402"/>
        </t:Anchor>
        <t:Create/>
      </t:Event>
      <t:Event id="{1D0A21DD-5BB6-42F3-A494-F669C33EFF92}" time="2026-01-05T09:21:39.594Z">
        <t:Attribution userId="S::anu.oun@sm.ee::76f04511-1971-42b5-a292-33720d1f62df" userProvider="AD" userName="Anu Õun - SOM"/>
        <t:Anchor>
          <t:Comment id="1895722402"/>
        </t:Anchor>
        <t:Assign userId="S::anneli.taal@sm.ee::d53e1f9f-9f46-4a10-baae-ad93c767f436" userProvider="AD" userName="Anneli Taal - SOM"/>
      </t:Event>
      <t:Event id="{1F56D968-4C85-4C69-92A7-8ECE15CEBEF4}" time="2026-01-05T09:21:39.594Z">
        <t:Attribution userId="S::anu.oun@sm.ee::76f04511-1971-42b5-a292-33720d1f62df" userProvider="AD" userName="Anu Õun - SOM"/>
        <t:Anchor>
          <t:Comment id="1895722402"/>
        </t:Anchor>
        <t:SetTitle title="@Anneli Taal - SOM palun pane siia veidi selgitust, miks on need muudatused vajalikud"/>
      </t:Event>
    </t:History>
  </t:Task>
</t:Task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ACCEEE999F7848977B87A9F7B69648" ma:contentTypeVersion="10" ma:contentTypeDescription="Loo uus dokument" ma:contentTypeScope="" ma:versionID="f02672792ebe2cdb476847ce8f426007">
  <xsd:schema xmlns:xsd="http://www.w3.org/2001/XMLSchema" xmlns:xs="http://www.w3.org/2001/XMLSchema" xmlns:p="http://schemas.microsoft.com/office/2006/metadata/properties" xmlns:ns2="1ade1d93-9233-43d5-9b98-da0cbf1d2e2d" xmlns:ns3="08adef74-251f-42fc-9024-6df5c4e3f36b" targetNamespace="http://schemas.microsoft.com/office/2006/metadata/properties" ma:root="true" ma:fieldsID="5478142df6101b9c5f7ed8c62361669f" ns2:_="" ns3:_="">
    <xsd:import namespace="1ade1d93-9233-43d5-9b98-da0cbf1d2e2d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e1d93-9233-43d5-9b98-da0cbf1d2e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def74-251f-42fc-9024-6df5c4e3f36b" xsi:nil="true"/>
    <lcf76f155ced4ddcb4097134ff3c332f xmlns="1ade1d93-9233-43d5-9b98-da0cbf1d2e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95D963-2B59-4341-AB14-076CE62780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671CFE-8DAD-4C63-845D-6035CAF8A1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52040-22AD-421E-BD61-E0370AF2B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de1d93-9233-43d5-9b98-da0cbf1d2e2d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CC4D5F-B9C4-482A-8050-E299BF99CDB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08adef74-251f-42fc-9024-6df5c4e3f36b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1ade1d93-9233-43d5-9b98-da0cbf1d2e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SELETUSKIRI määrus 2018</Template>
  <TotalTime>293</TotalTime>
  <Pages>3</Pages>
  <Words>790</Words>
  <Characters>6185</Characters>
  <Application>Microsoft Office Word</Application>
  <DocSecurity>0</DocSecurity>
  <Lines>51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Margot Maisalu - SOM</cp:lastModifiedBy>
  <cp:revision>130</cp:revision>
  <cp:lastPrinted>2006-02-11T09:01:00Z</cp:lastPrinted>
  <dcterms:created xsi:type="dcterms:W3CDTF">2025-11-21T10:35:00Z</dcterms:created>
  <dcterms:modified xsi:type="dcterms:W3CDTF">2026-02-02T13:10:00Z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0x01010028ACCEEE999F7848977B87A9F7B69648</vt:lpwstr>
  </property>
  <property fmtid="{D5CDD505-2E9C-101B-9397-08002B2CF9AE}" pid="4" name="_dlc_DocIdItemGuid">
    <vt:lpwstr>b9f18527-23f9-4924-bcaa-0e294b933db6</vt:lpwstr>
  </property>
  <property fmtid="{D5CDD505-2E9C-101B-9397-08002B2CF9AE}" pid="5" name="_dlc_DocId">
    <vt:lpwstr>HXU5DPSK444F-947444548-21541</vt:lpwstr>
  </property>
  <property fmtid="{D5CDD505-2E9C-101B-9397-08002B2CF9AE}" pid="6" name="_dlc_DocIdUrl">
    <vt:lpwstr>https://kontor.rik.ee/sm/_layouts/15/DocIdRedir.aspx?ID=HXU5DPSK444F-947444548-21541, HXU5DPSK444F-947444548-21541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2025-05-07T12:16:29Z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f13ffa5e-ecc8-4a92-b200-604997226016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SIP_Label_defa4170-0d19-0005-0004-bc88714345d2_Tag">
    <vt:lpwstr>10, 3, 0, 2</vt:lpwstr>
  </property>
  <property fmtid="{D5CDD505-2E9C-101B-9397-08002B2CF9AE}" pid="15" name="MediaServiceImageTags">
    <vt:lpwstr/>
  </property>
</Properties>
</file>